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821"/>
        <w:gridCol w:w="551"/>
        <w:gridCol w:w="1229"/>
        <w:gridCol w:w="547"/>
        <w:gridCol w:w="2179"/>
        <w:gridCol w:w="814"/>
        <w:gridCol w:w="370"/>
        <w:gridCol w:w="318"/>
        <w:gridCol w:w="545"/>
        <w:gridCol w:w="411"/>
        <w:gridCol w:w="502"/>
        <w:gridCol w:w="318"/>
        <w:gridCol w:w="1090"/>
      </w:tblGrid>
      <w:tr w:rsidR="00B75AEE" w:rsidTr="00B75AEE">
        <w:trPr>
          <w:cantSplit/>
        </w:trPr>
        <w:tc>
          <w:tcPr>
            <w:tcW w:w="3803" w:type="pct"/>
            <w:gridSpan w:val="9"/>
          </w:tcPr>
          <w:p w:rsidR="00B75AEE" w:rsidRDefault="00B75AEE">
            <w:pPr>
              <w:pStyle w:val="berschrift8"/>
            </w:pPr>
          </w:p>
          <w:p w:rsidR="00B75AEE" w:rsidRDefault="00B75AEE"/>
          <w:p w:rsidR="00B75AEE" w:rsidRDefault="00B75AEE">
            <w:pPr>
              <w:pStyle w:val="berschrift8"/>
            </w:pPr>
            <w:r>
              <w:t>Bestellung</w:t>
            </w:r>
          </w:p>
        </w:tc>
        <w:tc>
          <w:tcPr>
            <w:tcW w:w="1197" w:type="pct"/>
            <w:gridSpan w:val="4"/>
            <w:vAlign w:val="center"/>
          </w:tcPr>
          <w:p w:rsidR="00B75AEE" w:rsidRDefault="00B75AEE">
            <w:pPr>
              <w:spacing w:line="141" w:lineRule="atLeast"/>
              <w:ind w:left="170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CONTOSO Restauration GmbH</w:t>
            </w:r>
          </w:p>
          <w:p w:rsidR="00B75AEE" w:rsidRDefault="00B75AEE">
            <w:pPr>
              <w:spacing w:line="141" w:lineRule="atLeast"/>
              <w:ind w:left="170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Betriebsrestaurant</w:t>
            </w:r>
          </w:p>
          <w:p w:rsidR="00B75AEE" w:rsidRDefault="00B75AEE">
            <w:pPr>
              <w:pStyle w:val="Text8"/>
              <w:spacing w:line="141" w:lineRule="atLeast"/>
              <w:ind w:left="170"/>
              <w:rPr>
                <w:b/>
                <w:sz w:val="14"/>
              </w:rPr>
            </w:pPr>
            <w:r>
              <w:rPr>
                <w:b/>
                <w:sz w:val="14"/>
              </w:rPr>
              <w:t>Hauptverwaltung</w:t>
            </w:r>
          </w:p>
          <w:p w:rsidR="00B75AEE" w:rsidRDefault="00B75AEE">
            <w:pPr>
              <w:pStyle w:val="Text8"/>
              <w:spacing w:line="141" w:lineRule="atLeast"/>
              <w:ind w:left="170"/>
              <w:rPr>
                <w:b/>
                <w:sz w:val="14"/>
              </w:rPr>
            </w:pPr>
            <w:r>
              <w:rPr>
                <w:b/>
                <w:sz w:val="14"/>
              </w:rPr>
              <w:t>Grasserstr. 12</w:t>
            </w:r>
          </w:p>
          <w:p w:rsidR="00B75AEE" w:rsidRDefault="00B75AEE" w:rsidP="00520361">
            <w:pPr>
              <w:spacing w:line="141" w:lineRule="atLeast"/>
              <w:ind w:left="170"/>
              <w:rPr>
                <w:b/>
                <w:color w:val="000000"/>
                <w:sz w:val="14"/>
              </w:rPr>
            </w:pPr>
            <w:r>
              <w:rPr>
                <w:b/>
                <w:sz w:val="14"/>
              </w:rPr>
              <w:t>80339 München</w:t>
            </w:r>
          </w:p>
        </w:tc>
      </w:tr>
      <w:tr w:rsidR="00B75AEE" w:rsidTr="00B75AEE">
        <w:trPr>
          <w:cantSplit/>
        </w:trPr>
        <w:tc>
          <w:tcPr>
            <w:tcW w:w="5000" w:type="pct"/>
            <w:gridSpan w:val="13"/>
          </w:tcPr>
          <w:p w:rsidR="00B75AEE" w:rsidRDefault="00B75AEE">
            <w:pPr>
              <w:spacing w:before="40" w:after="40" w:line="141" w:lineRule="atLeast"/>
              <w:rPr>
                <w:color w:val="000000"/>
              </w:rPr>
            </w:pPr>
          </w:p>
        </w:tc>
      </w:tr>
      <w:tr w:rsidR="00B75AEE" w:rsidTr="00B75AEE">
        <w:trPr>
          <w:cantSplit/>
        </w:trPr>
        <w:tc>
          <w:tcPr>
            <w:tcW w:w="707" w:type="pct"/>
            <w:gridSpan w:val="2"/>
            <w:vAlign w:val="center"/>
          </w:tcPr>
          <w:p w:rsidR="00B75AEE" w:rsidRDefault="00B75AEE" w:rsidP="00520361">
            <w:pPr>
              <w:spacing w:before="40" w:after="40" w:line="141" w:lineRule="atLeas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per Fax </w:t>
            </w:r>
            <w:sdt>
              <w:sdtPr>
                <w:rPr>
                  <w:b/>
                  <w:color w:val="000000"/>
                  <w:sz w:val="20"/>
                </w:rPr>
                <w:id w:val="1817602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color w:val="000000"/>
                    <w:sz w:val="20"/>
                  </w:rPr>
                  <w:t>☐</w:t>
                </w:r>
              </w:sdtContent>
            </w:sdt>
          </w:p>
        </w:tc>
        <w:tc>
          <w:tcPr>
            <w:tcW w:w="634" w:type="pct"/>
            <w:vAlign w:val="center"/>
          </w:tcPr>
          <w:p w:rsidR="00B75AEE" w:rsidRDefault="00B75AEE">
            <w:pPr>
              <w:spacing w:before="40" w:after="40" w:line="141" w:lineRule="atLeas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per DFÜ</w:t>
            </w:r>
          </w:p>
        </w:tc>
        <w:sdt>
          <w:sdtPr>
            <w:rPr>
              <w:b/>
              <w:color w:val="000000"/>
            </w:rPr>
            <w:id w:val="-12414071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82" w:type="pct"/>
                <w:vAlign w:val="center"/>
              </w:tcPr>
              <w:p w:rsidR="00B75AEE" w:rsidRDefault="00B75AEE">
                <w:pPr>
                  <w:spacing w:before="40" w:after="40" w:line="141" w:lineRule="atLeast"/>
                  <w:rPr>
                    <w:b/>
                    <w:color w:val="000000"/>
                  </w:rPr>
                </w:pPr>
                <w:r>
                  <w:rPr>
                    <w:rFonts w:ascii="MS Gothic" w:eastAsia="MS Gothic" w:hAnsi="MS Gothic" w:hint="eastAsia"/>
                    <w:b/>
                    <w:color w:val="000000"/>
                  </w:rPr>
                  <w:t>☐</w:t>
                </w:r>
              </w:p>
            </w:tc>
          </w:sdtContent>
        </w:sdt>
        <w:tc>
          <w:tcPr>
            <w:tcW w:w="1735" w:type="pct"/>
            <w:gridSpan w:val="3"/>
            <w:vAlign w:val="center"/>
          </w:tcPr>
          <w:p w:rsidR="00B75AEE" w:rsidRDefault="00B75AEE" w:rsidP="00800F90">
            <w:pPr>
              <w:spacing w:before="40" w:after="40" w:line="141" w:lineRule="atLeas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per Telefon </w:t>
            </w:r>
            <w:sdt>
              <w:sdtPr>
                <w:rPr>
                  <w:b/>
                  <w:color w:val="000000"/>
                  <w:sz w:val="20"/>
                </w:rPr>
                <w:id w:val="240074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color w:val="000000"/>
                    <w:sz w:val="20"/>
                  </w:rPr>
                  <w:t>☐</w:t>
                </w:r>
              </w:sdtContent>
            </w:sdt>
          </w:p>
        </w:tc>
        <w:tc>
          <w:tcPr>
            <w:tcW w:w="916" w:type="pct"/>
            <w:gridSpan w:val="4"/>
            <w:vAlign w:val="center"/>
          </w:tcPr>
          <w:p w:rsidR="00B75AEE" w:rsidRDefault="00B75AEE">
            <w:pPr>
              <w:spacing w:before="40" w:after="40" w:line="141" w:lineRule="atLeast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Bestelldatum:</w:t>
            </w:r>
          </w:p>
        </w:tc>
        <w:sdt>
          <w:sdtPr>
            <w:rPr>
              <w:b/>
              <w:color w:val="000000"/>
            </w:rPr>
            <w:id w:val="-808478372"/>
            <w:placeholder>
              <w:docPart w:val="ADAC4115C5064A64808EAC44A2E52DA8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EndPr/>
          <w:sdtContent>
            <w:tc>
              <w:tcPr>
                <w:tcW w:w="726" w:type="pct"/>
                <w:gridSpan w:val="2"/>
                <w:vAlign w:val="center"/>
              </w:tcPr>
              <w:p w:rsidR="00B75AEE" w:rsidRDefault="00B75AEE" w:rsidP="00D31C11">
                <w:pPr>
                  <w:spacing w:before="40" w:after="40" w:line="141" w:lineRule="atLeast"/>
                  <w:jc w:val="center"/>
                  <w:rPr>
                    <w:b/>
                    <w:color w:val="000000"/>
                  </w:rPr>
                </w:pPr>
                <w:r>
                  <w:rPr>
                    <w:rStyle w:val="Platzhaltertext"/>
                  </w:rPr>
                  <w:t>Best.datum</w:t>
                </w:r>
                <w:r w:rsidRPr="00F5321C">
                  <w:rPr>
                    <w:rStyle w:val="Platzhaltertext"/>
                  </w:rPr>
                  <w:t>.</w:t>
                </w:r>
              </w:p>
            </w:tc>
          </w:sdtContent>
        </w:sdt>
      </w:tr>
      <w:tr w:rsidR="00B75AEE" w:rsidTr="00B75AEE">
        <w:trPr>
          <w:cantSplit/>
          <w:trHeight w:val="751"/>
        </w:trPr>
        <w:tc>
          <w:tcPr>
            <w:tcW w:w="3803" w:type="pct"/>
            <w:gridSpan w:val="9"/>
          </w:tcPr>
          <w:p w:rsidR="00B75AEE" w:rsidRDefault="00B75AEE">
            <w:pPr>
              <w:spacing w:line="141" w:lineRule="atLeast"/>
              <w:rPr>
                <w:color w:val="000000"/>
              </w:rPr>
            </w:pPr>
          </w:p>
        </w:tc>
        <w:tc>
          <w:tcPr>
            <w:tcW w:w="1197" w:type="pct"/>
            <w:gridSpan w:val="4"/>
            <w:vMerge w:val="restart"/>
          </w:tcPr>
          <w:p w:rsidR="00B75AEE" w:rsidRDefault="00B75AEE">
            <w:pPr>
              <w:spacing w:line="141" w:lineRule="atLeast"/>
              <w:rPr>
                <w:color w:val="000000"/>
              </w:rPr>
            </w:pPr>
          </w:p>
        </w:tc>
      </w:tr>
      <w:tr w:rsidR="00B75AEE" w:rsidTr="00B75AEE">
        <w:trPr>
          <w:cantSplit/>
        </w:trPr>
        <w:tc>
          <w:tcPr>
            <w:tcW w:w="3803" w:type="pct"/>
            <w:gridSpan w:val="9"/>
          </w:tcPr>
          <w:p w:rsidR="00B75AEE" w:rsidRDefault="00B75AEE">
            <w:pPr>
              <w:rPr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Lieferant</w:t>
            </w:r>
          </w:p>
        </w:tc>
        <w:tc>
          <w:tcPr>
            <w:tcW w:w="1197" w:type="pct"/>
            <w:gridSpan w:val="4"/>
            <w:vMerge/>
          </w:tcPr>
          <w:p w:rsidR="00B75AEE" w:rsidRDefault="00B75AEE">
            <w:pPr>
              <w:rPr>
                <w:color w:val="000000"/>
                <w:sz w:val="20"/>
              </w:rPr>
            </w:pPr>
          </w:p>
        </w:tc>
      </w:tr>
      <w:tr w:rsidR="00B75AEE" w:rsidTr="00B75AEE">
        <w:trPr>
          <w:cantSplit/>
          <w:trHeight w:val="1879"/>
        </w:trPr>
        <w:sdt>
          <w:sdtPr>
            <w:id w:val="1271205464"/>
            <w:placeholder>
              <w:docPart w:val="88246633D7CC4888B621943A7D6358E3"/>
            </w:placeholder>
            <w:showingPlcHdr/>
            <w:text/>
          </w:sdtPr>
          <w:sdtEndPr/>
          <w:sdtContent>
            <w:tc>
              <w:tcPr>
                <w:tcW w:w="3167" w:type="pct"/>
                <w:gridSpan w:val="6"/>
              </w:tcPr>
              <w:p w:rsidR="00B75AEE" w:rsidRDefault="00B75AEE">
                <w:pPr>
                  <w:pStyle w:val="Kopfzeile"/>
                  <w:tabs>
                    <w:tab w:val="clear" w:pos="4536"/>
                    <w:tab w:val="clear" w:pos="9072"/>
                  </w:tabs>
                </w:pPr>
                <w:r w:rsidRPr="00F5321C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tc>
          <w:tcPr>
            <w:tcW w:w="1833" w:type="pct"/>
            <w:gridSpan w:val="7"/>
            <w:tcBorders>
              <w:left w:val="nil"/>
            </w:tcBorders>
          </w:tcPr>
          <w:p w:rsidR="00B75AEE" w:rsidRDefault="00B75AEE">
            <w:pPr>
              <w:pStyle w:val="Text8"/>
              <w:spacing w:line="141" w:lineRule="atLeast"/>
            </w:pPr>
          </w:p>
        </w:tc>
      </w:tr>
      <w:tr w:rsidR="00B75AEE" w:rsidTr="00B75AEE">
        <w:trPr>
          <w:cantSplit/>
        </w:trPr>
        <w:tc>
          <w:tcPr>
            <w:tcW w:w="5000" w:type="pct"/>
            <w:gridSpan w:val="13"/>
            <w:tcBorders>
              <w:bottom w:val="single" w:sz="4" w:space="0" w:color="auto"/>
            </w:tcBorders>
          </w:tcPr>
          <w:p w:rsidR="00B75AEE" w:rsidRDefault="00B75AEE">
            <w:pPr>
              <w:spacing w:line="141" w:lineRule="atLeast"/>
              <w:jc w:val="center"/>
              <w:rPr>
                <w:color w:val="000000"/>
              </w:rPr>
            </w:pPr>
          </w:p>
        </w:tc>
      </w:tr>
      <w:tr w:rsidR="00B75AEE" w:rsidTr="00B75AEE">
        <w:trPr>
          <w:cantSplit/>
        </w:trPr>
        <w:tc>
          <w:tcPr>
            <w:tcW w:w="5000" w:type="pct"/>
            <w:gridSpan w:val="13"/>
          </w:tcPr>
          <w:p w:rsidR="00B75AEE" w:rsidRDefault="00B75AEE">
            <w:pPr>
              <w:spacing w:line="141" w:lineRule="atLeast"/>
              <w:rPr>
                <w:color w:val="000000"/>
              </w:rPr>
            </w:pPr>
          </w:p>
        </w:tc>
      </w:tr>
      <w:tr w:rsidR="00B75AEE" w:rsidTr="00B75AEE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EE" w:rsidRDefault="00B75AEE">
            <w:pPr>
              <w:spacing w:line="240" w:lineRule="exact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Position</w:t>
            </w:r>
          </w:p>
          <w:p w:rsidR="00B75AEE" w:rsidRDefault="00B75AEE">
            <w:pPr>
              <w:spacing w:line="240" w:lineRule="exact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Nr.</w:t>
            </w:r>
          </w:p>
        </w:tc>
        <w:tc>
          <w:tcPr>
            <w:tcW w:w="23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AEE" w:rsidRDefault="00B75AEE">
            <w:pPr>
              <w:spacing w:line="240" w:lineRule="exact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Artikel</w:t>
            </w:r>
          </w:p>
        </w:tc>
        <w:tc>
          <w:tcPr>
            <w:tcW w:w="7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EE" w:rsidRDefault="00B75AEE">
            <w:pPr>
              <w:spacing w:line="240" w:lineRule="exact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Artikel Nr.</w:t>
            </w:r>
          </w:p>
          <w:p w:rsidR="00B75AEE" w:rsidRDefault="00B75AEE">
            <w:pPr>
              <w:spacing w:line="240" w:lineRule="exact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(bei Bedarf)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EE" w:rsidRDefault="00B75AEE">
            <w:pPr>
              <w:spacing w:line="240" w:lineRule="exact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Menge/</w:t>
            </w:r>
          </w:p>
          <w:p w:rsidR="00B75AEE" w:rsidRDefault="00B75AEE">
            <w:pPr>
              <w:spacing w:line="240" w:lineRule="exact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Anzahl</w:t>
            </w:r>
          </w:p>
        </w:tc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5AEE" w:rsidRDefault="00B75AEE">
            <w:pPr>
              <w:spacing w:line="240" w:lineRule="exact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Einheit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EE" w:rsidRDefault="00B75AEE">
            <w:pPr>
              <w:spacing w:line="240" w:lineRule="exact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Tages-/</w:t>
            </w:r>
          </w:p>
          <w:p w:rsidR="00B75AEE" w:rsidRDefault="00B75AEE">
            <w:pPr>
              <w:spacing w:line="240" w:lineRule="exact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Sonderpreis</w:t>
            </w:r>
          </w:p>
        </w:tc>
      </w:tr>
      <w:bookmarkStart w:id="0" w:name="_GoBack" w:displacedByCustomXml="next"/>
      <w:sdt>
        <w:sdtPr>
          <w:id w:val="-578447120"/>
          <w15:repeatingSection/>
        </w:sdtPr>
        <w:sdtEndPr>
          <w:rPr>
            <w:b/>
            <w:color w:val="000000"/>
            <w:sz w:val="14"/>
          </w:rPr>
        </w:sdtEndPr>
        <w:sdtContent>
          <w:sdt>
            <w:sdtPr>
              <w:id w:val="1303499218"/>
              <w:placeholder>
                <w:docPart w:val="7795EDAF474F485FA7D87C0987E2B24C"/>
              </w:placeholder>
              <w15:repeatingSectionItem/>
            </w:sdtPr>
            <w:sdtEndPr>
              <w:rPr>
                <w:b/>
                <w:color w:val="000000"/>
                <w:sz w:val="14"/>
              </w:rPr>
            </w:sdtEndPr>
            <w:sdtContent>
              <w:tr w:rsidR="00B75AEE" w:rsidTr="00EB1272">
                <w:tc>
                  <w:tcPr>
                    <w:tcW w:w="42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:rsidR="00B75AEE" w:rsidRPr="00AE2412" w:rsidRDefault="00B75AEE" w:rsidP="00EB1272">
                    <w:pPr>
                      <w:pStyle w:val="Listenabsatz"/>
                      <w:numPr>
                        <w:ilvl w:val="0"/>
                        <w:numId w:val="14"/>
                      </w:numPr>
                      <w:spacing w:line="240" w:lineRule="exact"/>
                      <w:rPr>
                        <w:b/>
                        <w:color w:val="000000"/>
                        <w:sz w:val="14"/>
                      </w:rPr>
                    </w:pPr>
                  </w:p>
                </w:tc>
                <w:sdt>
                  <w:sdtPr>
                    <w:rPr>
                      <w:b/>
                      <w:color w:val="000000"/>
                      <w:sz w:val="14"/>
                    </w:rPr>
                    <w:id w:val="2113162889"/>
                    <w:placeholder>
                      <w:docPart w:val="BF2E692DD85B44588F07256B885519BB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2324" w:type="pct"/>
                        <w:gridSpan w:val="4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B75AEE" w:rsidRDefault="00B75AEE" w:rsidP="00EB1272">
                        <w:pPr>
                          <w:spacing w:line="240" w:lineRule="exact"/>
                          <w:rPr>
                            <w:b/>
                            <w:color w:val="000000"/>
                            <w:sz w:val="14"/>
                          </w:rPr>
                        </w:pPr>
                        <w:r>
                          <w:rPr>
                            <w:b/>
                            <w:color w:val="000000"/>
                            <w:sz w:val="14"/>
                          </w:rPr>
                          <w:t>Artikel</w:t>
                        </w:r>
                      </w:p>
                    </w:tc>
                  </w:sdtContent>
                </w:sdt>
                <w:sdt>
                  <w:sdtPr>
                    <w:rPr>
                      <w:b/>
                      <w:color w:val="000000"/>
                      <w:sz w:val="14"/>
                    </w:rPr>
                    <w:id w:val="916366256"/>
                    <w:placeholder>
                      <w:docPart w:val="EAE1BE2C641344A397203E20EE84D116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775" w:type="pct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B75AEE" w:rsidRDefault="00B75AEE" w:rsidP="00EB1272">
                        <w:pPr>
                          <w:spacing w:line="240" w:lineRule="exact"/>
                          <w:rPr>
                            <w:b/>
                            <w:color w:val="000000"/>
                            <w:sz w:val="14"/>
                          </w:rPr>
                        </w:pPr>
                        <w:r>
                          <w:rPr>
                            <w:b/>
                            <w:color w:val="000000"/>
                            <w:sz w:val="14"/>
                          </w:rPr>
                          <w:t>Art.nr</w:t>
                        </w:r>
                        <w:r w:rsidRPr="00F702B5">
                          <w:rPr>
                            <w:rStyle w:val="Platzhaltertext"/>
                          </w:rPr>
                          <w:t>.</w:t>
                        </w:r>
                      </w:p>
                    </w:tc>
                  </w:sdtContent>
                </w:sdt>
                <w:sdt>
                  <w:sdtPr>
                    <w:rPr>
                      <w:b/>
                      <w:color w:val="000000"/>
                      <w:sz w:val="14"/>
                    </w:rPr>
                    <w:id w:val="84119334"/>
                    <w:placeholder>
                      <w:docPart w:val="1553EC919FA84C0AAB42B702E3B3FC71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493" w:type="pct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B75AEE" w:rsidRDefault="00B75AEE" w:rsidP="00EB1272">
                        <w:pPr>
                          <w:spacing w:line="240" w:lineRule="exact"/>
                          <w:rPr>
                            <w:b/>
                            <w:color w:val="000000"/>
                            <w:sz w:val="14"/>
                          </w:rPr>
                        </w:pPr>
                        <w:r>
                          <w:rPr>
                            <w:b/>
                            <w:color w:val="000000"/>
                            <w:sz w:val="14"/>
                          </w:rPr>
                          <w:t>Menge</w:t>
                        </w:r>
                      </w:p>
                    </w:tc>
                  </w:sdtContent>
                </w:sdt>
                <w:sdt>
                  <w:sdtPr>
                    <w:rPr>
                      <w:b/>
                      <w:color w:val="000000"/>
                      <w:sz w:val="14"/>
                    </w:rPr>
                    <w:id w:val="340364868"/>
                    <w:placeholder>
                      <w:docPart w:val="D974F04C315443DA9FA8FFB235374332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423" w:type="pct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B75AEE" w:rsidRDefault="00B75AEE" w:rsidP="00EB1272">
                        <w:pPr>
                          <w:spacing w:line="240" w:lineRule="exact"/>
                          <w:rPr>
                            <w:b/>
                            <w:color w:val="000000"/>
                            <w:sz w:val="14"/>
                          </w:rPr>
                        </w:pPr>
                        <w:r>
                          <w:rPr>
                            <w:b/>
                            <w:color w:val="000000"/>
                            <w:sz w:val="14"/>
                          </w:rPr>
                          <w:t>Einheit</w:t>
                        </w:r>
                      </w:p>
                    </w:tc>
                  </w:sdtContent>
                </w:sdt>
                <w:sdt>
                  <w:sdtPr>
                    <w:rPr>
                      <w:b/>
                      <w:color w:val="000000"/>
                      <w:sz w:val="14"/>
                    </w:rPr>
                    <w:id w:val="690725059"/>
                    <w:placeholder>
                      <w:docPart w:val="2B23EBDC9EB642B7B82B819D1B734C3E"/>
                    </w:placeholder>
                    <w:showingPlcHdr/>
                    <w:text/>
                  </w:sdtPr>
                  <w:sdtEndPr/>
                  <w:sdtContent>
                    <w:tc>
                      <w:tcPr>
                        <w:tcW w:w="56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bottom"/>
                      </w:tcPr>
                      <w:p w:rsidR="00B75AEE" w:rsidRDefault="00B75AEE" w:rsidP="00EB1272">
                        <w:pPr>
                          <w:spacing w:line="240" w:lineRule="exact"/>
                          <w:rPr>
                            <w:b/>
                            <w:color w:val="000000"/>
                            <w:sz w:val="14"/>
                          </w:rPr>
                        </w:pPr>
                        <w:r>
                          <w:rPr>
                            <w:b/>
                            <w:color w:val="000000"/>
                            <w:sz w:val="14"/>
                          </w:rPr>
                          <w:t>Preis</w:t>
                        </w:r>
                      </w:p>
                    </w:tc>
                  </w:sdtContent>
                </w:sdt>
              </w:tr>
            </w:sdtContent>
          </w:sdt>
        </w:sdtContent>
      </w:sdt>
      <w:bookmarkEnd w:id="0"/>
    </w:tbl>
    <w:p w:rsidR="00800F90" w:rsidRPr="00800F90" w:rsidRDefault="00800F90">
      <w:pPr>
        <w:rPr>
          <w:sz w:val="2"/>
          <w:szCs w:val="2"/>
        </w:rPr>
      </w:pPr>
    </w:p>
    <w:p w:rsidR="002C096C" w:rsidRDefault="002C096C">
      <w:pPr>
        <w:spacing w:line="240" w:lineRule="exact"/>
        <w:ind w:left="57"/>
      </w:pPr>
    </w:p>
    <w:p w:rsidR="00ED4C52" w:rsidRDefault="00E608A7">
      <w:pPr>
        <w:spacing w:line="240" w:lineRule="exact"/>
        <w:ind w:left="57"/>
      </w:pPr>
      <w:r>
        <w:t>Mit freundlichen Grüßen</w:t>
      </w:r>
    </w:p>
    <w:p w:rsidR="00ED4C52" w:rsidRDefault="00ED4C52">
      <w:pPr>
        <w:ind w:left="57"/>
      </w:pPr>
    </w:p>
    <w:sdt>
      <w:sdtPr>
        <w:id w:val="-1015618769"/>
        <w:placeholder>
          <w:docPart w:val="41B8818AD686480283D87C8374AC442E"/>
        </w:placeholder>
        <w:showingPlcHdr/>
        <w:text/>
      </w:sdtPr>
      <w:sdtEndPr/>
      <w:sdtContent>
        <w:p w:rsidR="00ED4C52" w:rsidRDefault="00800F90">
          <w:pPr>
            <w:ind w:left="57"/>
          </w:pPr>
          <w:r w:rsidRPr="00F5321C">
            <w:rPr>
              <w:rStyle w:val="Platzhaltertext"/>
            </w:rPr>
            <w:t>Klicken Sie hier, um Text einzugeben.</w:t>
          </w:r>
        </w:p>
      </w:sdtContent>
    </w:sdt>
    <w:p w:rsidR="00ED4C52" w:rsidRDefault="00ED4C52">
      <w:pPr>
        <w:ind w:left="57"/>
      </w:pPr>
    </w:p>
    <w:sdt>
      <w:sdtPr>
        <w:id w:val="-368218983"/>
        <w:placeholder>
          <w:docPart w:val="E6884131D9CB4C34B7C014B3AE8836C8"/>
        </w:placeholder>
        <w:showingPlcHdr/>
      </w:sdtPr>
      <w:sdtEndPr/>
      <w:sdtContent>
        <w:p w:rsidR="00ED4C52" w:rsidRDefault="00800F90">
          <w:pPr>
            <w:ind w:left="57"/>
          </w:pPr>
          <w:r w:rsidRPr="00F5321C">
            <w:rPr>
              <w:rStyle w:val="Platzhaltertext"/>
            </w:rPr>
            <w:t>Klicken Sie hier, um Text einzugeben.</w:t>
          </w:r>
        </w:p>
      </w:sdtContent>
    </w:sdt>
    <w:p w:rsidR="00520361" w:rsidRDefault="00520361">
      <w:pPr>
        <w:ind w:left="57"/>
        <w:rPr>
          <w:b/>
          <w:sz w:val="16"/>
        </w:rPr>
      </w:pPr>
    </w:p>
    <w:sectPr w:rsidR="00520361">
      <w:footerReference w:type="default" r:id="rId7"/>
      <w:headerReference w:type="first" r:id="rId8"/>
      <w:footerReference w:type="first" r:id="rId9"/>
      <w:type w:val="continuous"/>
      <w:pgSz w:w="11907" w:h="16840" w:code="9"/>
      <w:pgMar w:top="567" w:right="851" w:bottom="1134" w:left="1361" w:header="851" w:footer="1021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29E" w:rsidRDefault="00EF329E">
      <w:r>
        <w:separator/>
      </w:r>
    </w:p>
  </w:endnote>
  <w:endnote w:type="continuationSeparator" w:id="0">
    <w:p w:rsidR="00EF329E" w:rsidRDefault="00EF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C52" w:rsidRDefault="00E608A7">
    <w:pPr>
      <w:pStyle w:val="Fuzeile"/>
      <w:jc w:val="right"/>
    </w:pPr>
    <w:r>
      <w:rPr>
        <w:snapToGrid w:val="0"/>
      </w:rPr>
      <w:t xml:space="preserve">Seite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800F90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von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800F90">
      <w:rPr>
        <w:noProof/>
        <w:snapToGrid w:val="0"/>
      </w:rPr>
      <w:t>1</w:t>
    </w:r>
    <w:r>
      <w:rPr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C52" w:rsidRDefault="00E608A7">
    <w:pPr>
      <w:pStyle w:val="Fuzeile"/>
      <w:jc w:val="both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29E" w:rsidRDefault="00EF329E">
      <w:r>
        <w:separator/>
      </w:r>
    </w:p>
  </w:footnote>
  <w:footnote w:type="continuationSeparator" w:id="0">
    <w:p w:rsidR="00EF329E" w:rsidRDefault="00EF3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C52" w:rsidRDefault="00520361">
    <w:pPr>
      <w:tabs>
        <w:tab w:val="right" w:pos="9639"/>
      </w:tabs>
    </w:pPr>
    <w:r>
      <w:rPr>
        <w:noProof/>
        <w:lang w:eastAsia="ja-JP"/>
      </w:rPr>
      <w:drawing>
        <wp:anchor distT="0" distB="0" distL="114300" distR="114300" simplePos="0" relativeHeight="251659264" behindDoc="0" locked="0" layoutInCell="0" allowOverlap="1" wp14:anchorId="4D542E48" wp14:editId="31804D8F">
          <wp:simplePos x="0" y="0"/>
          <wp:positionH relativeFrom="column">
            <wp:posOffset>5530850</wp:posOffset>
          </wp:positionH>
          <wp:positionV relativeFrom="paragraph">
            <wp:posOffset>-314325</wp:posOffset>
          </wp:positionV>
          <wp:extent cx="694690" cy="687705"/>
          <wp:effectExtent l="0" t="0" r="0" b="0"/>
          <wp:wrapSquare wrapText="bothSides"/>
          <wp:docPr id="1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3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4C52" w:rsidRDefault="00ED4C52">
    <w:pPr>
      <w:tabs>
        <w:tab w:val="right" w:pos="9639"/>
      </w:tabs>
    </w:pPr>
  </w:p>
  <w:p w:rsidR="00ED4C52" w:rsidRDefault="00ED4C52">
    <w:pPr>
      <w:tabs>
        <w:tab w:val="right" w:pos="9639"/>
      </w:tabs>
    </w:pPr>
  </w:p>
  <w:p w:rsidR="00ED4C52" w:rsidRDefault="00ED4C52">
    <w:pPr>
      <w:tabs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0E63670"/>
    <w:lvl w:ilvl="0">
      <w:start w:val="1"/>
      <w:numFmt w:val="decimal"/>
      <w:pStyle w:val="berschrift1"/>
      <w:lvlText w:val="%1"/>
      <w:legacy w:legacy="1" w:legacySpace="144" w:legacyIndent="907"/>
      <w:lvlJc w:val="left"/>
      <w:pPr>
        <w:ind w:left="1134" w:hanging="907"/>
      </w:p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C473BE0"/>
    <w:multiLevelType w:val="hybridMultilevel"/>
    <w:tmpl w:val="7FB83E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C57B8"/>
    <w:multiLevelType w:val="singleLevel"/>
    <w:tmpl w:val="4ACE285A"/>
    <w:lvl w:ilvl="0">
      <w:start w:val="1"/>
      <w:numFmt w:val="bullet"/>
      <w:pStyle w:val="Bullet3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044A72"/>
    <w:multiLevelType w:val="singleLevel"/>
    <w:tmpl w:val="B70E39AE"/>
    <w:lvl w:ilvl="0">
      <w:start w:val="1"/>
      <w:numFmt w:val="bullet"/>
      <w:pStyle w:val="Bullet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3F54FA7"/>
    <w:multiLevelType w:val="hybridMultilevel"/>
    <w:tmpl w:val="19EA75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463A3"/>
    <w:multiLevelType w:val="singleLevel"/>
    <w:tmpl w:val="7C7CFE96"/>
    <w:lvl w:ilvl="0">
      <w:start w:val="1"/>
      <w:numFmt w:val="bullet"/>
      <w:pStyle w:val="Bullet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7D09D5"/>
    <w:multiLevelType w:val="hybridMultilevel"/>
    <w:tmpl w:val="D12050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87C7A"/>
    <w:multiLevelType w:val="hybridMultilevel"/>
    <w:tmpl w:val="29BEE6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115EB"/>
    <w:multiLevelType w:val="singleLevel"/>
    <w:tmpl w:val="5764F78E"/>
    <w:lvl w:ilvl="0">
      <w:start w:val="1"/>
      <w:numFmt w:val="bullet"/>
      <w:pStyle w:val="Bullet4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9" w15:restartNumberingAfterBreak="0">
    <w:nsid w:val="7BE300B1"/>
    <w:multiLevelType w:val="singleLevel"/>
    <w:tmpl w:val="C7CA4CC4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61"/>
    <w:rsid w:val="002A7AE7"/>
    <w:rsid w:val="002C096C"/>
    <w:rsid w:val="003C66BE"/>
    <w:rsid w:val="00520361"/>
    <w:rsid w:val="00670BE8"/>
    <w:rsid w:val="006B4325"/>
    <w:rsid w:val="007B1CE9"/>
    <w:rsid w:val="00800F90"/>
    <w:rsid w:val="008A0294"/>
    <w:rsid w:val="009419B6"/>
    <w:rsid w:val="00AE2412"/>
    <w:rsid w:val="00B35F10"/>
    <w:rsid w:val="00B4095B"/>
    <w:rsid w:val="00B75AEE"/>
    <w:rsid w:val="00BC5FBF"/>
    <w:rsid w:val="00C23D3A"/>
    <w:rsid w:val="00C374E9"/>
    <w:rsid w:val="00D31C11"/>
    <w:rsid w:val="00E608A7"/>
    <w:rsid w:val="00EB1272"/>
    <w:rsid w:val="00ED4C52"/>
    <w:rsid w:val="00E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F1CE1E7-240D-43A9-82A7-68B12DF53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6"/>
      </w:numPr>
      <w:spacing w:before="113" w:after="113"/>
      <w:ind w:hanging="1134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7"/>
      </w:numPr>
      <w:spacing w:before="113" w:after="113"/>
      <w:ind w:left="1134" w:hanging="1134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8"/>
      </w:numPr>
      <w:spacing w:before="113" w:after="113"/>
      <w:ind w:left="1134" w:hanging="1134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9"/>
      </w:numPr>
      <w:spacing w:before="113" w:after="113"/>
      <w:ind w:left="1134" w:hanging="1134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0"/>
      </w:numPr>
      <w:spacing w:before="113" w:after="113"/>
      <w:ind w:left="1134" w:hanging="1134"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spacing w:line="141" w:lineRule="atLeast"/>
      <w:outlineLvl w:val="5"/>
    </w:pPr>
    <w:rPr>
      <w:b/>
      <w:color w:val="000000"/>
      <w:sz w:val="20"/>
    </w:rPr>
  </w:style>
  <w:style w:type="paragraph" w:styleId="berschrift7">
    <w:name w:val="heading 7"/>
    <w:basedOn w:val="Standard"/>
    <w:next w:val="Standard"/>
    <w:qFormat/>
    <w:pPr>
      <w:keepNext/>
      <w:spacing w:line="141" w:lineRule="atLeast"/>
      <w:outlineLvl w:val="6"/>
    </w:pPr>
    <w:rPr>
      <w:b/>
      <w:color w:val="000000"/>
      <w:sz w:val="28"/>
    </w:rPr>
  </w:style>
  <w:style w:type="paragraph" w:styleId="berschrift8">
    <w:name w:val="heading 8"/>
    <w:basedOn w:val="Standard"/>
    <w:next w:val="Standard"/>
    <w:qFormat/>
    <w:pPr>
      <w:keepNext/>
      <w:spacing w:line="141" w:lineRule="atLeast"/>
      <w:outlineLvl w:val="7"/>
    </w:pPr>
    <w:rPr>
      <w:b/>
      <w:sz w:val="36"/>
    </w:rPr>
  </w:style>
  <w:style w:type="paragraph" w:styleId="berschrift9">
    <w:name w:val="heading 9"/>
    <w:basedOn w:val="Standard"/>
    <w:next w:val="Standard"/>
    <w:qFormat/>
    <w:pPr>
      <w:keepNext/>
      <w:spacing w:line="141" w:lineRule="atLeast"/>
      <w:jc w:val="center"/>
      <w:outlineLvl w:val="8"/>
    </w:pPr>
    <w:rPr>
      <w:b/>
      <w:color w:val="000000"/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Num">
    <w:name w:val="Aufzähl.Num"/>
    <w:pPr>
      <w:ind w:left="283" w:hanging="283"/>
    </w:pPr>
    <w:rPr>
      <w:rFonts w:ascii="Arial" w:hAnsi="Arial"/>
      <w:color w:val="000000"/>
      <w:sz w:val="24"/>
    </w:rPr>
  </w:style>
  <w:style w:type="paragraph" w:customStyle="1" w:styleId="AufzhlNum1">
    <w:name w:val="Aufzähl.Num1"/>
    <w:pPr>
      <w:tabs>
        <w:tab w:val="left" w:pos="283"/>
      </w:tabs>
      <w:ind w:left="454" w:hanging="284"/>
    </w:pPr>
    <w:rPr>
      <w:rFonts w:ascii="Arial" w:hAnsi="Arial"/>
      <w:color w:val="000000"/>
      <w:sz w:val="24"/>
    </w:rPr>
  </w:style>
  <w:style w:type="paragraph" w:customStyle="1" w:styleId="Betreff">
    <w:name w:val="Betreff"/>
    <w:rPr>
      <w:rFonts w:ascii="Arial" w:hAnsi="Arial"/>
      <w:b/>
      <w:color w:val="000000"/>
      <w:sz w:val="24"/>
    </w:rPr>
  </w:style>
  <w:style w:type="paragraph" w:customStyle="1" w:styleId="Bullet1">
    <w:name w:val="Bullet 1"/>
    <w:basedOn w:val="Standard"/>
    <w:pPr>
      <w:numPr>
        <w:numId w:val="1"/>
      </w:numPr>
    </w:pPr>
  </w:style>
  <w:style w:type="paragraph" w:customStyle="1" w:styleId="Bullet2">
    <w:name w:val="Bullet 2"/>
    <w:basedOn w:val="Bullet1"/>
    <w:pPr>
      <w:numPr>
        <w:numId w:val="2"/>
      </w:numPr>
    </w:pPr>
  </w:style>
  <w:style w:type="paragraph" w:customStyle="1" w:styleId="Bullet3">
    <w:name w:val="Bullet 3"/>
    <w:basedOn w:val="Bullet2"/>
    <w:pPr>
      <w:numPr>
        <w:numId w:val="3"/>
      </w:numPr>
    </w:pPr>
  </w:style>
  <w:style w:type="paragraph" w:customStyle="1" w:styleId="Bullet4">
    <w:name w:val="Bullet 4"/>
    <w:basedOn w:val="Bullet3"/>
    <w:pPr>
      <w:numPr>
        <w:numId w:val="4"/>
      </w:numPr>
    </w:pPr>
  </w:style>
  <w:style w:type="paragraph" w:customStyle="1" w:styleId="Bullet5">
    <w:name w:val="Bullet 5"/>
    <w:basedOn w:val="Bullet4"/>
    <w:pPr>
      <w:numPr>
        <w:numId w:val="5"/>
      </w:numPr>
    </w:pPr>
  </w:style>
  <w:style w:type="paragraph" w:styleId="Fuzeile">
    <w:name w:val="footer"/>
    <w:basedOn w:val="Standard"/>
    <w:semiHidden/>
    <w:pPr>
      <w:tabs>
        <w:tab w:val="right" w:pos="9639"/>
      </w:tabs>
    </w:pPr>
    <w:rPr>
      <w:sz w:val="16"/>
    </w:r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TabellenText">
    <w:name w:val="Tabellen Text"/>
    <w:pPr>
      <w:tabs>
        <w:tab w:val="left" w:pos="283"/>
        <w:tab w:val="left" w:pos="850"/>
      </w:tabs>
      <w:spacing w:before="20" w:after="40"/>
      <w:ind w:left="57"/>
    </w:pPr>
    <w:rPr>
      <w:rFonts w:ascii="Arial" w:hAnsi="Arial"/>
      <w:color w:val="000000"/>
    </w:rPr>
  </w:style>
  <w:style w:type="paragraph" w:customStyle="1" w:styleId="Text8">
    <w:name w:val="Text 8"/>
    <w:rPr>
      <w:rFonts w:ascii="Arial" w:hAnsi="Arial"/>
      <w:color w:val="000000"/>
      <w:sz w:val="16"/>
    </w:rPr>
  </w:style>
  <w:style w:type="character" w:styleId="Platzhaltertext">
    <w:name w:val="Placeholder Text"/>
    <w:basedOn w:val="Absatz-Standardschriftart"/>
    <w:uiPriority w:val="99"/>
    <w:semiHidden/>
    <w:rsid w:val="00800F90"/>
    <w:rPr>
      <w:color w:val="808080"/>
    </w:rPr>
  </w:style>
  <w:style w:type="paragraph" w:styleId="Listenabsatz">
    <w:name w:val="List Paragraph"/>
    <w:basedOn w:val="Standard"/>
    <w:uiPriority w:val="34"/>
    <w:qFormat/>
    <w:rsid w:val="00800F90"/>
    <w:pPr>
      <w:ind w:left="720"/>
      <w:contextualSpacing/>
    </w:pPr>
  </w:style>
  <w:style w:type="table" w:styleId="Tabellenraster">
    <w:name w:val="Table Grid"/>
    <w:basedOn w:val="NormaleTabelle"/>
    <w:uiPriority w:val="39"/>
    <w:rsid w:val="00B75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igene%20Dateien\Wacker_Vorlagen\Hauptverwaltung%20Zentrale%20Dienste\EUREST%20%20%20%20%20%20Bestellung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1B8818AD686480283D87C8374AC44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0751C90-8B1D-43C0-8F7D-9063B3F426B9}"/>
      </w:docPartPr>
      <w:docPartBody>
        <w:p w:rsidR="00EF127B" w:rsidRDefault="00A70500" w:rsidP="00A70500">
          <w:pPr>
            <w:pStyle w:val="41B8818AD686480283D87C8374AC442E4"/>
          </w:pPr>
          <w:r w:rsidRPr="00F5321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6884131D9CB4C34B7C014B3AE8836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2460FBC-459B-42E4-848E-DA1144AAC159}"/>
      </w:docPartPr>
      <w:docPartBody>
        <w:p w:rsidR="00EF127B" w:rsidRDefault="00A70500" w:rsidP="00A70500">
          <w:pPr>
            <w:pStyle w:val="E6884131D9CB4C34B7C014B3AE8836C84"/>
          </w:pPr>
          <w:r w:rsidRPr="00F5321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DAC4115C5064A64808EAC44A2E52D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774AB-9D0F-4A37-B647-E38F21937FEC}"/>
      </w:docPartPr>
      <w:docPartBody>
        <w:p w:rsidR="00044945" w:rsidRDefault="00A70500" w:rsidP="00A70500">
          <w:pPr>
            <w:pStyle w:val="ADAC4115C5064A64808EAC44A2E52DA8"/>
          </w:pPr>
          <w:r>
            <w:rPr>
              <w:rStyle w:val="Platzhaltertext"/>
            </w:rPr>
            <w:t>Best.datum</w:t>
          </w:r>
          <w:r w:rsidRPr="00F5321C">
            <w:rPr>
              <w:rStyle w:val="Platzhaltertext"/>
            </w:rPr>
            <w:t>.</w:t>
          </w:r>
        </w:p>
      </w:docPartBody>
    </w:docPart>
    <w:docPart>
      <w:docPartPr>
        <w:name w:val="88246633D7CC4888B621943A7D6358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628F3D-4F31-472E-AE8F-BCDCE6F85AA2}"/>
      </w:docPartPr>
      <w:docPartBody>
        <w:p w:rsidR="00044945" w:rsidRDefault="00A70500" w:rsidP="00A70500">
          <w:pPr>
            <w:pStyle w:val="88246633D7CC4888B621943A7D6358E3"/>
          </w:pPr>
          <w:r w:rsidRPr="00F5321C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795EDAF474F485FA7D87C0987E2B2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6416F49-CE78-4270-810A-83E1F33DA1E7}"/>
      </w:docPartPr>
      <w:docPartBody>
        <w:p w:rsidR="00044945" w:rsidRDefault="00A70500" w:rsidP="00A70500">
          <w:pPr>
            <w:pStyle w:val="7795EDAF474F485FA7D87C0987E2B24C"/>
          </w:pPr>
          <w:r w:rsidRPr="00F702B5">
            <w:rPr>
              <w:rStyle w:val="Platzhaltertext"/>
            </w:rPr>
            <w:t>Geben Sie alle Inhalte ein, die wiederholt werden sollen – einschließlich anderer Inhaltssteuerelemente. Sie können auch dieses Steuerelement um Tabellenzeilen herum einfügen, um Teile einer Tabelle zu wiederholen.</w:t>
          </w:r>
        </w:p>
      </w:docPartBody>
    </w:docPart>
    <w:docPart>
      <w:docPartPr>
        <w:name w:val="BF2E692DD85B44588F07256B885519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FB0F36A-C2B2-4E7A-8EFC-B3C5F594692A}"/>
      </w:docPartPr>
      <w:docPartBody>
        <w:p w:rsidR="00044945" w:rsidRDefault="00A70500" w:rsidP="00A70500">
          <w:pPr>
            <w:pStyle w:val="BF2E692DD85B44588F07256B885519BB"/>
          </w:pPr>
          <w:r>
            <w:rPr>
              <w:b/>
              <w:color w:val="000000"/>
              <w:sz w:val="14"/>
            </w:rPr>
            <w:t>Artikel</w:t>
          </w:r>
        </w:p>
      </w:docPartBody>
    </w:docPart>
    <w:docPart>
      <w:docPartPr>
        <w:name w:val="EAE1BE2C641344A397203E20EE84D11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7A7A0A-8197-4019-8EFF-A20073AAB7DE}"/>
      </w:docPartPr>
      <w:docPartBody>
        <w:p w:rsidR="00044945" w:rsidRDefault="00A70500" w:rsidP="00A70500">
          <w:pPr>
            <w:pStyle w:val="EAE1BE2C641344A397203E20EE84D116"/>
          </w:pPr>
          <w:r>
            <w:rPr>
              <w:b/>
              <w:color w:val="000000"/>
              <w:sz w:val="14"/>
            </w:rPr>
            <w:t>Art.nr</w:t>
          </w:r>
          <w:r w:rsidRPr="00F702B5">
            <w:rPr>
              <w:rStyle w:val="Platzhaltertext"/>
            </w:rPr>
            <w:t>.</w:t>
          </w:r>
        </w:p>
      </w:docPartBody>
    </w:docPart>
    <w:docPart>
      <w:docPartPr>
        <w:name w:val="1553EC919FA84C0AAB42B702E3B3FC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DA09EDC-13AC-475C-880A-602430103D8D}"/>
      </w:docPartPr>
      <w:docPartBody>
        <w:p w:rsidR="00044945" w:rsidRDefault="00A70500" w:rsidP="00A70500">
          <w:pPr>
            <w:pStyle w:val="1553EC919FA84C0AAB42B702E3B3FC71"/>
          </w:pPr>
          <w:r>
            <w:rPr>
              <w:b/>
              <w:color w:val="000000"/>
              <w:sz w:val="14"/>
            </w:rPr>
            <w:t>Menge</w:t>
          </w:r>
        </w:p>
      </w:docPartBody>
    </w:docPart>
    <w:docPart>
      <w:docPartPr>
        <w:name w:val="D974F04C315443DA9FA8FFB2353743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FD5C575-F3FC-491C-9118-3B4E2D5DE9CD}"/>
      </w:docPartPr>
      <w:docPartBody>
        <w:p w:rsidR="00044945" w:rsidRDefault="00A70500" w:rsidP="00A70500">
          <w:pPr>
            <w:pStyle w:val="D974F04C315443DA9FA8FFB235374332"/>
          </w:pPr>
          <w:r>
            <w:rPr>
              <w:b/>
              <w:color w:val="000000"/>
              <w:sz w:val="14"/>
            </w:rPr>
            <w:t>Einheit</w:t>
          </w:r>
        </w:p>
      </w:docPartBody>
    </w:docPart>
    <w:docPart>
      <w:docPartPr>
        <w:name w:val="2B23EBDC9EB642B7B82B819D1B734C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0B51BF-53C5-45A3-A089-288F3193A02B}"/>
      </w:docPartPr>
      <w:docPartBody>
        <w:p w:rsidR="00044945" w:rsidRDefault="00A70500" w:rsidP="00A70500">
          <w:pPr>
            <w:pStyle w:val="2B23EBDC9EB642B7B82B819D1B734C3E"/>
          </w:pPr>
          <w:r>
            <w:rPr>
              <w:b/>
              <w:color w:val="000000"/>
              <w:sz w:val="14"/>
            </w:rPr>
            <w:t>Preis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6BD"/>
    <w:rsid w:val="00044945"/>
    <w:rsid w:val="000C74FF"/>
    <w:rsid w:val="00111DCA"/>
    <w:rsid w:val="002549CF"/>
    <w:rsid w:val="00395AF7"/>
    <w:rsid w:val="00607F7F"/>
    <w:rsid w:val="006C4A9A"/>
    <w:rsid w:val="007F67A1"/>
    <w:rsid w:val="00A70500"/>
    <w:rsid w:val="00AC337D"/>
    <w:rsid w:val="00B82CAE"/>
    <w:rsid w:val="00E036BD"/>
    <w:rsid w:val="00E05D14"/>
    <w:rsid w:val="00EF127B"/>
    <w:rsid w:val="00F6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70500"/>
    <w:rPr>
      <w:color w:val="808080"/>
    </w:rPr>
  </w:style>
  <w:style w:type="paragraph" w:customStyle="1" w:styleId="7B24888BC06A4300B14C40FB1E37002F">
    <w:name w:val="7B24888BC06A4300B14C40FB1E37002F"/>
    <w:rsid w:val="00E036BD"/>
  </w:style>
  <w:style w:type="paragraph" w:customStyle="1" w:styleId="046806FF73FC4448AD91BF928E4135F9">
    <w:name w:val="046806FF73FC4448AD91BF928E4135F9"/>
    <w:rsid w:val="00E036BD"/>
  </w:style>
  <w:style w:type="paragraph" w:customStyle="1" w:styleId="287410C336CB4381A531B250C60C9E2D">
    <w:name w:val="287410C336CB4381A531B250C60C9E2D"/>
    <w:rsid w:val="00E036BD"/>
  </w:style>
  <w:style w:type="paragraph" w:customStyle="1" w:styleId="4859D6F701AB43E3AAEF79C0A411A23D">
    <w:name w:val="4859D6F701AB43E3AAEF79C0A411A23D"/>
    <w:rsid w:val="00E036BD"/>
  </w:style>
  <w:style w:type="paragraph" w:customStyle="1" w:styleId="E894BBA0D9804158AA627D7054B64E44">
    <w:name w:val="E894BBA0D9804158AA627D7054B64E44"/>
    <w:rsid w:val="00E036BD"/>
  </w:style>
  <w:style w:type="paragraph" w:customStyle="1" w:styleId="237212E8E9194B94AAC64ECC06BEF128">
    <w:name w:val="237212E8E9194B94AAC64ECC06BEF128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22B84ED870E44D64A7BC84A656205D3A">
    <w:name w:val="22B84ED870E44D64A7BC84A656205D3A"/>
    <w:rsid w:val="007F67A1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CC48DD108C2C41D1AAF84B5F793FC865">
    <w:name w:val="CC48DD108C2C41D1AAF84B5F793FC865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1F2EE88ED014DFFBD6DDF10710E296F">
    <w:name w:val="81F2EE88ED014DFFBD6DDF10710E296F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1BA78D05D8BA4E82AB3AE042C710C339">
    <w:name w:val="1BA78D05D8BA4E82AB3AE042C710C339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EEA26C87DB24716ADFE03EEBD2EA187">
    <w:name w:val="EEEA26C87DB24716ADFE03EEBD2EA187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CEFA58D07694F1AAAD092E54CCF650C">
    <w:name w:val="BCEFA58D07694F1AAAD092E54CCF650C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41B8818AD686480283D87C8374AC442E">
    <w:name w:val="41B8818AD686480283D87C8374AC442E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6884131D9CB4C34B7C014B3AE8836C8">
    <w:name w:val="E6884131D9CB4C34B7C014B3AE8836C8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237212E8E9194B94AAC64ECC06BEF1281">
    <w:name w:val="237212E8E9194B94AAC64ECC06BEF1281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22B84ED870E44D64A7BC84A656205D3A1">
    <w:name w:val="22B84ED870E44D64A7BC84A656205D3A1"/>
    <w:rsid w:val="007F67A1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CC48DD108C2C41D1AAF84B5F793FC8651">
    <w:name w:val="CC48DD108C2C41D1AAF84B5F793FC8651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1F2EE88ED014DFFBD6DDF10710E296F1">
    <w:name w:val="81F2EE88ED014DFFBD6DDF10710E296F1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1BA78D05D8BA4E82AB3AE042C710C3391">
    <w:name w:val="1BA78D05D8BA4E82AB3AE042C710C3391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EEA26C87DB24716ADFE03EEBD2EA1871">
    <w:name w:val="EEEA26C87DB24716ADFE03EEBD2EA1871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CEFA58D07694F1AAAD092E54CCF650C1">
    <w:name w:val="BCEFA58D07694F1AAAD092E54CCF650C1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41B8818AD686480283D87C8374AC442E1">
    <w:name w:val="41B8818AD686480283D87C8374AC442E1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6884131D9CB4C34B7C014B3AE8836C81">
    <w:name w:val="E6884131D9CB4C34B7C014B3AE8836C81"/>
    <w:rsid w:val="007F67A1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54C3BBA7C9841E3A0057B6AE089C03E">
    <w:name w:val="854C3BBA7C9841E3A0057B6AE089C03E"/>
    <w:rsid w:val="00EF127B"/>
    <w:rPr>
      <w:lang w:eastAsia="ja-JP"/>
    </w:rPr>
  </w:style>
  <w:style w:type="paragraph" w:customStyle="1" w:styleId="E97BBF93A5B848DB931F2F1CA7C57CA2">
    <w:name w:val="E97BBF93A5B848DB931F2F1CA7C57CA2"/>
    <w:rsid w:val="00EF127B"/>
    <w:rPr>
      <w:lang w:eastAsia="ja-JP"/>
    </w:rPr>
  </w:style>
  <w:style w:type="paragraph" w:customStyle="1" w:styleId="8160D2332C90454EA2A0C180B482E6AE">
    <w:name w:val="8160D2332C90454EA2A0C180B482E6AE"/>
    <w:rsid w:val="00EF127B"/>
    <w:rPr>
      <w:lang w:eastAsia="ja-JP"/>
    </w:rPr>
  </w:style>
  <w:style w:type="paragraph" w:customStyle="1" w:styleId="7B6CC39C7F2046A1B6895D88E4A73ADE">
    <w:name w:val="7B6CC39C7F2046A1B6895D88E4A73ADE"/>
    <w:rsid w:val="00EF127B"/>
    <w:rPr>
      <w:lang w:eastAsia="ja-JP"/>
    </w:rPr>
  </w:style>
  <w:style w:type="paragraph" w:customStyle="1" w:styleId="FE690D88B65A48D1954AB36684FB3526">
    <w:name w:val="FE690D88B65A48D1954AB36684FB3526"/>
    <w:rsid w:val="00EF127B"/>
    <w:rPr>
      <w:lang w:eastAsia="ja-JP"/>
    </w:rPr>
  </w:style>
  <w:style w:type="paragraph" w:customStyle="1" w:styleId="4F15695451164B8BA0CAEC6A5BDB86DB">
    <w:name w:val="4F15695451164B8BA0CAEC6A5BDB86DB"/>
    <w:rsid w:val="00EF127B"/>
    <w:rPr>
      <w:lang w:eastAsia="ja-JP"/>
    </w:rPr>
  </w:style>
  <w:style w:type="paragraph" w:customStyle="1" w:styleId="237212E8E9194B94AAC64ECC06BEF1282">
    <w:name w:val="237212E8E9194B94AAC64ECC06BEF1282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22B84ED870E44D64A7BC84A656205D3A2">
    <w:name w:val="22B84ED870E44D64A7BC84A656205D3A2"/>
    <w:rsid w:val="00A7050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D1B0EA4311F9417AA9E7F5541E60D8A2">
    <w:name w:val="D1B0EA4311F9417AA9E7F5541E60D8A2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AD071612C4E4037978BB680122DF30D">
    <w:name w:val="EAD071612C4E4037978BB680122DF30D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CB25274B288F4343A4480CCC333E929E">
    <w:name w:val="CB25274B288F4343A4480CCC333E929E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6F552F9216594930A226F283A1B7076C">
    <w:name w:val="6F552F9216594930A226F283A1B7076C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4F7EAB2066C47C7B285634F66CF2723">
    <w:name w:val="84F7EAB2066C47C7B285634F66CF2723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41B8818AD686480283D87C8374AC442E2">
    <w:name w:val="41B8818AD686480283D87C8374AC442E2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6884131D9CB4C34B7C014B3AE8836C82">
    <w:name w:val="E6884131D9CB4C34B7C014B3AE8836C82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237212E8E9194B94AAC64ECC06BEF1283">
    <w:name w:val="237212E8E9194B94AAC64ECC06BEF1283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22B84ED870E44D64A7BC84A656205D3A3">
    <w:name w:val="22B84ED870E44D64A7BC84A656205D3A3"/>
    <w:rsid w:val="00A7050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5816CEC5AAEA42C3AD42FC644085C871">
    <w:name w:val="5816CEC5AAEA42C3AD42FC644085C871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0D81FDDE2E214F6CB3864A6951B41147">
    <w:name w:val="0D81FDDE2E214F6CB3864A6951B41147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8D84B9EFF45D42C4A16787DD0B0B3579">
    <w:name w:val="8D84B9EFF45D42C4A16787DD0B0B3579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379B1235C1C547BCAB648A76F159F459">
    <w:name w:val="379B1235C1C547BCAB648A76F159F459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F105D1111B64B01A2F83C08DAFA0B68">
    <w:name w:val="BF105D1111B64B01A2F83C08DAFA0B68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41B8818AD686480283D87C8374AC442E3">
    <w:name w:val="41B8818AD686480283D87C8374AC442E3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6884131D9CB4C34B7C014B3AE8836C83">
    <w:name w:val="E6884131D9CB4C34B7C014B3AE8836C83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B101A74EA0BA45DE9CBC5FCD0C111FCE">
    <w:name w:val="B101A74EA0BA45DE9CBC5FCD0C111FCE"/>
    <w:rsid w:val="00A70500"/>
    <w:rPr>
      <w:lang w:eastAsia="ja-JP"/>
    </w:rPr>
  </w:style>
  <w:style w:type="paragraph" w:customStyle="1" w:styleId="39FFBBC9B7B1491587977669AC31B7C9">
    <w:name w:val="39FFBBC9B7B1491587977669AC31B7C9"/>
    <w:rsid w:val="00A70500"/>
    <w:rPr>
      <w:lang w:eastAsia="ja-JP"/>
    </w:rPr>
  </w:style>
  <w:style w:type="paragraph" w:customStyle="1" w:styleId="B101A74EA0BA45DE9CBC5FCD0C111FCE1">
    <w:name w:val="B101A74EA0BA45DE9CBC5FCD0C111FCE1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39FFBBC9B7B1491587977669AC31B7C91">
    <w:name w:val="39FFBBC9B7B1491587977669AC31B7C91"/>
    <w:rsid w:val="00A70500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CEF214A95F27458CA4F92C0713CAEF1C">
    <w:name w:val="CEF214A95F27458CA4F92C0713CAEF1C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32B2B801429C4E95A85871AA3F9B1695">
    <w:name w:val="32B2B801429C4E95A85871AA3F9B1695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00F426DC927A4A9BA54F1742BBE1FF98">
    <w:name w:val="00F426DC927A4A9BA54F1742BBE1FF98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D7E81D39FF9140B189EED8D95BD896F0">
    <w:name w:val="D7E81D39FF9140B189EED8D95BD896F0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08AA4F090B784A1499A912EE42FBAD20">
    <w:name w:val="08AA4F090B784A1499A912EE42FBAD20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41B8818AD686480283D87C8374AC442E4">
    <w:name w:val="41B8818AD686480283D87C8374AC442E4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E6884131D9CB4C34B7C014B3AE8836C84">
    <w:name w:val="E6884131D9CB4C34B7C014B3AE8836C84"/>
    <w:rsid w:val="00A7050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ADAC4115C5064A64808EAC44A2E52DA8">
    <w:name w:val="ADAC4115C5064A64808EAC44A2E52DA8"/>
    <w:rsid w:val="00A70500"/>
    <w:rPr>
      <w:lang w:eastAsia="ja-JP"/>
    </w:rPr>
  </w:style>
  <w:style w:type="paragraph" w:customStyle="1" w:styleId="88246633D7CC4888B621943A7D6358E3">
    <w:name w:val="88246633D7CC4888B621943A7D6358E3"/>
    <w:rsid w:val="00A70500"/>
    <w:rPr>
      <w:lang w:eastAsia="ja-JP"/>
    </w:rPr>
  </w:style>
  <w:style w:type="paragraph" w:customStyle="1" w:styleId="7795EDAF474F485FA7D87C0987E2B24C">
    <w:name w:val="7795EDAF474F485FA7D87C0987E2B24C"/>
    <w:rsid w:val="00A70500"/>
    <w:rPr>
      <w:lang w:eastAsia="ja-JP"/>
    </w:rPr>
  </w:style>
  <w:style w:type="paragraph" w:customStyle="1" w:styleId="BF2E692DD85B44588F07256B885519BB">
    <w:name w:val="BF2E692DD85B44588F07256B885519BB"/>
    <w:rsid w:val="00A70500"/>
    <w:rPr>
      <w:lang w:eastAsia="ja-JP"/>
    </w:rPr>
  </w:style>
  <w:style w:type="paragraph" w:customStyle="1" w:styleId="EAE1BE2C641344A397203E20EE84D116">
    <w:name w:val="EAE1BE2C641344A397203E20EE84D116"/>
    <w:rsid w:val="00A70500"/>
    <w:rPr>
      <w:lang w:eastAsia="ja-JP"/>
    </w:rPr>
  </w:style>
  <w:style w:type="paragraph" w:customStyle="1" w:styleId="1553EC919FA84C0AAB42B702E3B3FC71">
    <w:name w:val="1553EC919FA84C0AAB42B702E3B3FC71"/>
    <w:rsid w:val="00A70500"/>
    <w:rPr>
      <w:lang w:eastAsia="ja-JP"/>
    </w:rPr>
  </w:style>
  <w:style w:type="paragraph" w:customStyle="1" w:styleId="D974F04C315443DA9FA8FFB235374332">
    <w:name w:val="D974F04C315443DA9FA8FFB235374332"/>
    <w:rsid w:val="00A70500"/>
    <w:rPr>
      <w:lang w:eastAsia="ja-JP"/>
    </w:rPr>
  </w:style>
  <w:style w:type="paragraph" w:customStyle="1" w:styleId="2B23EBDC9EB642B7B82B819D1B734C3E">
    <w:name w:val="2B23EBDC9EB642B7B82B819D1B734C3E"/>
    <w:rsid w:val="00A70500"/>
    <w:rPr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EUREST      Bestellung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HV-07 Brief (deutsch) mit Logo</vt:lpstr>
    </vt:vector>
  </TitlesOfParts>
  <Company/>
  <LinksUpToDate>false</LinksUpToDate>
  <CharactersWithSpaces>485</CharactersWithSpaces>
  <SharedDoc>false</SharedDoc>
  <HLinks>
    <vt:vector size="6" baseType="variant">
      <vt:variant>
        <vt:i4>4063306</vt:i4>
      </vt:variant>
      <vt:variant>
        <vt:i4>5030</vt:i4>
      </vt:variant>
      <vt:variant>
        <vt:i4>1025</vt:i4>
      </vt:variant>
      <vt:variant>
        <vt:i4>1</vt:i4>
      </vt:variant>
      <vt:variant>
        <vt:lpwstr>A:\Eurest farbe.bmp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HV-07 Brief (deutsch) mit Logo</dc:title>
  <dc:subject/>
  <dc:creator>Rene Martin</dc:creator>
  <cp:keywords/>
  <dc:description/>
  <cp:lastModifiedBy>Trainer Trainer</cp:lastModifiedBy>
  <cp:revision>12</cp:revision>
  <cp:lastPrinted>1997-09-16T09:04:00Z</cp:lastPrinted>
  <dcterms:created xsi:type="dcterms:W3CDTF">2015-01-23T09:53:00Z</dcterms:created>
  <dcterms:modified xsi:type="dcterms:W3CDTF">2016-06-07T15:26:00Z</dcterms:modified>
</cp:coreProperties>
</file>