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1459AC" w:rsidTr="00B921D0">
        <w:trPr>
          <w:cantSplit/>
          <w:trHeight w:val="2317"/>
        </w:trPr>
        <w:tc>
          <w:tcPr>
            <w:tcW w:w="6521" w:type="dxa"/>
          </w:tcPr>
          <w:p w:rsidR="001459AC" w:rsidRDefault="001459AC" w:rsidP="00B921D0">
            <w:pPr>
              <w:spacing w:line="141" w:lineRule="atLeast"/>
            </w:pPr>
            <w:bookmarkStart w:id="0" w:name="Anrede2"/>
            <w:bookmarkEnd w:id="0"/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1459AC" w:rsidRDefault="001459AC" w:rsidP="00B921D0">
            <w:pPr>
              <w:spacing w:line="141" w:lineRule="atLeast"/>
              <w:rPr>
                <w:b/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6" type="#_x0000_t75" style="width:1in;height:18.25pt" o:ole="">
                  <v:imagedata r:id="rId10" o:title=""/>
                </v:shape>
                <w:control r:id="rId11" w:name="TextBox1" w:shapeid="_x0000_i1136"/>
              </w:object>
            </w:r>
          </w:p>
          <w:p w:rsidR="001459AC" w:rsidRDefault="00495668" w:rsidP="00B921D0">
            <w:pPr>
              <w:spacing w:line="141" w:lineRule="atLeast"/>
              <w:rPr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137" type="#_x0000_t75" style="width:1in;height:18.25pt" o:ole="">
                  <v:imagedata r:id="rId10" o:title=""/>
                </v:shape>
                <w:control r:id="rId12" w:name="TextBox11" w:shapeid="_x0000_i1137"/>
              </w:object>
            </w:r>
          </w:p>
          <w:p w:rsidR="001459AC" w:rsidRDefault="001459AC" w:rsidP="00B921D0">
            <w:pPr>
              <w:spacing w:line="141" w:lineRule="atLeast"/>
              <w:rPr>
                <w:sz w:val="14"/>
              </w:rPr>
            </w:pPr>
          </w:p>
          <w:p w:rsidR="001459AC" w:rsidRPr="00DD64B3" w:rsidRDefault="001459AC" w:rsidP="00B921D0">
            <w:pPr>
              <w:spacing w:line="141" w:lineRule="atLeast"/>
              <w:rPr>
                <w:b/>
                <w:sz w:val="15"/>
              </w:rPr>
            </w:pPr>
            <w:bookmarkStart w:id="1" w:name="standort"/>
            <w:bookmarkStart w:id="2" w:name="tel"/>
            <w:bookmarkStart w:id="3" w:name="Wacker"/>
            <w:bookmarkEnd w:id="1"/>
            <w:bookmarkEnd w:id="2"/>
            <w:bookmarkEnd w:id="3"/>
            <w:r>
              <w:rPr>
                <w:b/>
                <w:sz w:val="15"/>
              </w:rPr>
              <w:t>contoso</w:t>
            </w:r>
            <w:r w:rsidRPr="00DD64B3">
              <w:rPr>
                <w:b/>
                <w:sz w:val="15"/>
              </w:rPr>
              <w:t xml:space="preserve"> AG</w:t>
            </w:r>
          </w:p>
          <w:p w:rsidR="001459AC" w:rsidRDefault="001459AC" w:rsidP="00B921D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Entenstraße 24</w:t>
            </w:r>
          </w:p>
          <w:p w:rsidR="001459AC" w:rsidRDefault="001459AC" w:rsidP="00B921D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12345 Entenhausen, Germany</w:t>
            </w:r>
          </w:p>
          <w:p w:rsidR="001459AC" w:rsidRDefault="001459AC" w:rsidP="00B921D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Tel. +49 89 12 345678</w:t>
            </w:r>
          </w:p>
          <w:p w:rsidR="001459AC" w:rsidRPr="00EB7800" w:rsidRDefault="001459AC" w:rsidP="00B921D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Fax </w:t>
            </w: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142" type="#_x0000_t75" style="width:1in;height:16.65pt" o:ole="">
                  <v:imagedata r:id="rId13" o:title=""/>
                </v:shape>
                <w:control r:id="rId14" w:name="TextBox12" w:shapeid="_x0000_i1142"/>
              </w:object>
            </w:r>
          </w:p>
          <w:p w:rsidR="001459AC" w:rsidRDefault="001459AC" w:rsidP="00B921D0">
            <w:pPr>
              <w:spacing w:line="141" w:lineRule="atLeast"/>
              <w:rPr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145" type="#_x0000_t75" style="width:1in;height:14.5pt" o:ole="">
                  <v:imagedata r:id="rId15" o:title=""/>
                </v:shape>
                <w:control r:id="rId16" w:name="TextBox13" w:shapeid="_x0000_i1145"/>
              </w:object>
            </w:r>
          </w:p>
          <w:p w:rsidR="001459AC" w:rsidRDefault="001459AC" w:rsidP="00B921D0">
            <w:pPr>
              <w:spacing w:line="141" w:lineRule="atLeast"/>
              <w:rPr>
                <w:color w:val="000000"/>
                <w:sz w:val="15"/>
              </w:rPr>
            </w:pPr>
            <w:bookmarkStart w:id="4" w:name="standort1"/>
            <w:bookmarkEnd w:id="4"/>
          </w:p>
        </w:tc>
      </w:tr>
      <w:tr w:rsidR="001459AC" w:rsidTr="00B921D0">
        <w:trPr>
          <w:cantSplit/>
          <w:trHeight w:val="2240"/>
        </w:trPr>
        <w:tc>
          <w:tcPr>
            <w:tcW w:w="6521" w:type="dxa"/>
          </w:tcPr>
          <w:p w:rsidR="001459AC" w:rsidRDefault="001459AC" w:rsidP="00B921D0">
            <w:pPr>
              <w:spacing w:before="20"/>
              <w:rPr>
                <w:sz w:val="15"/>
              </w:rPr>
            </w:pPr>
            <w:bookmarkStart w:id="5" w:name="Standort2"/>
            <w:bookmarkEnd w:id="5"/>
            <w:r>
              <w:rPr>
                <w:sz w:val="15"/>
              </w:rPr>
              <w:t>contoso AG</w:t>
            </w:r>
          </w:p>
          <w:p w:rsidR="001459AC" w:rsidRDefault="001459AC" w:rsidP="00B921D0">
            <w:pPr>
              <w:spacing w:before="20"/>
              <w:rPr>
                <w:sz w:val="15"/>
              </w:rPr>
            </w:pPr>
            <w:r>
              <w:rPr>
                <w:sz w:val="15"/>
              </w:rPr>
              <w:t>Postfach 1234, 12345 Entenhausen, Germany</w:t>
            </w:r>
          </w:p>
          <w:p w:rsidR="001459AC" w:rsidRDefault="001459AC" w:rsidP="00B921D0">
            <w:pPr>
              <w:rPr>
                <w:sz w:val="24"/>
              </w:rPr>
            </w:pPr>
          </w:p>
          <w:p w:rsidR="001459AC" w:rsidRPr="00EB7800" w:rsidRDefault="001459AC" w:rsidP="00B921D0">
            <w:pPr>
              <w:rPr>
                <w:szCs w:val="22"/>
              </w:rPr>
            </w:pPr>
          </w:p>
          <w:p w:rsidR="001459AC" w:rsidRPr="00EB7800" w:rsidRDefault="00495668" w:rsidP="00B921D0">
            <w:pPr>
              <w:rPr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140" type="#_x0000_t75" style="width:1in;height:18.25pt" o:ole="">
                  <v:imagedata r:id="rId10" o:title=""/>
                </v:shape>
                <w:control r:id="rId17" w:name="TextBox14" w:shapeid="_x0000_i1140"/>
              </w:object>
            </w:r>
            <w:r w:rsidR="001459AC" w:rsidRPr="00EB7800">
              <w:rPr>
                <w:szCs w:val="22"/>
              </w:rPr>
              <w:t xml:space="preserve"> </w:t>
            </w: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71" type="#_x0000_t75" style="width:1in;height:18.25pt" o:ole="">
                  <v:imagedata r:id="rId10" o:title=""/>
                </v:shape>
                <w:control r:id="rId18" w:name="TextBox15" w:shapeid="_x0000_i1071"/>
              </w:object>
            </w:r>
          </w:p>
          <w:p w:rsidR="001459AC" w:rsidRPr="00EB7800" w:rsidRDefault="00495668" w:rsidP="00B921D0">
            <w:pPr>
              <w:rPr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73" type="#_x0000_t75" style="width:1in;height:18.25pt" o:ole="">
                  <v:imagedata r:id="rId10" o:title=""/>
                </v:shape>
                <w:control r:id="rId19" w:name="TextBox16" w:shapeid="_x0000_i1073"/>
              </w:object>
            </w:r>
          </w:p>
          <w:p w:rsidR="001459AC" w:rsidRPr="00EB7800" w:rsidRDefault="00495668" w:rsidP="00B921D0">
            <w:pPr>
              <w:rPr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75" type="#_x0000_t75" style="width:1in;height:18.25pt" o:ole="">
                  <v:imagedata r:id="rId10" o:title=""/>
                </v:shape>
                <w:control r:id="rId20" w:name="TextBox17" w:shapeid="_x0000_i1075"/>
              </w:object>
            </w:r>
            <w:r w:rsidR="001459AC" w:rsidRPr="00EB7800">
              <w:rPr>
                <w:szCs w:val="22"/>
              </w:rPr>
              <w:t xml:space="preserve"> </w:t>
            </w: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77" type="#_x0000_t75" style="width:1in;height:18.25pt" o:ole="">
                  <v:imagedata r:id="rId10" o:title=""/>
                </v:shape>
                <w:control r:id="rId21" w:name="TextBox18" w:shapeid="_x0000_i1077"/>
              </w:object>
            </w:r>
          </w:p>
          <w:p w:rsidR="001459AC" w:rsidRDefault="00495668" w:rsidP="00B921D0">
            <w:pPr>
              <w:rPr>
                <w:sz w:val="24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79" type="#_x0000_t75" style="width:1in;height:18.25pt" o:ole="">
                  <v:imagedata r:id="rId10" o:title=""/>
                </v:shape>
                <w:control r:id="rId22" w:name="TextBox19" w:shapeid="_x0000_i1079"/>
              </w:object>
            </w:r>
          </w:p>
          <w:p w:rsidR="001459AC" w:rsidRDefault="001459AC" w:rsidP="00B921D0"/>
        </w:tc>
        <w:tc>
          <w:tcPr>
            <w:tcW w:w="2835" w:type="dxa"/>
            <w:vMerge/>
          </w:tcPr>
          <w:p w:rsidR="001459AC" w:rsidRDefault="001459AC" w:rsidP="00B921D0">
            <w:pPr>
              <w:spacing w:line="141" w:lineRule="atLeast"/>
              <w:rPr>
                <w:color w:val="000000"/>
              </w:rPr>
            </w:pPr>
          </w:p>
        </w:tc>
      </w:tr>
      <w:tr w:rsidR="001459AC" w:rsidTr="00B921D0">
        <w:trPr>
          <w:cantSplit/>
        </w:trPr>
        <w:tc>
          <w:tcPr>
            <w:tcW w:w="6521" w:type="dxa"/>
          </w:tcPr>
          <w:p w:rsidR="001459AC" w:rsidRDefault="001459AC" w:rsidP="00B921D0">
            <w:pPr>
              <w:spacing w:line="141" w:lineRule="atLeast"/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bottom"/>
          </w:tcPr>
          <w:p w:rsidR="001459AC" w:rsidRDefault="001459AC" w:rsidP="00B921D0">
            <w:pPr>
              <w:spacing w:line="141" w:lineRule="atLeas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Unsere Zeichen</w:t>
            </w:r>
          </w:p>
        </w:tc>
      </w:tr>
      <w:tr w:rsidR="001459AC" w:rsidRPr="00EB7800" w:rsidTr="00B921D0">
        <w:trPr>
          <w:cantSplit/>
        </w:trPr>
        <w:tc>
          <w:tcPr>
            <w:tcW w:w="6521" w:type="dxa"/>
          </w:tcPr>
          <w:p w:rsidR="001459AC" w:rsidRPr="00EB7800" w:rsidRDefault="00495668" w:rsidP="00B921D0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81" type="#_x0000_t75" style="width:1in;height:18.25pt" o:ole="">
                  <v:imagedata r:id="rId10" o:title=""/>
                </v:shape>
                <w:control r:id="rId23" w:name="TextBox111" w:shapeid="_x0000_i1081"/>
              </w:object>
            </w:r>
            <w:r w:rsidR="001459AC" w:rsidRPr="00EB7800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1459AC" w:rsidRPr="00EB7800" w:rsidRDefault="00495668" w:rsidP="00B921D0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83" type="#_x0000_t75" style="width:1in;height:18.25pt" o:ole="">
                  <v:imagedata r:id="rId10" o:title=""/>
                </v:shape>
                <w:control r:id="rId24" w:name="TextBox110" w:shapeid="_x0000_i1083"/>
              </w:object>
            </w:r>
          </w:p>
        </w:tc>
      </w:tr>
      <w:tr w:rsidR="001459AC" w:rsidRPr="00EB7800" w:rsidTr="00B921D0">
        <w:trPr>
          <w:cantSplit/>
          <w:trHeight w:val="375"/>
        </w:trPr>
        <w:tc>
          <w:tcPr>
            <w:tcW w:w="9356" w:type="dxa"/>
            <w:gridSpan w:val="2"/>
          </w:tcPr>
          <w:p w:rsidR="001459AC" w:rsidRPr="00EB7800" w:rsidRDefault="001459AC" w:rsidP="00B921D0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1459AC" w:rsidRPr="00EB7800" w:rsidTr="00B921D0">
        <w:trPr>
          <w:cantSplit/>
        </w:trPr>
        <w:tc>
          <w:tcPr>
            <w:tcW w:w="9356" w:type="dxa"/>
            <w:gridSpan w:val="2"/>
          </w:tcPr>
          <w:p w:rsidR="001459AC" w:rsidRPr="00EB7800" w:rsidRDefault="002B3161" w:rsidP="00B921D0">
            <w:pPr>
              <w:pStyle w:val="Betreff"/>
              <w:rPr>
                <w:szCs w:val="22"/>
              </w:rPr>
            </w:pPr>
            <w:r>
              <w:t>Praktikantenvertrag</w:t>
            </w:r>
          </w:p>
        </w:tc>
      </w:tr>
      <w:tr w:rsidR="001459AC" w:rsidRPr="00EB7800" w:rsidTr="00B921D0">
        <w:trPr>
          <w:cantSplit/>
        </w:trPr>
        <w:tc>
          <w:tcPr>
            <w:tcW w:w="9356" w:type="dxa"/>
            <w:gridSpan w:val="2"/>
          </w:tcPr>
          <w:p w:rsidR="001459AC" w:rsidRPr="00EB7800" w:rsidRDefault="001459AC" w:rsidP="00B921D0">
            <w:pPr>
              <w:pStyle w:val="Betreff"/>
              <w:rPr>
                <w:b w:val="0"/>
                <w:szCs w:val="22"/>
              </w:rPr>
            </w:pPr>
          </w:p>
        </w:tc>
      </w:tr>
    </w:tbl>
    <w:p w:rsidR="001459AC" w:rsidRDefault="001459AC">
      <w:pPr>
        <w:tabs>
          <w:tab w:val="left" w:pos="7797"/>
          <w:tab w:val="left" w:pos="9356"/>
        </w:tabs>
        <w:ind w:left="28"/>
      </w:pPr>
    </w:p>
    <w:p w:rsidR="006D0599" w:rsidRDefault="003D027E">
      <w:pPr>
        <w:tabs>
          <w:tab w:val="left" w:pos="7797"/>
          <w:tab w:val="left" w:pos="9356"/>
        </w:tabs>
        <w:ind w:left="28"/>
      </w:pPr>
      <w:r>
        <w:rPr>
          <w:b/>
          <w:caps/>
          <w:color w:val="000000"/>
          <w:sz w:val="15"/>
        </w:rPr>
        <w:object w:dxaOrig="1440" w:dyaOrig="1440">
          <v:shape id="_x0000_i1149" type="#_x0000_t75" style="width:210.1pt;height:18.25pt" o:ole="">
            <v:imagedata r:id="rId25" o:title=""/>
          </v:shape>
          <w:control r:id="rId26" w:name="TextBox1111" w:shapeid="_x0000_i1149"/>
        </w:object>
      </w:r>
      <w:r w:rsidR="006D0599">
        <w:t>,</w:t>
      </w:r>
    </w:p>
    <w:p w:rsidR="006D0599" w:rsidRDefault="006D0599">
      <w:pPr>
        <w:tabs>
          <w:tab w:val="left" w:pos="7797"/>
          <w:tab w:val="left" w:pos="9356"/>
        </w:tabs>
        <w:ind w:left="28"/>
      </w:pPr>
    </w:p>
    <w:p w:rsidR="006D0599" w:rsidRDefault="00E44E1C" w:rsidP="003D027E">
      <w:pPr>
        <w:ind w:right="339"/>
        <w:jc w:val="both"/>
      </w:pPr>
      <w:r>
        <w:t xml:space="preserve">wie bereits mit Ihnen besprochen, verlängern wir Ihren bis zum </w:t>
      </w:r>
      <w:r w:rsidR="00495668">
        <w:rPr>
          <w:b/>
          <w:caps/>
          <w:color w:val="000000"/>
          <w:sz w:val="15"/>
        </w:rPr>
        <w:object w:dxaOrig="1440" w:dyaOrig="1440">
          <v:shape id="_x0000_i1085" type="#_x0000_t75" style="width:1in;height:18.25pt" o:ole="">
            <v:imagedata r:id="rId10" o:title=""/>
          </v:shape>
          <w:control r:id="rId27" w:name="TextBox112" w:shapeid="_x0000_i1085"/>
        </w:object>
      </w:r>
      <w:r>
        <w:t xml:space="preserve"> </w:t>
      </w:r>
      <w:r w:rsidR="003D027E">
        <w:t xml:space="preserve">den </w:t>
      </w:r>
      <w:r>
        <w:t xml:space="preserve">befristeten </w:t>
      </w:r>
      <w:r w:rsidR="001459AC">
        <w:t xml:space="preserve">Praktikantenvertrag </w:t>
      </w:r>
      <w:r>
        <w:t xml:space="preserve">bis zum </w:t>
      </w:r>
      <w:r w:rsidR="00495668">
        <w:rPr>
          <w:b/>
          <w:caps/>
          <w:color w:val="000000"/>
          <w:sz w:val="15"/>
        </w:rPr>
        <w:object w:dxaOrig="1440" w:dyaOrig="1440">
          <v:shape id="_x0000_i1087" type="#_x0000_t75" style="width:1in;height:18.25pt" o:ole="">
            <v:imagedata r:id="rId10" o:title=""/>
          </v:shape>
          <w:control r:id="rId28" w:name="TextBox113" w:shapeid="_x0000_i1087"/>
        </w:object>
      </w:r>
      <w:r>
        <w:t>.</w:t>
      </w:r>
    </w:p>
    <w:p w:rsidR="006D0599" w:rsidRDefault="006D0599">
      <w:pPr>
        <w:ind w:right="339"/>
        <w:jc w:val="both"/>
      </w:pPr>
    </w:p>
    <w:p w:rsidR="001459AC" w:rsidRDefault="006D0599" w:rsidP="00495668">
      <w:pPr>
        <w:ind w:right="339"/>
        <w:jc w:val="both"/>
      </w:pPr>
      <w:r>
        <w:t xml:space="preserve">Im </w:t>
      </w:r>
      <w:r w:rsidR="001459AC">
        <w:t xml:space="preserve">Übrigen </w:t>
      </w:r>
      <w:r>
        <w:t xml:space="preserve">haben die Vereinbarungen aus dem Anstellungsvertrag vom </w:t>
      </w:r>
      <w:r w:rsidR="00495668">
        <w:rPr>
          <w:b/>
          <w:caps/>
          <w:color w:val="000000"/>
          <w:sz w:val="15"/>
        </w:rPr>
        <w:object w:dxaOrig="1440" w:dyaOrig="1440">
          <v:shape id="_x0000_i1089" type="#_x0000_t75" style="width:1in;height:18.25pt" o:ole="">
            <v:imagedata r:id="rId10" o:title=""/>
          </v:shape>
          <w:control r:id="rId29" w:name="TextBox114" w:shapeid="_x0000_i1089"/>
        </w:object>
      </w:r>
      <w:r>
        <w:t xml:space="preserve"> weiterhin Gültigkeit.</w:t>
      </w:r>
      <w:r w:rsidR="00E44E1C">
        <w:t xml:space="preserve"> </w:t>
      </w:r>
      <w:bookmarkStart w:id="6" w:name="geheim"/>
      <w:bookmarkEnd w:id="6"/>
    </w:p>
    <w:p w:rsidR="001459AC" w:rsidRDefault="001459AC" w:rsidP="001459AC">
      <w:pPr>
        <w:ind w:right="339"/>
        <w:jc w:val="both"/>
      </w:pPr>
      <w:r>
        <w:object w:dxaOrig="1440" w:dyaOrig="1440">
          <v:shape id="_x0000_i1091" type="#_x0000_t75" style="width:446.5pt;height:18.25pt" o:ole="">
            <v:imagedata r:id="rId30" o:title=""/>
          </v:shape>
          <w:control r:id="rId31" w:name="CheckBox1" w:shapeid="_x0000_i1091"/>
        </w:object>
      </w:r>
    </w:p>
    <w:p w:rsidR="006D0599" w:rsidRDefault="001459AC" w:rsidP="001459AC">
      <w:pPr>
        <w:ind w:right="339"/>
        <w:jc w:val="both"/>
      </w:pPr>
      <w:r>
        <w:t>Die Verantwortlichen der Hochschule sind von Ihnen über die Verlängerung des Einsatzes zu informieren.</w:t>
      </w:r>
    </w:p>
    <w:p w:rsidR="006D0599" w:rsidRPr="003D027E" w:rsidRDefault="006D0599">
      <w:pPr>
        <w:ind w:right="339"/>
        <w:jc w:val="both"/>
        <w:rPr>
          <w:sz w:val="12"/>
          <w:szCs w:val="12"/>
        </w:rPr>
      </w:pPr>
    </w:p>
    <w:p w:rsidR="006D0599" w:rsidRDefault="006D0599">
      <w:pPr>
        <w:ind w:right="339"/>
        <w:jc w:val="both"/>
      </w:pPr>
      <w:r>
        <w:t>Als Zeichen Ihres Einverständnisses bitten wir Sie, die Zweitschrift dieses Briefes unterschrieben an uns zurückzugeben.</w:t>
      </w:r>
    </w:p>
    <w:p w:rsidR="006D0599" w:rsidRPr="003D027E" w:rsidRDefault="006D0599">
      <w:pPr>
        <w:ind w:right="339"/>
        <w:jc w:val="both"/>
        <w:rPr>
          <w:sz w:val="12"/>
          <w:szCs w:val="12"/>
        </w:rPr>
      </w:pPr>
    </w:p>
    <w:p w:rsidR="006D0599" w:rsidRDefault="006D0599">
      <w:pPr>
        <w:tabs>
          <w:tab w:val="left" w:pos="7797"/>
        </w:tabs>
        <w:ind w:left="28"/>
        <w:jc w:val="both"/>
      </w:pPr>
      <w:r>
        <w:t>Für Ihre weitere berufliche Zukunft wünschen wir Ihnen viel Erfolg sowie persönlich alles Gute.</w:t>
      </w:r>
    </w:p>
    <w:p w:rsidR="006D0599" w:rsidRPr="003D027E" w:rsidRDefault="006D0599">
      <w:pPr>
        <w:tabs>
          <w:tab w:val="left" w:pos="7797"/>
        </w:tabs>
        <w:ind w:left="28"/>
        <w:jc w:val="both"/>
        <w:rPr>
          <w:sz w:val="12"/>
          <w:szCs w:val="12"/>
        </w:rPr>
      </w:pPr>
    </w:p>
    <w:p w:rsidR="006D0599" w:rsidRDefault="006D0599">
      <w:pPr>
        <w:tabs>
          <w:tab w:val="left" w:pos="7797"/>
        </w:tabs>
        <w:ind w:left="28"/>
      </w:pPr>
      <w:r>
        <w:t>Mit freundlichen Grüßen</w:t>
      </w:r>
    </w:p>
    <w:p w:rsidR="006D0599" w:rsidRPr="003D027E" w:rsidRDefault="006D0599">
      <w:pPr>
        <w:tabs>
          <w:tab w:val="left" w:pos="7797"/>
        </w:tabs>
        <w:ind w:left="28"/>
        <w:rPr>
          <w:sz w:val="12"/>
          <w:szCs w:val="12"/>
        </w:rPr>
      </w:pPr>
    </w:p>
    <w:p w:rsidR="006D0599" w:rsidRDefault="001459AC">
      <w:pPr>
        <w:tabs>
          <w:tab w:val="left" w:pos="7797"/>
        </w:tabs>
        <w:ind w:left="28"/>
      </w:pPr>
      <w:bookmarkStart w:id="7" w:name="Standort3"/>
      <w:bookmarkEnd w:id="7"/>
      <w:r>
        <w:t>contoso AG</w:t>
      </w:r>
    </w:p>
    <w:p w:rsidR="006D0599" w:rsidRPr="003D027E" w:rsidRDefault="006D0599">
      <w:pPr>
        <w:tabs>
          <w:tab w:val="left" w:pos="7797"/>
        </w:tabs>
        <w:ind w:left="28"/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1459AC" w:rsidRPr="00EB7800" w:rsidTr="00B921D0">
        <w:trPr>
          <w:cantSplit/>
        </w:trPr>
        <w:tc>
          <w:tcPr>
            <w:tcW w:w="3969" w:type="dxa"/>
          </w:tcPr>
          <w:p w:rsidR="001459AC" w:rsidRPr="00EB7800" w:rsidRDefault="00495668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93" type="#_x0000_t75" style="width:1in;height:18.25pt" o:ole="">
                  <v:imagedata r:id="rId10" o:title=""/>
                </v:shape>
                <w:control r:id="rId32" w:name="TextBox115" w:shapeid="_x0000_i1093"/>
              </w:object>
            </w:r>
          </w:p>
        </w:tc>
        <w:tc>
          <w:tcPr>
            <w:tcW w:w="160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1459AC" w:rsidRPr="00EB7800" w:rsidRDefault="00495668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b/>
                <w:caps/>
                <w:color w:val="000000"/>
                <w:sz w:val="15"/>
              </w:rPr>
              <w:object w:dxaOrig="1440" w:dyaOrig="1440">
                <v:shape id="_x0000_i1095" type="#_x0000_t75" style="width:1in;height:18.25pt" o:ole="">
                  <v:imagedata r:id="rId10" o:title=""/>
                </v:shape>
                <w:control r:id="rId33" w:name="TextBox116" w:shapeid="_x0000_i1095"/>
              </w:object>
            </w:r>
          </w:p>
        </w:tc>
      </w:tr>
      <w:tr w:rsidR="001459AC" w:rsidRPr="00EB7800" w:rsidTr="00B921D0">
        <w:trPr>
          <w:cantSplit/>
        </w:trPr>
        <w:tc>
          <w:tcPr>
            <w:tcW w:w="3969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8" w:name="Funktion"/>
            <w:bookmarkEnd w:id="8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9" w:name="betreuung"/>
            <w:bookmarkEnd w:id="9"/>
            <w:r>
              <w:rPr>
                <w:szCs w:val="22"/>
              </w:rPr>
              <w:t>Personalbetreuung</w:t>
            </w:r>
          </w:p>
        </w:tc>
      </w:tr>
      <w:tr w:rsidR="001459AC" w:rsidRPr="00EB7800" w:rsidTr="00B921D0">
        <w:trPr>
          <w:cantSplit/>
        </w:trPr>
        <w:tc>
          <w:tcPr>
            <w:tcW w:w="3969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10" w:name="GB1"/>
            <w:bookmarkEnd w:id="10"/>
            <w:r>
              <w:rPr>
                <w:szCs w:val="22"/>
              </w:rPr>
              <w:t>contoso</w:t>
            </w:r>
          </w:p>
        </w:tc>
        <w:tc>
          <w:tcPr>
            <w:tcW w:w="160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1459AC" w:rsidRPr="00EB7800" w:rsidRDefault="001459AC" w:rsidP="00B921D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11" w:name="GB"/>
            <w:bookmarkEnd w:id="11"/>
            <w:r>
              <w:rPr>
                <w:szCs w:val="22"/>
              </w:rPr>
              <w:t>contoso</w:t>
            </w:r>
          </w:p>
        </w:tc>
      </w:tr>
    </w:tbl>
    <w:p w:rsidR="001459AC" w:rsidRPr="00EB7800" w:rsidRDefault="001459AC" w:rsidP="001459AC">
      <w:pPr>
        <w:ind w:left="28"/>
        <w:rPr>
          <w:szCs w:val="22"/>
        </w:rPr>
      </w:pPr>
    </w:p>
    <w:p w:rsidR="006D0599" w:rsidRDefault="006D0599">
      <w:pPr>
        <w:tabs>
          <w:tab w:val="left" w:pos="7797"/>
        </w:tabs>
        <w:ind w:left="28"/>
        <w:rPr>
          <w:sz w:val="20"/>
        </w:rPr>
      </w:pPr>
      <w:r>
        <w:rPr>
          <w:sz w:val="20"/>
        </w:rPr>
        <w:t>Einverständlich zur Kenntnis genommen:</w:t>
      </w:r>
    </w:p>
    <w:p w:rsidR="006D0599" w:rsidRDefault="006D0599">
      <w:pPr>
        <w:tabs>
          <w:tab w:val="left" w:pos="7797"/>
        </w:tabs>
        <w:ind w:left="28"/>
        <w:rPr>
          <w:sz w:val="20"/>
        </w:rPr>
      </w:pPr>
    </w:p>
    <w:p w:rsidR="003D027E" w:rsidRDefault="003D027E">
      <w:pPr>
        <w:tabs>
          <w:tab w:val="left" w:pos="7797"/>
        </w:tabs>
        <w:ind w:left="28"/>
        <w:rPr>
          <w:sz w:val="20"/>
        </w:rPr>
      </w:pPr>
    </w:p>
    <w:p w:rsidR="003D027E" w:rsidRDefault="003D027E">
      <w:pPr>
        <w:tabs>
          <w:tab w:val="left" w:pos="7797"/>
        </w:tabs>
        <w:ind w:left="28"/>
        <w:rPr>
          <w:sz w:val="20"/>
        </w:rPr>
      </w:pPr>
      <w:bookmarkStart w:id="12" w:name="_GoBack"/>
      <w:bookmarkEnd w:id="12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426"/>
        <w:gridCol w:w="3118"/>
      </w:tblGrid>
      <w:tr w:rsidR="006D0599">
        <w:tc>
          <w:tcPr>
            <w:tcW w:w="2338" w:type="dxa"/>
            <w:tcBorders>
              <w:top w:val="dotted" w:sz="4" w:space="0" w:color="auto"/>
            </w:tcBorders>
          </w:tcPr>
          <w:p w:rsidR="006D0599" w:rsidRDefault="006D0599">
            <w:pPr>
              <w:tabs>
                <w:tab w:val="left" w:pos="7797"/>
              </w:tabs>
              <w:spacing w:before="20"/>
              <w:rPr>
                <w:sz w:val="15"/>
              </w:rPr>
            </w:pPr>
            <w:r>
              <w:rPr>
                <w:sz w:val="15"/>
              </w:rPr>
              <w:t>Datum</w:t>
            </w:r>
          </w:p>
        </w:tc>
        <w:tc>
          <w:tcPr>
            <w:tcW w:w="426" w:type="dxa"/>
          </w:tcPr>
          <w:p w:rsidR="006D0599" w:rsidRDefault="006D0599">
            <w:pPr>
              <w:tabs>
                <w:tab w:val="left" w:pos="7797"/>
              </w:tabs>
              <w:spacing w:before="20"/>
              <w:rPr>
                <w:sz w:val="15"/>
              </w:rPr>
            </w:pPr>
          </w:p>
        </w:tc>
        <w:tc>
          <w:tcPr>
            <w:tcW w:w="3118" w:type="dxa"/>
            <w:tcBorders>
              <w:top w:val="dotted" w:sz="4" w:space="0" w:color="auto"/>
            </w:tcBorders>
          </w:tcPr>
          <w:p w:rsidR="006D0599" w:rsidRDefault="006D0599">
            <w:pPr>
              <w:tabs>
                <w:tab w:val="left" w:pos="7797"/>
              </w:tabs>
              <w:spacing w:before="20"/>
              <w:rPr>
                <w:sz w:val="15"/>
              </w:rPr>
            </w:pPr>
            <w:r>
              <w:rPr>
                <w:sz w:val="15"/>
              </w:rPr>
              <w:t>Unterschrift</w:t>
            </w:r>
          </w:p>
        </w:tc>
      </w:tr>
    </w:tbl>
    <w:p w:rsidR="006D0599" w:rsidRDefault="006D0599">
      <w:pPr>
        <w:tabs>
          <w:tab w:val="left" w:pos="7797"/>
        </w:tabs>
        <w:ind w:left="28"/>
        <w:rPr>
          <w:sz w:val="2"/>
        </w:rPr>
      </w:pPr>
    </w:p>
    <w:sectPr w:rsidR="006D0599" w:rsidSect="001459AC">
      <w:headerReference w:type="first" r:id="rId34"/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9AC" w:rsidRDefault="001459AC">
      <w:r>
        <w:separator/>
      </w:r>
    </w:p>
  </w:endnote>
  <w:endnote w:type="continuationSeparator" w:id="0">
    <w:p w:rsidR="001459AC" w:rsidRDefault="0014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9AC" w:rsidRDefault="001459AC">
      <w:r>
        <w:separator/>
      </w:r>
    </w:p>
  </w:footnote>
  <w:footnote w:type="continuationSeparator" w:id="0">
    <w:p w:rsidR="001459AC" w:rsidRDefault="00145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C8" w:rsidRDefault="00627CC8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formsDesign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AC"/>
    <w:rsid w:val="00060D76"/>
    <w:rsid w:val="0008266E"/>
    <w:rsid w:val="000A4249"/>
    <w:rsid w:val="000C6E58"/>
    <w:rsid w:val="000D6715"/>
    <w:rsid w:val="000F1657"/>
    <w:rsid w:val="00126010"/>
    <w:rsid w:val="0013551A"/>
    <w:rsid w:val="001459AC"/>
    <w:rsid w:val="00155676"/>
    <w:rsid w:val="00166E57"/>
    <w:rsid w:val="001A1275"/>
    <w:rsid w:val="001E4C1F"/>
    <w:rsid w:val="002B3161"/>
    <w:rsid w:val="0032208E"/>
    <w:rsid w:val="00353A2A"/>
    <w:rsid w:val="003C2A9C"/>
    <w:rsid w:val="003D027E"/>
    <w:rsid w:val="0042625A"/>
    <w:rsid w:val="00456F55"/>
    <w:rsid w:val="00495668"/>
    <w:rsid w:val="00496C18"/>
    <w:rsid w:val="004A1089"/>
    <w:rsid w:val="004A154C"/>
    <w:rsid w:val="004B7CF2"/>
    <w:rsid w:val="00542F37"/>
    <w:rsid w:val="00550D12"/>
    <w:rsid w:val="005B350A"/>
    <w:rsid w:val="005B35EB"/>
    <w:rsid w:val="005B5635"/>
    <w:rsid w:val="005F74E7"/>
    <w:rsid w:val="00627CC8"/>
    <w:rsid w:val="006378C8"/>
    <w:rsid w:val="006840BC"/>
    <w:rsid w:val="006C73A6"/>
    <w:rsid w:val="006D0599"/>
    <w:rsid w:val="006E1627"/>
    <w:rsid w:val="0071093A"/>
    <w:rsid w:val="007353FD"/>
    <w:rsid w:val="007920D3"/>
    <w:rsid w:val="007E5883"/>
    <w:rsid w:val="00806A31"/>
    <w:rsid w:val="008811AF"/>
    <w:rsid w:val="008A2F24"/>
    <w:rsid w:val="009372AC"/>
    <w:rsid w:val="00973897"/>
    <w:rsid w:val="009E7077"/>
    <w:rsid w:val="00A4317A"/>
    <w:rsid w:val="00AE0B5F"/>
    <w:rsid w:val="00B617F3"/>
    <w:rsid w:val="00B62683"/>
    <w:rsid w:val="00B85E47"/>
    <w:rsid w:val="00B9177C"/>
    <w:rsid w:val="00BC0949"/>
    <w:rsid w:val="00BE7BB0"/>
    <w:rsid w:val="00C05E0D"/>
    <w:rsid w:val="00CC1728"/>
    <w:rsid w:val="00CC789E"/>
    <w:rsid w:val="00CF1378"/>
    <w:rsid w:val="00D02298"/>
    <w:rsid w:val="00D85ACA"/>
    <w:rsid w:val="00E266B7"/>
    <w:rsid w:val="00E34F18"/>
    <w:rsid w:val="00E44851"/>
    <w:rsid w:val="00E44E1C"/>
    <w:rsid w:val="00E85A53"/>
    <w:rsid w:val="00F76480"/>
    <w:rsid w:val="00FA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435500B"/>
  <w15:docId w15:val="{F46EE184-0BDB-4D6A-B36B-35775C1B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2"/>
      <w:lang w:eastAsia="en-US"/>
    </w:rPr>
  </w:style>
  <w:style w:type="paragraph" w:customStyle="1" w:styleId="Bullet1">
    <w:name w:val="Bullet 1"/>
    <w:basedOn w:val="Standard"/>
    <w:pPr>
      <w:numPr>
        <w:numId w:val="1"/>
      </w:numPr>
    </w:pPr>
    <w:rPr>
      <w:sz w:val="24"/>
    </w:r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pPr>
      <w:tabs>
        <w:tab w:val="right" w:pos="9639"/>
      </w:tabs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 w:eastAsia="en-US"/>
    </w:rPr>
  </w:style>
  <w:style w:type="table" w:styleId="Tabellenraster">
    <w:name w:val="Table Grid"/>
    <w:basedOn w:val="NormaleTabelle"/>
    <w:rsid w:val="00166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6.xml"/><Relationship Id="rId26" Type="http://schemas.openxmlformats.org/officeDocument/2006/relationships/control" Target="activeX/activeX13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9.xm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image" Target="media/image4.wmf"/><Relationship Id="rId33" Type="http://schemas.openxmlformats.org/officeDocument/2006/relationships/control" Target="activeX/activeX19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0" Type="http://schemas.openxmlformats.org/officeDocument/2006/relationships/control" Target="activeX/activeX8.xml"/><Relationship Id="rId29" Type="http://schemas.openxmlformats.org/officeDocument/2006/relationships/control" Target="activeX/activeX1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12.xml"/><Relationship Id="rId32" Type="http://schemas.openxmlformats.org/officeDocument/2006/relationships/control" Target="activeX/activeX18.xml"/><Relationship Id="rId5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control" Target="activeX/activeX11.xml"/><Relationship Id="rId28" Type="http://schemas.openxmlformats.org/officeDocument/2006/relationships/control" Target="activeX/activeX15.xml"/><Relationship Id="rId36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control" Target="activeX/activeX7.xml"/><Relationship Id="rId31" Type="http://schemas.openxmlformats.org/officeDocument/2006/relationships/control" Target="activeX/activeX17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3.xml"/><Relationship Id="rId22" Type="http://schemas.openxmlformats.org/officeDocument/2006/relationships/control" Target="activeX/activeX10.xml"/><Relationship Id="rId27" Type="http://schemas.openxmlformats.org/officeDocument/2006/relationships/control" Target="activeX/activeX14.xml"/><Relationship Id="rId30" Type="http://schemas.openxmlformats.org/officeDocument/2006/relationships/image" Target="media/image5.wmf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email\Wacker\Grabmeier\20150225\Befr_Verl_Dipl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9E3ACB7D1BD41BA4DA252905DD8E8" ma:contentTypeVersion="54" ma:contentTypeDescription="Ein neues Dokument erstellen." ma:contentTypeScope="" ma:versionID="0a0dac2f5aa6fa50069c6744798941d6">
  <xsd:schema xmlns:xsd="http://www.w3.org/2001/XMLSchema" xmlns:xs="http://www.w3.org/2001/XMLSchema" xmlns:p="http://schemas.microsoft.com/office/2006/metadata/properties" xmlns:ns1="http://schemas.microsoft.com/sharepoint/v3" xmlns:ns2="0b782732-d9cb-4fe1-b48f-5a80e4c7b457" xmlns:ns3="http://schemas.microsoft.com/sharepoint/v4" targetNamespace="http://schemas.microsoft.com/office/2006/metadata/properties" ma:root="true" ma:fieldsID="22c6de9fe6f40c1e74c44ba87092de41" ns1:_="" ns2:_="" ns3:_="">
    <xsd:import namespace="http://schemas.microsoft.com/sharepoint/v3"/>
    <xsd:import namespace="0b782732-d9cb-4fe1-b48f-5a80e4c7b45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Notizen" minOccurs="0"/>
                <xsd:element ref="ns2:Erlaeuterung" minOccurs="0"/>
                <xsd:element ref="ns2:Kategorie" minOccurs="0"/>
                <xsd:element ref="ns2:UnterKategorie" minOccurs="0"/>
                <xsd:element ref="ns2:DokThemenbereich" minOccurs="0"/>
                <xsd:element ref="ns1:URL" minOccurs="0"/>
                <xsd:element ref="ns2:Geltungsbereich" minOccurs="0"/>
                <xsd:element ref="ns2:Zielsystem" minOccurs="0"/>
                <xsd:element ref="ns2:Sprache" minOccurs="0"/>
                <xsd:element ref="ns2:Inhaltsverantwortlicher" minOccurs="0"/>
                <xsd:element ref="ns2:Inhaltskoordinator" minOccurs="0"/>
                <xsd:element ref="ns2:IMSBeauftragter" minOccurs="0"/>
                <xsd:element ref="ns2:Freigebender" minOccurs="0"/>
                <xsd:element ref="ns2:Freigabedatum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7" nillable="true" ma:displayName="Hinweise" ma:format="Hyperlink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82732-d9cb-4fe1-b48f-5a80e4c7b457" elementFormDefault="qualified">
    <xsd:import namespace="http://schemas.microsoft.com/office/2006/documentManagement/types"/>
    <xsd:import namespace="http://schemas.microsoft.com/office/infopath/2007/PartnerControls"/>
    <xsd:element name="Notizen" ma:index="2" nillable="true" ma:displayName="Dokument-Beschreibung" ma:description="kurze Beschreibung des Inhalts; keine zusätzlichen Hinweise" ma:internalName="Notizen">
      <xsd:simpleType>
        <xsd:restriction base="dms:Note">
          <xsd:maxLength value="255"/>
        </xsd:restriction>
      </xsd:simpleType>
    </xsd:element>
    <xsd:element name="Erlaeuterung" ma:index="3" nillable="true" ma:displayName="Erläuterung" ma:description="weitere Angaben zur Verwendung des Dokuments" ma:internalName="Erlaeuterung">
      <xsd:simpleType>
        <xsd:restriction base="dms:Note">
          <xsd:maxLength value="255"/>
        </xsd:restriction>
      </xsd:simpleType>
    </xsd:element>
    <xsd:element name="Kategorie" ma:index="4" nillable="true" ma:displayName="Dokument-Kategorie" ma:list="{b0e9cec1-fde8-45b1-bc24-3887ea67179a}" ma:internalName="Kategorie" ma:readOnly="false" ma:showField="Title">
      <xsd:simpleType>
        <xsd:restriction base="dms:Lookup"/>
      </xsd:simpleType>
    </xsd:element>
    <xsd:element name="UnterKategorie" ma:index="5" nillable="true" ma:displayName="Dokument-Unterkategorie" ma:list="{a769bdef-1538-48d6-b0f3-56cf6efe59c1}" ma:internalName="UnterKategorie" ma:readOnly="false" ma:showField="Title" ma:web="a6955a7d-f24a-4a6b-a3ff-2992ca78e7bb">
      <xsd:simpleType>
        <xsd:restriction base="dms:Lookup"/>
      </xsd:simpleType>
    </xsd:element>
    <xsd:element name="DokThemenbereich" ma:index="6" nillable="true" ma:displayName="Dokument-Themenbereich" ma:list="{7697f3f8-4ec9-4942-852a-cf5c0c4f211a}" ma:internalName="DokThemenbereich" ma:showField="Title" ma:web="a6955a7d-f24a-4a6b-a3ff-2992ca78e7bb">
      <xsd:simpleType>
        <xsd:restriction base="dms:Lookup"/>
      </xsd:simpleType>
    </xsd:element>
    <xsd:element name="Geltungsbereich" ma:index="8" nillable="true" ma:displayName="Geltungsbereich" ma:format="Dropdown" ma:internalName="Geltungsbereich">
      <xsd:simpleType>
        <xsd:restriction base="dms:Choice">
          <xsd:enumeration value="kein"/>
          <xsd:enumeration value="BGH"/>
          <xsd:enumeration value="CGN"/>
          <xsd:enumeration value="CON"/>
          <xsd:enumeration value="FBG"/>
          <xsd:enumeration value="HOL"/>
          <xsd:enumeration value="JEN"/>
          <xsd:enumeration value="MUC"/>
          <xsd:enumeration value="NUN"/>
          <xsd:enumeration value="WGER"/>
          <xsd:enumeration value="SAG"/>
          <xsd:enumeration value="WGER ohne NUN"/>
          <xsd:enumeration value="WGER ohne SAG"/>
          <xsd:enumeration value="BGH/MUC/CGN/JEN"/>
          <xsd:enumeration value="BGH/MUC"/>
        </xsd:restriction>
      </xsd:simpleType>
    </xsd:element>
    <xsd:element name="Zielsystem" ma:index="9" nillable="true" ma:displayName="Zielsystem" ma:description="IT-System, in dem das freigegebene Dokument zur Nutzung bereitgestellt wird." ma:format="Dropdown" ma:internalName="Zielsystem" ma:readOnly="false">
      <xsd:simpleType>
        <xsd:restriction base="dms:Choice">
          <xsd:enumeration value="AQDB (SAP)"/>
          <xsd:enumeration value="Docunize"/>
          <xsd:enumeration value="Escriba (SAP)"/>
          <xsd:enumeration value="HR-Teamsite"/>
          <xsd:enumeration value="WACKER GLOBE"/>
        </xsd:restriction>
      </xsd:simpleType>
    </xsd:element>
    <xsd:element name="Sprache" ma:index="10" nillable="true" ma:displayName="Sprache" ma:default="DE" ma:format="Dropdown" ma:internalName="Sprache">
      <xsd:simpleType>
        <xsd:restriction base="dms:Choice">
          <xsd:enumeration value="DE"/>
          <xsd:enumeration value="EN"/>
        </xsd:restriction>
      </xsd:simpleType>
    </xsd:element>
    <xsd:element name="Inhaltsverantwortlicher" ma:index="11" nillable="true" ma:displayName="Inhaltsverantwortlicher" ma:list="UserInfo" ma:SharePointGroup="19" ma:internalName="Inhaltsverantwortlich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haltskoordinator" ma:index="12" nillable="true" ma:displayName="Inhaltskoordinator" ma:list="UserInfo" ma:SharePointGroup="17" ma:internalName="Inhaltskoordin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SBeauftragter" ma:index="13" nillable="true" ma:displayName="IMS-Beauftragter" ma:list="UserInfo" ma:SharePointGroup="18" ma:internalName="IMSBeauftragt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nder" ma:index="14" nillable="true" ma:displayName="Freigebender" ma:description="HR-Arbeitsanweisungen: Leiter ZB HR,&#10;sonst Inhaltskoordinator" ma:list="UserInfo" ma:SharePointGroup="45" ma:internalName="Freigeben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15" nillable="true" ma:displayName="Freigabedatum" ma:format="DateOnly" ma:internalName="Freigabe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1" ma:displayName="Dokument-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ielsystem xmlns="0b782732-d9cb-4fe1-b48f-5a80e4c7b457" xsi:nil="true"/>
    <Kategorie xmlns="0b782732-d9cb-4fe1-b48f-5a80e4c7b457">2</Kategorie>
    <DokThemenbereich xmlns="0b782732-d9cb-4fe1-b48f-5a80e4c7b457" xsi:nil="true"/>
    <Inhaltskoordinator xmlns="0b782732-d9cb-4fe1-b48f-5a80e4c7b457">
      <UserInfo>
        <DisplayName>Stadler, Christian</DisplayName>
        <AccountId>28</AccountId>
        <AccountType/>
      </UserInfo>
    </Inhaltskoordinator>
    <IconOverlay xmlns="http://schemas.microsoft.com/sharepoint/v4" xsi:nil="true"/>
    <Erlaeuterung xmlns="0b782732-d9cb-4fe1-b48f-5a80e4c7b457" xsi:nil="true"/>
    <UnterKategorie xmlns="0b782732-d9cb-4fe1-b48f-5a80e4c7b457">1</UnterKategorie>
    <URL xmlns="http://schemas.microsoft.com/sharepoint/v3">
      <Url xsi:nil="true"/>
      <Description xsi:nil="true"/>
    </URL>
    <Freigebender xmlns="0b782732-d9cb-4fe1-b48f-5a80e4c7b457">
      <UserInfo>
        <DisplayName>Stadler, Christian</DisplayName>
        <AccountId>28</AccountId>
        <AccountType/>
      </UserInfo>
    </Freigebender>
    <Freigabedatum xmlns="0b782732-d9cb-4fe1-b48f-5a80e4c7b457">2014-11-03T23:00:00+00:00</Freigabedatum>
    <IMSBeauftragter xmlns="0b782732-d9cb-4fe1-b48f-5a80e4c7b457">
      <UserInfo>
        <DisplayName>Wiesmeier, Christoph</DisplayName>
        <AccountId>13</AccountId>
        <AccountType/>
      </UserInfo>
    </IMSBeauftragter>
    <Inhaltsverantwortlicher xmlns="0b782732-d9cb-4fe1-b48f-5a80e4c7b457">
      <UserInfo>
        <DisplayName>Hagemann, Henning</DisplayName>
        <AccountId>37</AccountId>
        <AccountType/>
      </UserInfo>
    </Inhaltsverantwortlicher>
    <Sprache xmlns="0b782732-d9cb-4fe1-b48f-5a80e4c7b457">DE</Sprache>
    <Geltungsbereich xmlns="0b782732-d9cb-4fe1-b48f-5a80e4c7b457" xsi:nil="true"/>
    <Notizen xmlns="0b782732-d9cb-4fe1-b48f-5a80e4c7b457">Befristungsverlängerung Prakt./Dipl./Bachelor/Master
</Notize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935E8E-EADD-4BA9-96E5-CA134AAA0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782732-d9cb-4fe1-b48f-5a80e4c7b45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990378-6EA8-4E9C-8EC1-E8877C5A3857}">
  <ds:schemaRefs>
    <ds:schemaRef ds:uri="http://purl.org/dc/elements/1.1/"/>
    <ds:schemaRef ds:uri="http://schemas.microsoft.com/office/2006/metadata/properties"/>
    <ds:schemaRef ds:uri="http://schemas.microsoft.com/sharepoint/v4"/>
    <ds:schemaRef ds:uri="http://purl.org/dc/terms/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b782732-d9cb-4fe1-b48f-5a80e4c7b45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CF952D-95D4-422B-A209-2B6B22FF75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Befr_Verl_Dipl.dotm</Template>
  <TotalTime>0</TotalTime>
  <Pages>1</Pages>
  <Words>110</Words>
  <Characters>1338</Characters>
  <Application>Microsoft Office Word</Application>
  <DocSecurity>0</DocSecurity>
  <Lines>11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Befristung Verlängerung Prakt/Dipl</vt:lpstr>
    </vt:vector>
  </TitlesOfParts>
  <Company>Wacker-Chemie GmbH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Befristung Verlängerung Prakt/Dipl</dc:title>
  <dc:creator>Rene Martin</dc:creator>
  <cp:lastModifiedBy>Rene Martin</cp:lastModifiedBy>
  <cp:revision>4</cp:revision>
  <cp:lastPrinted>2002-04-24T07:54:00Z</cp:lastPrinted>
  <dcterms:created xsi:type="dcterms:W3CDTF">2016-03-09T10:53:00Z</dcterms:created>
  <dcterms:modified xsi:type="dcterms:W3CDTF">2016-03-13T12:57:00Z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0x010100F749E3ACB7D1BD41BA4DA252905DD8E8</vt:lpwstr>
  </property>
  <property fmtid="{D5CDD505-2E9C-101B-9397-08002B2CF9AE}" pid="3" name="DocumentSetDescription">
    <vt:lpwstr/>
  </property>
  <property fmtid="{D5CDD505-2E9C-101B-9397-08002B2CF9AE}" pid="4" name="Order">
    <vt:r8>128200</vt:r8>
  </property>
  <property fmtid="{D5CDD505-2E9C-101B-9397-08002B2CF9AE}" pid="5" name="Zielgruppe">
    <vt:lpwstr>;#HR;#</vt:lpwstr>
  </property>
</Properties>
</file>