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F30" w:rsidRDefault="00305E10">
      <w:pPr>
        <w:pStyle w:val="Kopfzeile"/>
        <w:framePr w:w="1894" w:hSpace="142" w:wrap="notBeside" w:vAnchor="text" w:hAnchor="page" w:x="8882" w:y="-115"/>
        <w:ind w:right="170"/>
        <w:rPr>
          <w:b/>
          <w:sz w:val="16"/>
        </w:rPr>
      </w:pPr>
      <w:r>
        <w:rPr>
          <w:b/>
          <w:sz w:val="16"/>
        </w:rPr>
        <w:t>Contoso</w:t>
      </w:r>
    </w:p>
    <w:p w:rsidR="00582F30" w:rsidRDefault="002D4CFF">
      <w:pPr>
        <w:pStyle w:val="Kopfzeile"/>
        <w:framePr w:w="1894" w:hSpace="142" w:wrap="notBeside" w:vAnchor="text" w:hAnchor="page" w:x="8882" w:y="-115"/>
        <w:ind w:right="170"/>
        <w:rPr>
          <w:b/>
          <w:sz w:val="16"/>
        </w:rPr>
      </w:pPr>
      <w:r>
        <w:rPr>
          <w:b/>
          <w:sz w:val="16"/>
        </w:rPr>
        <w:t>München</w:t>
      </w:r>
    </w:p>
    <w:p w:rsidR="00582F30" w:rsidRDefault="00582F30">
      <w:pPr>
        <w:pStyle w:val="Kopfzeile"/>
        <w:framePr w:w="1894" w:hSpace="142" w:wrap="notBeside" w:vAnchor="text" w:hAnchor="page" w:x="8882" w:y="-115"/>
        <w:ind w:right="170"/>
        <w:rPr>
          <w:sz w:val="16"/>
        </w:rPr>
      </w:pPr>
      <w:r>
        <w:rPr>
          <w:sz w:val="16"/>
        </w:rPr>
        <w:t>Öffentliche Stiftung</w:t>
      </w:r>
    </w:p>
    <w:p w:rsidR="00582F30" w:rsidRDefault="00582F30">
      <w:pPr>
        <w:pStyle w:val="Kopfzeile"/>
        <w:framePr w:w="1894" w:hSpace="142" w:wrap="notBeside" w:vAnchor="text" w:hAnchor="page" w:x="8882" w:y="-115"/>
        <w:tabs>
          <w:tab w:val="clear" w:pos="4536"/>
          <w:tab w:val="clear" w:pos="9072"/>
          <w:tab w:val="right" w:pos="9639"/>
        </w:tabs>
        <w:rPr>
          <w:sz w:val="16"/>
        </w:rPr>
      </w:pPr>
      <w:r>
        <w:rPr>
          <w:sz w:val="16"/>
        </w:rPr>
        <w:t>des privaten Rechts</w:t>
      </w:r>
    </w:p>
    <w:tbl>
      <w:tblPr>
        <w:tblW w:w="0" w:type="auto"/>
        <w:tblInd w:w="43" w:type="dxa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843"/>
        <w:gridCol w:w="5670"/>
        <w:gridCol w:w="941"/>
        <w:gridCol w:w="335"/>
        <w:gridCol w:w="850"/>
        <w:gridCol w:w="426"/>
      </w:tblGrid>
      <w:tr w:rsidR="00A958D4" w:rsidTr="00A958D4">
        <w:trPr>
          <w:cantSplit/>
        </w:trPr>
        <w:tc>
          <w:tcPr>
            <w:tcW w:w="10065" w:type="dxa"/>
            <w:gridSpan w:val="6"/>
          </w:tcPr>
          <w:p w:rsidR="00582F30" w:rsidRDefault="00582F30"/>
        </w:tc>
      </w:tr>
      <w:tr w:rsidR="00A958D4" w:rsidTr="00A958D4">
        <w:trPr>
          <w:cantSplit/>
        </w:trPr>
        <w:tc>
          <w:tcPr>
            <w:tcW w:w="1843" w:type="dxa"/>
          </w:tcPr>
          <w:p w:rsidR="00582F30" w:rsidRDefault="00582F30">
            <w:pPr>
              <w:tabs>
                <w:tab w:val="left" w:pos="598"/>
                <w:tab w:val="left" w:pos="1168"/>
                <w:tab w:val="left" w:pos="1724"/>
                <w:tab w:val="left" w:pos="2309"/>
                <w:tab w:val="left" w:pos="2864"/>
                <w:tab w:val="left" w:pos="3434"/>
                <w:tab w:val="left" w:pos="4012"/>
                <w:tab w:val="left" w:pos="4582"/>
                <w:tab w:val="left" w:pos="5152"/>
                <w:tab w:val="left" w:pos="5723"/>
                <w:tab w:val="left" w:pos="6293"/>
                <w:tab w:val="left" w:pos="6863"/>
                <w:tab w:val="left" w:pos="7426"/>
                <w:tab w:val="left" w:pos="7996"/>
                <w:tab w:val="left" w:pos="8566"/>
                <w:tab w:val="left" w:pos="9126"/>
              </w:tabs>
              <w:spacing w:line="317" w:lineRule="atLeast"/>
              <w:jc w:val="right"/>
              <w:rPr>
                <w:sz w:val="18"/>
              </w:rPr>
            </w:pPr>
            <w:r>
              <w:rPr>
                <w:sz w:val="18"/>
              </w:rPr>
              <w:t>An/To</w:t>
            </w:r>
          </w:p>
        </w:tc>
        <w:tc>
          <w:tcPr>
            <w:tcW w:w="5670" w:type="dxa"/>
          </w:tcPr>
          <w:p w:rsidR="00582F30" w:rsidRDefault="00582F30">
            <w:pPr>
              <w:spacing w:before="60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0" w:name="Text1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  <w:tc>
          <w:tcPr>
            <w:tcW w:w="2552" w:type="dxa"/>
            <w:gridSpan w:val="4"/>
          </w:tcPr>
          <w:p w:rsidR="00582F30" w:rsidRDefault="00582F30">
            <w:pPr>
              <w:pStyle w:val="Betreff"/>
              <w:rPr>
                <w:sz w:val="28"/>
              </w:rPr>
            </w:pPr>
            <w:r>
              <w:rPr>
                <w:sz w:val="28"/>
              </w:rPr>
              <w:t>Telefax</w:t>
            </w:r>
          </w:p>
        </w:tc>
      </w:tr>
      <w:tr w:rsidR="00A958D4" w:rsidTr="00A958D4">
        <w:trPr>
          <w:cantSplit/>
        </w:trPr>
        <w:tc>
          <w:tcPr>
            <w:tcW w:w="1843" w:type="dxa"/>
          </w:tcPr>
          <w:p w:rsidR="00582F30" w:rsidRDefault="00582F30">
            <w:pPr>
              <w:tabs>
                <w:tab w:val="left" w:pos="598"/>
                <w:tab w:val="left" w:pos="1168"/>
                <w:tab w:val="left" w:pos="1724"/>
                <w:tab w:val="left" w:pos="2309"/>
                <w:tab w:val="left" w:pos="2864"/>
                <w:tab w:val="left" w:pos="3434"/>
                <w:tab w:val="left" w:pos="4012"/>
                <w:tab w:val="left" w:pos="4582"/>
                <w:tab w:val="left" w:pos="5152"/>
                <w:tab w:val="left" w:pos="5723"/>
                <w:tab w:val="left" w:pos="6293"/>
                <w:tab w:val="left" w:pos="6863"/>
                <w:tab w:val="left" w:pos="7426"/>
                <w:tab w:val="left" w:pos="7996"/>
                <w:tab w:val="left" w:pos="8566"/>
                <w:tab w:val="left" w:pos="9126"/>
              </w:tabs>
              <w:spacing w:line="317" w:lineRule="atLeast"/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Firma/Company</w:t>
            </w:r>
          </w:p>
        </w:tc>
        <w:tc>
          <w:tcPr>
            <w:tcW w:w="5670" w:type="dxa"/>
          </w:tcPr>
          <w:p w:rsidR="00582F30" w:rsidRDefault="00582F30">
            <w:pPr>
              <w:spacing w:before="60"/>
            </w:pPr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" w:name="Text1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  <w:tc>
          <w:tcPr>
            <w:tcW w:w="2552" w:type="dxa"/>
            <w:gridSpan w:val="4"/>
          </w:tcPr>
          <w:p w:rsidR="00582F30" w:rsidRDefault="00582F30">
            <w:pPr>
              <w:tabs>
                <w:tab w:val="left" w:pos="598"/>
                <w:tab w:val="left" w:pos="1168"/>
                <w:tab w:val="left" w:pos="1724"/>
                <w:tab w:val="left" w:pos="2309"/>
                <w:tab w:val="left" w:pos="2864"/>
                <w:tab w:val="left" w:pos="3434"/>
                <w:tab w:val="left" w:pos="4012"/>
                <w:tab w:val="left" w:pos="4582"/>
                <w:tab w:val="left" w:pos="5152"/>
                <w:tab w:val="left" w:pos="5723"/>
                <w:tab w:val="left" w:pos="6293"/>
                <w:tab w:val="left" w:pos="6863"/>
                <w:tab w:val="left" w:pos="7426"/>
                <w:tab w:val="left" w:pos="7996"/>
                <w:tab w:val="left" w:pos="8566"/>
                <w:tab w:val="left" w:pos="9126"/>
              </w:tabs>
              <w:spacing w:line="317" w:lineRule="atLeast"/>
              <w:rPr>
                <w:color w:val="000000"/>
              </w:rPr>
            </w:pPr>
          </w:p>
        </w:tc>
      </w:tr>
      <w:tr w:rsidR="00A958D4" w:rsidTr="00A958D4">
        <w:trPr>
          <w:cantSplit/>
        </w:trPr>
        <w:tc>
          <w:tcPr>
            <w:tcW w:w="1843" w:type="dxa"/>
          </w:tcPr>
          <w:p w:rsidR="00582F30" w:rsidRDefault="00582F30">
            <w:pPr>
              <w:tabs>
                <w:tab w:val="left" w:pos="598"/>
                <w:tab w:val="left" w:pos="1168"/>
                <w:tab w:val="left" w:pos="1724"/>
                <w:tab w:val="left" w:pos="2309"/>
                <w:tab w:val="left" w:pos="2864"/>
                <w:tab w:val="left" w:pos="3434"/>
                <w:tab w:val="left" w:pos="4012"/>
                <w:tab w:val="left" w:pos="4582"/>
                <w:tab w:val="left" w:pos="5152"/>
                <w:tab w:val="left" w:pos="5723"/>
                <w:tab w:val="left" w:pos="6293"/>
                <w:tab w:val="left" w:pos="6863"/>
                <w:tab w:val="left" w:pos="7426"/>
                <w:tab w:val="left" w:pos="7996"/>
                <w:tab w:val="left" w:pos="8566"/>
                <w:tab w:val="left" w:pos="9126"/>
              </w:tabs>
              <w:spacing w:line="317" w:lineRule="atLeast"/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 Fax-Nr.</w:t>
            </w:r>
          </w:p>
        </w:tc>
        <w:tc>
          <w:tcPr>
            <w:tcW w:w="5670" w:type="dxa"/>
          </w:tcPr>
          <w:p w:rsidR="00582F30" w:rsidRDefault="00582F30">
            <w:pPr>
              <w:spacing w:before="60"/>
            </w:pPr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  <w:tc>
          <w:tcPr>
            <w:tcW w:w="2552" w:type="dxa"/>
            <w:gridSpan w:val="4"/>
          </w:tcPr>
          <w:p w:rsidR="00582F30" w:rsidRDefault="00582F30"/>
        </w:tc>
      </w:tr>
      <w:tr w:rsidR="00A958D4" w:rsidTr="00A958D4">
        <w:trPr>
          <w:cantSplit/>
        </w:trPr>
        <w:tc>
          <w:tcPr>
            <w:tcW w:w="1843" w:type="dxa"/>
          </w:tcPr>
          <w:p w:rsidR="00582F30" w:rsidRDefault="00582F30">
            <w:pPr>
              <w:tabs>
                <w:tab w:val="left" w:pos="598"/>
                <w:tab w:val="left" w:pos="1168"/>
                <w:tab w:val="left" w:pos="1724"/>
                <w:tab w:val="left" w:pos="2309"/>
                <w:tab w:val="left" w:pos="2864"/>
                <w:tab w:val="left" w:pos="3434"/>
                <w:tab w:val="left" w:pos="4012"/>
                <w:tab w:val="left" w:pos="4582"/>
                <w:tab w:val="left" w:pos="5152"/>
                <w:tab w:val="left" w:pos="5723"/>
                <w:tab w:val="left" w:pos="6293"/>
                <w:tab w:val="left" w:pos="6863"/>
                <w:tab w:val="left" w:pos="7426"/>
                <w:tab w:val="left" w:pos="7996"/>
                <w:tab w:val="left" w:pos="8566"/>
                <w:tab w:val="left" w:pos="9126"/>
              </w:tabs>
              <w:spacing w:line="317" w:lineRule="atLeast"/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Von/From</w:t>
            </w:r>
          </w:p>
        </w:tc>
        <w:tc>
          <w:tcPr>
            <w:tcW w:w="5670" w:type="dxa"/>
          </w:tcPr>
          <w:p w:rsidR="00582F30" w:rsidRDefault="00582F30">
            <w:pPr>
              <w:spacing w:before="60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  <w:tc>
          <w:tcPr>
            <w:tcW w:w="2552" w:type="dxa"/>
            <w:gridSpan w:val="4"/>
          </w:tcPr>
          <w:p w:rsidR="00582F30" w:rsidRDefault="00582F30">
            <w:pPr>
              <w:tabs>
                <w:tab w:val="left" w:pos="598"/>
                <w:tab w:val="left" w:pos="1168"/>
                <w:tab w:val="left" w:pos="1724"/>
                <w:tab w:val="left" w:pos="2309"/>
                <w:tab w:val="left" w:pos="2864"/>
                <w:tab w:val="left" w:pos="3434"/>
                <w:tab w:val="left" w:pos="4012"/>
                <w:tab w:val="left" w:pos="4582"/>
                <w:tab w:val="left" w:pos="5152"/>
                <w:tab w:val="left" w:pos="5723"/>
                <w:tab w:val="left" w:pos="6293"/>
                <w:tab w:val="left" w:pos="6863"/>
                <w:tab w:val="left" w:pos="7426"/>
                <w:tab w:val="left" w:pos="7996"/>
                <w:tab w:val="left" w:pos="8566"/>
                <w:tab w:val="left" w:pos="9126"/>
              </w:tabs>
              <w:spacing w:line="317" w:lineRule="atLeast"/>
              <w:rPr>
                <w:color w:val="000000"/>
              </w:rPr>
            </w:pPr>
          </w:p>
        </w:tc>
      </w:tr>
      <w:tr w:rsidR="00A958D4" w:rsidTr="00A958D4">
        <w:trPr>
          <w:cantSplit/>
        </w:trPr>
        <w:tc>
          <w:tcPr>
            <w:tcW w:w="1843" w:type="dxa"/>
          </w:tcPr>
          <w:p w:rsidR="00582F30" w:rsidRDefault="00582F30">
            <w:pPr>
              <w:tabs>
                <w:tab w:val="left" w:pos="598"/>
                <w:tab w:val="left" w:pos="1168"/>
                <w:tab w:val="left" w:pos="1724"/>
                <w:tab w:val="left" w:pos="2309"/>
                <w:tab w:val="left" w:pos="2864"/>
                <w:tab w:val="left" w:pos="3434"/>
                <w:tab w:val="left" w:pos="4012"/>
                <w:tab w:val="left" w:pos="4582"/>
                <w:tab w:val="left" w:pos="5152"/>
                <w:tab w:val="left" w:pos="5723"/>
                <w:tab w:val="left" w:pos="6293"/>
                <w:tab w:val="left" w:pos="6863"/>
                <w:tab w:val="left" w:pos="7426"/>
                <w:tab w:val="left" w:pos="7996"/>
                <w:tab w:val="left" w:pos="8566"/>
                <w:tab w:val="left" w:pos="9126"/>
              </w:tabs>
              <w:spacing w:line="317" w:lineRule="atLeast"/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 Abt./Dept.</w:t>
            </w:r>
          </w:p>
        </w:tc>
        <w:tc>
          <w:tcPr>
            <w:tcW w:w="5670" w:type="dxa"/>
          </w:tcPr>
          <w:p w:rsidR="00582F30" w:rsidRDefault="00582F30">
            <w:pPr>
              <w:spacing w:before="60"/>
            </w:pPr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4" w:name="Text1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  <w:tc>
          <w:tcPr>
            <w:tcW w:w="2126" w:type="dxa"/>
            <w:gridSpan w:val="3"/>
          </w:tcPr>
          <w:p w:rsidR="00582F30" w:rsidRDefault="00582F30">
            <w:pPr>
              <w:tabs>
                <w:tab w:val="left" w:pos="598"/>
                <w:tab w:val="left" w:pos="1168"/>
                <w:tab w:val="left" w:pos="1724"/>
                <w:tab w:val="left" w:pos="2309"/>
                <w:tab w:val="left" w:pos="2864"/>
                <w:tab w:val="left" w:pos="3434"/>
                <w:tab w:val="left" w:pos="4012"/>
                <w:tab w:val="left" w:pos="4582"/>
                <w:tab w:val="left" w:pos="5152"/>
                <w:tab w:val="left" w:pos="5723"/>
                <w:tab w:val="left" w:pos="6293"/>
                <w:tab w:val="left" w:pos="6863"/>
                <w:tab w:val="left" w:pos="7426"/>
                <w:tab w:val="left" w:pos="7996"/>
                <w:tab w:val="left" w:pos="8566"/>
                <w:tab w:val="left" w:pos="9126"/>
              </w:tabs>
              <w:rPr>
                <w:sz w:val="18"/>
              </w:rPr>
            </w:pPr>
            <w:r>
              <w:rPr>
                <w:sz w:val="18"/>
              </w:rPr>
              <w:t>Seiten incl. Deckblatt</w:t>
            </w:r>
          </w:p>
          <w:p w:rsidR="00582F30" w:rsidRDefault="00582F30">
            <w:pPr>
              <w:tabs>
                <w:tab w:val="left" w:pos="598"/>
                <w:tab w:val="left" w:pos="1168"/>
                <w:tab w:val="left" w:pos="1724"/>
                <w:tab w:val="left" w:pos="2309"/>
                <w:tab w:val="left" w:pos="2864"/>
                <w:tab w:val="left" w:pos="3434"/>
                <w:tab w:val="left" w:pos="4012"/>
                <w:tab w:val="left" w:pos="4582"/>
                <w:tab w:val="left" w:pos="5152"/>
                <w:tab w:val="left" w:pos="5723"/>
                <w:tab w:val="left" w:pos="6293"/>
                <w:tab w:val="left" w:pos="6863"/>
                <w:tab w:val="left" w:pos="7426"/>
                <w:tab w:val="left" w:pos="7996"/>
                <w:tab w:val="left" w:pos="8566"/>
                <w:tab w:val="left" w:pos="9126"/>
              </w:tabs>
              <w:rPr>
                <w:color w:val="000000"/>
                <w:sz w:val="18"/>
              </w:rPr>
            </w:pPr>
            <w:r>
              <w:rPr>
                <w:sz w:val="18"/>
              </w:rPr>
              <w:t>Pages incl.coversheet</w:t>
            </w:r>
          </w:p>
        </w:tc>
        <w:tc>
          <w:tcPr>
            <w:tcW w:w="425" w:type="dxa"/>
          </w:tcPr>
          <w:p w:rsidR="00582F30" w:rsidRDefault="00582F30">
            <w:pPr>
              <w:spacing w:before="60"/>
            </w:pPr>
            <w:r>
              <w:fldChar w:fldCharType="begin">
                <w:ffData>
                  <w:name w:val="Text8"/>
                  <w:enabled/>
                  <w:calcOnExit w:val="0"/>
                  <w:textInput>
                    <w:maxLength w:val="2"/>
                  </w:textInput>
                </w:ffData>
              </w:fldChar>
            </w:r>
            <w:bookmarkStart w:id="5" w:name="Text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</w:tr>
      <w:tr w:rsidR="00A958D4" w:rsidTr="00A958D4">
        <w:trPr>
          <w:cantSplit/>
        </w:trPr>
        <w:tc>
          <w:tcPr>
            <w:tcW w:w="1843" w:type="dxa"/>
          </w:tcPr>
          <w:p w:rsidR="00582F30" w:rsidRDefault="00582F30">
            <w:pPr>
              <w:tabs>
                <w:tab w:val="left" w:pos="598"/>
                <w:tab w:val="left" w:pos="1168"/>
                <w:tab w:val="left" w:pos="1724"/>
                <w:tab w:val="left" w:pos="2309"/>
                <w:tab w:val="left" w:pos="2864"/>
                <w:tab w:val="left" w:pos="3434"/>
                <w:tab w:val="left" w:pos="4012"/>
                <w:tab w:val="left" w:pos="4582"/>
                <w:tab w:val="left" w:pos="5152"/>
                <w:tab w:val="left" w:pos="5723"/>
                <w:tab w:val="left" w:pos="6293"/>
                <w:tab w:val="left" w:pos="6863"/>
                <w:tab w:val="left" w:pos="7426"/>
                <w:tab w:val="left" w:pos="7996"/>
                <w:tab w:val="left" w:pos="8566"/>
                <w:tab w:val="left" w:pos="9126"/>
              </w:tabs>
              <w:spacing w:line="317" w:lineRule="atLeast"/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 Tel.- Nr.</w:t>
            </w:r>
          </w:p>
        </w:tc>
        <w:tc>
          <w:tcPr>
            <w:tcW w:w="5670" w:type="dxa"/>
          </w:tcPr>
          <w:p w:rsidR="00582F30" w:rsidRDefault="002D4CFF" w:rsidP="002D4CFF">
            <w:pPr>
              <w:spacing w:before="60"/>
            </w:pPr>
            <w:r>
              <w:t>089</w:t>
            </w:r>
            <w:r w:rsidR="00582F30">
              <w:t xml:space="preserve"> – </w:t>
            </w:r>
            <w:r>
              <w:t>544</w:t>
            </w:r>
            <w:r w:rsidR="00582F30">
              <w:t xml:space="preserve"> - </w:t>
            </w:r>
            <w:r w:rsidR="00582F30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82F30">
              <w:instrText xml:space="preserve"> FORMTEXT </w:instrText>
            </w:r>
            <w:r w:rsidR="00582F30">
              <w:fldChar w:fldCharType="separate"/>
            </w:r>
            <w:r w:rsidR="00582F30">
              <w:rPr>
                <w:noProof/>
              </w:rPr>
              <w:t> </w:t>
            </w:r>
            <w:r w:rsidR="00582F30">
              <w:rPr>
                <w:noProof/>
              </w:rPr>
              <w:t> </w:t>
            </w:r>
            <w:r w:rsidR="00582F30">
              <w:rPr>
                <w:noProof/>
              </w:rPr>
              <w:t> </w:t>
            </w:r>
            <w:r w:rsidR="00582F30">
              <w:rPr>
                <w:noProof/>
              </w:rPr>
              <w:t> </w:t>
            </w:r>
            <w:r w:rsidR="00582F30">
              <w:rPr>
                <w:noProof/>
              </w:rPr>
              <w:t> </w:t>
            </w:r>
            <w:r w:rsidR="00582F30">
              <w:fldChar w:fldCharType="end"/>
            </w:r>
          </w:p>
        </w:tc>
        <w:tc>
          <w:tcPr>
            <w:tcW w:w="941" w:type="dxa"/>
          </w:tcPr>
          <w:p w:rsidR="00582F30" w:rsidRDefault="00582F30">
            <w:pPr>
              <w:tabs>
                <w:tab w:val="left" w:pos="598"/>
                <w:tab w:val="left" w:pos="1168"/>
                <w:tab w:val="left" w:pos="1724"/>
                <w:tab w:val="left" w:pos="2309"/>
                <w:tab w:val="left" w:pos="2864"/>
                <w:tab w:val="left" w:pos="3434"/>
                <w:tab w:val="left" w:pos="4012"/>
                <w:tab w:val="left" w:pos="4582"/>
                <w:tab w:val="left" w:pos="5152"/>
                <w:tab w:val="left" w:pos="5723"/>
                <w:tab w:val="left" w:pos="6293"/>
                <w:tab w:val="left" w:pos="6863"/>
                <w:tab w:val="left" w:pos="7426"/>
                <w:tab w:val="left" w:pos="7996"/>
                <w:tab w:val="left" w:pos="8566"/>
                <w:tab w:val="left" w:pos="9126"/>
              </w:tabs>
              <w:spacing w:line="317" w:lineRule="atLeast"/>
              <w:rPr>
                <w:color w:val="000000"/>
                <w:sz w:val="18"/>
              </w:rPr>
            </w:pPr>
          </w:p>
        </w:tc>
        <w:tc>
          <w:tcPr>
            <w:tcW w:w="1611" w:type="dxa"/>
            <w:gridSpan w:val="3"/>
          </w:tcPr>
          <w:p w:rsidR="00582F30" w:rsidRDefault="00582F30">
            <w:pPr>
              <w:tabs>
                <w:tab w:val="left" w:pos="598"/>
                <w:tab w:val="left" w:pos="1168"/>
                <w:tab w:val="left" w:pos="1724"/>
                <w:tab w:val="left" w:pos="2309"/>
                <w:tab w:val="left" w:pos="2864"/>
                <w:tab w:val="left" w:pos="3434"/>
                <w:tab w:val="left" w:pos="4012"/>
                <w:tab w:val="left" w:pos="4582"/>
                <w:tab w:val="left" w:pos="5152"/>
                <w:tab w:val="left" w:pos="5723"/>
                <w:tab w:val="left" w:pos="6293"/>
                <w:tab w:val="left" w:pos="6863"/>
                <w:tab w:val="left" w:pos="7426"/>
                <w:tab w:val="left" w:pos="7996"/>
                <w:tab w:val="left" w:pos="8566"/>
                <w:tab w:val="left" w:pos="9126"/>
              </w:tabs>
              <w:spacing w:line="317" w:lineRule="atLeast"/>
              <w:rPr>
                <w:color w:val="000000"/>
              </w:rPr>
            </w:pPr>
          </w:p>
        </w:tc>
      </w:tr>
      <w:tr w:rsidR="00A958D4" w:rsidTr="00A958D4">
        <w:trPr>
          <w:cantSplit/>
        </w:trPr>
        <w:tc>
          <w:tcPr>
            <w:tcW w:w="1843" w:type="dxa"/>
          </w:tcPr>
          <w:p w:rsidR="00582F30" w:rsidRDefault="00582F30">
            <w:pPr>
              <w:tabs>
                <w:tab w:val="left" w:pos="598"/>
                <w:tab w:val="left" w:pos="1168"/>
                <w:tab w:val="left" w:pos="1724"/>
                <w:tab w:val="left" w:pos="2309"/>
                <w:tab w:val="left" w:pos="2864"/>
                <w:tab w:val="left" w:pos="3434"/>
                <w:tab w:val="left" w:pos="4012"/>
                <w:tab w:val="left" w:pos="4582"/>
                <w:tab w:val="left" w:pos="5152"/>
                <w:tab w:val="left" w:pos="5723"/>
                <w:tab w:val="left" w:pos="6293"/>
                <w:tab w:val="left" w:pos="6863"/>
                <w:tab w:val="left" w:pos="7426"/>
                <w:tab w:val="left" w:pos="7996"/>
                <w:tab w:val="left" w:pos="8566"/>
                <w:tab w:val="left" w:pos="9126"/>
              </w:tabs>
              <w:spacing w:line="317" w:lineRule="atLeast"/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 Fax-Nr.</w:t>
            </w:r>
          </w:p>
        </w:tc>
        <w:tc>
          <w:tcPr>
            <w:tcW w:w="5670" w:type="dxa"/>
          </w:tcPr>
          <w:p w:rsidR="00582F30" w:rsidRDefault="002D4CFF" w:rsidP="002D4CFF">
            <w:pPr>
              <w:spacing w:before="60"/>
            </w:pPr>
            <w:r>
              <w:t>089</w:t>
            </w:r>
            <w:r w:rsidR="00582F30">
              <w:t xml:space="preserve"> – </w:t>
            </w:r>
            <w:r>
              <w:t>544</w:t>
            </w:r>
            <w:r w:rsidR="00582F30">
              <w:t xml:space="preserve"> - </w:t>
            </w:r>
            <w:r w:rsidR="00582F30"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82F30">
              <w:instrText xml:space="preserve"> FORMTEXT </w:instrText>
            </w:r>
            <w:r w:rsidR="00582F30">
              <w:fldChar w:fldCharType="separate"/>
            </w:r>
            <w:r w:rsidR="00582F30">
              <w:rPr>
                <w:noProof/>
              </w:rPr>
              <w:t> </w:t>
            </w:r>
            <w:r w:rsidR="00582F30">
              <w:rPr>
                <w:noProof/>
              </w:rPr>
              <w:t> </w:t>
            </w:r>
            <w:r w:rsidR="00582F30">
              <w:rPr>
                <w:noProof/>
              </w:rPr>
              <w:t> </w:t>
            </w:r>
            <w:r w:rsidR="00582F30">
              <w:rPr>
                <w:noProof/>
              </w:rPr>
              <w:t> </w:t>
            </w:r>
            <w:r w:rsidR="00582F30">
              <w:rPr>
                <w:noProof/>
              </w:rPr>
              <w:t> </w:t>
            </w:r>
            <w:r w:rsidR="00582F30">
              <w:fldChar w:fldCharType="end"/>
            </w:r>
          </w:p>
        </w:tc>
        <w:tc>
          <w:tcPr>
            <w:tcW w:w="1276" w:type="dxa"/>
            <w:gridSpan w:val="2"/>
          </w:tcPr>
          <w:p w:rsidR="00582F30" w:rsidRDefault="00582F30">
            <w:pPr>
              <w:tabs>
                <w:tab w:val="left" w:pos="2309"/>
                <w:tab w:val="left" w:pos="2864"/>
                <w:tab w:val="left" w:pos="3434"/>
                <w:tab w:val="left" w:pos="4012"/>
                <w:tab w:val="left" w:pos="4582"/>
                <w:tab w:val="left" w:pos="5152"/>
                <w:tab w:val="left" w:pos="5723"/>
                <w:tab w:val="left" w:pos="6293"/>
                <w:tab w:val="left" w:pos="6863"/>
                <w:tab w:val="left" w:pos="7426"/>
                <w:tab w:val="left" w:pos="7996"/>
                <w:tab w:val="left" w:pos="8566"/>
                <w:tab w:val="left" w:pos="9126"/>
              </w:tabs>
              <w:spacing w:line="317" w:lineRule="atLeast"/>
              <w:rPr>
                <w:color w:val="000000"/>
              </w:rPr>
            </w:pPr>
            <w:r>
              <w:rPr>
                <w:color w:val="000000"/>
                <w:sz w:val="18"/>
              </w:rPr>
              <w:t>Datum/Date</w:t>
            </w:r>
          </w:p>
        </w:tc>
        <w:tc>
          <w:tcPr>
            <w:tcW w:w="1276" w:type="dxa"/>
            <w:gridSpan w:val="2"/>
          </w:tcPr>
          <w:p w:rsidR="00582F30" w:rsidRPr="00B647BB" w:rsidRDefault="00B647BB">
            <w:pPr>
              <w:spacing w:before="60"/>
              <w:rPr>
                <w:sz w:val="18"/>
                <w:szCs w:val="18"/>
              </w:rPr>
            </w:pPr>
            <w:r w:rsidRPr="00B647BB">
              <w:rPr>
                <w:sz w:val="18"/>
                <w:szCs w:val="18"/>
              </w:rPr>
              <w:fldChar w:fldCharType="begin"/>
            </w:r>
            <w:r w:rsidRPr="00B647BB">
              <w:rPr>
                <w:sz w:val="18"/>
                <w:szCs w:val="18"/>
              </w:rPr>
              <w:instrText xml:space="preserve"> DATE   \* MERGEFORMAT </w:instrText>
            </w:r>
            <w:r w:rsidRPr="00B647BB">
              <w:rPr>
                <w:sz w:val="18"/>
                <w:szCs w:val="18"/>
              </w:rPr>
              <w:fldChar w:fldCharType="separate"/>
            </w:r>
            <w:r w:rsidRPr="00B647BB">
              <w:rPr>
                <w:noProof/>
                <w:sz w:val="18"/>
                <w:szCs w:val="18"/>
              </w:rPr>
              <w:t>07.06.2016</w:t>
            </w:r>
            <w:r w:rsidRPr="00B647BB">
              <w:rPr>
                <w:sz w:val="18"/>
                <w:szCs w:val="18"/>
              </w:rPr>
              <w:fldChar w:fldCharType="end"/>
            </w:r>
          </w:p>
        </w:tc>
      </w:tr>
      <w:tr w:rsidR="00582F30">
        <w:trPr>
          <w:cantSplit/>
        </w:trPr>
        <w:tc>
          <w:tcPr>
            <w:tcW w:w="1843" w:type="dxa"/>
          </w:tcPr>
          <w:p w:rsidR="00582F30" w:rsidRDefault="00582F30">
            <w:pPr>
              <w:tabs>
                <w:tab w:val="left" w:pos="598"/>
                <w:tab w:val="left" w:pos="1168"/>
                <w:tab w:val="left" w:pos="1724"/>
                <w:tab w:val="left" w:pos="2309"/>
                <w:tab w:val="left" w:pos="2864"/>
                <w:tab w:val="left" w:pos="3434"/>
                <w:tab w:val="left" w:pos="4012"/>
                <w:tab w:val="left" w:pos="4582"/>
                <w:tab w:val="left" w:pos="5152"/>
                <w:tab w:val="left" w:pos="5723"/>
                <w:tab w:val="left" w:pos="6293"/>
                <w:tab w:val="left" w:pos="6863"/>
                <w:tab w:val="left" w:pos="7426"/>
                <w:tab w:val="left" w:pos="7996"/>
                <w:tab w:val="left" w:pos="8566"/>
                <w:tab w:val="left" w:pos="9126"/>
              </w:tabs>
              <w:spacing w:line="317" w:lineRule="atLeast"/>
              <w:jc w:val="right"/>
              <w:rPr>
                <w:color w:val="000000"/>
                <w:sz w:val="18"/>
              </w:rPr>
            </w:pPr>
          </w:p>
        </w:tc>
        <w:tc>
          <w:tcPr>
            <w:tcW w:w="5670" w:type="dxa"/>
          </w:tcPr>
          <w:p w:rsidR="00582F30" w:rsidRDefault="00582F30">
            <w:pPr>
              <w:spacing w:before="60"/>
            </w:pPr>
          </w:p>
        </w:tc>
        <w:bookmarkStart w:id="6" w:name="_GoBack"/>
        <w:tc>
          <w:tcPr>
            <w:tcW w:w="2552" w:type="dxa"/>
            <w:gridSpan w:val="4"/>
          </w:tcPr>
          <w:p w:rsidR="00582F30" w:rsidRDefault="00582F30"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7" w:name="Text1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"/>
            <w:bookmarkEnd w:id="6"/>
          </w:p>
        </w:tc>
      </w:tr>
    </w:tbl>
    <w:p w:rsidR="00582F30" w:rsidRDefault="00582F30"/>
    <w:p w:rsidR="00582F30" w:rsidRDefault="00582F30">
      <w:pPr>
        <w:rPr>
          <w:b/>
        </w:rPr>
      </w:pPr>
      <w:r>
        <w:rPr>
          <w:b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8" w:name="Text10"/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  <w:bookmarkEnd w:id="8"/>
    </w:p>
    <w:p w:rsidR="00582F30" w:rsidRDefault="00582F30"/>
    <w:p w:rsidR="00582F30" w:rsidRDefault="00582F30">
      <w:pPr>
        <w:sectPr w:rsidR="00582F30">
          <w:headerReference w:type="even" r:id="rId7"/>
          <w:footerReference w:type="even" r:id="rId8"/>
          <w:footerReference w:type="default" r:id="rId9"/>
          <w:headerReference w:type="first" r:id="rId10"/>
          <w:footerReference w:type="first" r:id="rId11"/>
          <w:type w:val="continuous"/>
          <w:pgSz w:w="11907" w:h="16840" w:code="9"/>
          <w:pgMar w:top="1701" w:right="851" w:bottom="964" w:left="1361" w:header="851" w:footer="907" w:gutter="0"/>
          <w:cols w:space="720"/>
          <w:titlePg/>
        </w:sectPr>
      </w:pPr>
    </w:p>
    <w:p w:rsidR="00582F30" w:rsidRDefault="00582F30"/>
    <w:sectPr w:rsidR="00582F30">
      <w:type w:val="continuous"/>
      <w:pgSz w:w="11907" w:h="16840" w:code="9"/>
      <w:pgMar w:top="1701" w:right="851" w:bottom="680" w:left="1361" w:header="851" w:footer="907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7CD0" w:rsidRDefault="00AD7CD0">
      <w:r>
        <w:separator/>
      </w:r>
    </w:p>
  </w:endnote>
  <w:endnote w:type="continuationSeparator" w:id="0">
    <w:p w:rsidR="00AD7CD0" w:rsidRDefault="00AD7C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F30" w:rsidRDefault="00582F30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582F30" w:rsidRDefault="00582F30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F30" w:rsidRDefault="00582F30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t xml:space="preserve">Seite </w:t>
    </w: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2D4CFF">
      <w:rPr>
        <w:rStyle w:val="Seitenzahl"/>
        <w:noProof/>
      </w:rPr>
      <w:t>2</w:t>
    </w:r>
    <w:r>
      <w:rPr>
        <w:rStyle w:val="Seitenzahl"/>
      </w:rPr>
      <w:fldChar w:fldCharType="end"/>
    </w:r>
    <w:r>
      <w:rPr>
        <w:rStyle w:val="Seitenzahl"/>
      </w:rPr>
      <w:t xml:space="preserve"> von  </w:t>
    </w:r>
    <w:r>
      <w:rPr>
        <w:rStyle w:val="Seitenzahl"/>
      </w:rPr>
      <w:fldChar w:fldCharType="begin"/>
    </w:r>
    <w:r>
      <w:rPr>
        <w:rStyle w:val="Seitenzahl"/>
      </w:rPr>
      <w:instrText xml:space="preserve"> PAGE  \* MERGEFORMAT </w:instrText>
    </w:r>
    <w:r>
      <w:rPr>
        <w:rStyle w:val="Seitenzahl"/>
      </w:rPr>
      <w:fldChar w:fldCharType="separate"/>
    </w:r>
    <w:r w:rsidR="002D4CFF">
      <w:rPr>
        <w:rStyle w:val="Seitenzahl"/>
        <w:noProof/>
      </w:rPr>
      <w:t>2</w:t>
    </w:r>
    <w:r>
      <w:rPr>
        <w:rStyle w:val="Seitenzahl"/>
      </w:rPr>
      <w:fldChar w:fldCharType="end"/>
    </w:r>
  </w:p>
  <w:p w:rsidR="00582F30" w:rsidRDefault="00582F30">
    <w:pPr>
      <w:pStyle w:val="Fuzeile"/>
      <w:ind w:right="360"/>
    </w:pPr>
    <w:r>
      <w:rPr>
        <w:snapToGrid w:val="0"/>
      </w:rPr>
      <w:fldChar w:fldCharType="begin"/>
    </w:r>
    <w:r>
      <w:rPr>
        <w:snapToGrid w:val="0"/>
      </w:rPr>
      <w:instrText xml:space="preserve"> FILENAME \p </w:instrText>
    </w:r>
    <w:r>
      <w:rPr>
        <w:snapToGrid w:val="0"/>
      </w:rPr>
      <w:fldChar w:fldCharType="separate"/>
    </w:r>
    <w:r w:rsidR="00A958D4">
      <w:rPr>
        <w:noProof/>
        <w:snapToGrid w:val="0"/>
      </w:rPr>
      <w:t>Dokument5</w:t>
    </w:r>
    <w:r>
      <w:rPr>
        <w:snapToGrid w:val="0"/>
      </w:rPr>
      <w:fldChar w:fldCharType="end"/>
    </w:r>
    <w:r>
      <w:t>\</w:t>
    </w:r>
    <w:r>
      <w:fldChar w:fldCharType="begin"/>
    </w:r>
    <w:r>
      <w:instrText xml:space="preserve"> DATE \@ "dd.MM.yy" </w:instrText>
    </w:r>
    <w:r>
      <w:fldChar w:fldCharType="separate"/>
    </w:r>
    <w:r w:rsidR="00B647BB">
      <w:rPr>
        <w:noProof/>
      </w:rPr>
      <w:t>07.06.16</w:t>
    </w:r>
    <w:r>
      <w:fldChar w:fldCharType="end"/>
    </w:r>
    <w:r>
      <w:t>\</w:t>
    </w:r>
    <w:r>
      <w:rPr>
        <w:snapToGrid w:val="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F30" w:rsidRDefault="00582F30">
    <w:pPr>
      <w:pStyle w:val="Fuzeile"/>
    </w:pPr>
  </w:p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4324"/>
      <w:gridCol w:w="3146"/>
      <w:gridCol w:w="256"/>
      <w:gridCol w:w="2296"/>
    </w:tblGrid>
    <w:tr w:rsidR="00582F30">
      <w:tc>
        <w:tcPr>
          <w:tcW w:w="4324" w:type="dxa"/>
        </w:tcPr>
        <w:p w:rsidR="00582F30" w:rsidRDefault="00582F30">
          <w:pPr>
            <w:rPr>
              <w:rFonts w:ascii="Times New Roman" w:hAnsi="Times New Roman"/>
              <w:noProof/>
            </w:rPr>
          </w:pPr>
        </w:p>
        <w:p w:rsidR="00582F30" w:rsidRDefault="00582F30">
          <w:pPr>
            <w:rPr>
              <w:rFonts w:ascii="Times New Roman" w:hAnsi="Times New Roman"/>
              <w:noProof/>
            </w:rPr>
          </w:pPr>
        </w:p>
        <w:p w:rsidR="00582F30" w:rsidRDefault="00582F30">
          <w:pPr>
            <w:rPr>
              <w:rFonts w:ascii="Times New Roman" w:hAnsi="Times New Roman"/>
              <w:noProof/>
            </w:rPr>
          </w:pPr>
        </w:p>
      </w:tc>
      <w:tc>
        <w:tcPr>
          <w:tcW w:w="3146" w:type="dxa"/>
        </w:tcPr>
        <w:p w:rsidR="00582F30" w:rsidRDefault="00582F30">
          <w:pPr>
            <w:pStyle w:val="Fuzeile"/>
            <w:spacing w:before="40"/>
            <w:jc w:val="right"/>
            <w:rPr>
              <w:sz w:val="14"/>
            </w:rPr>
          </w:pPr>
          <w:r>
            <w:rPr>
              <w:sz w:val="14"/>
            </w:rPr>
            <w:t xml:space="preserve">Kreissparkasse </w:t>
          </w:r>
          <w:r w:rsidR="002D4CFF">
            <w:rPr>
              <w:sz w:val="14"/>
            </w:rPr>
            <w:t>München Starnberg Ebersberg</w:t>
          </w:r>
        </w:p>
        <w:p w:rsidR="00582F30" w:rsidRPr="002D4CFF" w:rsidRDefault="002D4CFF">
          <w:pPr>
            <w:jc w:val="right"/>
            <w:rPr>
              <w:rFonts w:cs="Arial"/>
              <w:sz w:val="10"/>
            </w:rPr>
          </w:pPr>
          <w:r w:rsidRPr="002D4CFF">
            <w:rPr>
              <w:rFonts w:cs="Arial"/>
              <w:sz w:val="16"/>
            </w:rPr>
            <w:t xml:space="preserve">IBAN: DE </w:t>
          </w:r>
          <w:r w:rsidR="00305E10">
            <w:rPr>
              <w:rFonts w:cs="Arial"/>
              <w:sz w:val="16"/>
            </w:rPr>
            <w:t>123</w:t>
          </w:r>
          <w:r w:rsidRPr="002D4CFF">
            <w:rPr>
              <w:rFonts w:cs="Arial"/>
              <w:sz w:val="16"/>
            </w:rPr>
            <w:t xml:space="preserve"> </w:t>
          </w:r>
          <w:r w:rsidR="00305E10">
            <w:rPr>
              <w:rFonts w:cs="Arial"/>
              <w:sz w:val="16"/>
            </w:rPr>
            <w:t>456</w:t>
          </w:r>
          <w:r w:rsidRPr="002D4CFF">
            <w:rPr>
              <w:rFonts w:cs="Arial"/>
              <w:sz w:val="16"/>
            </w:rPr>
            <w:t xml:space="preserve"> </w:t>
          </w:r>
          <w:r w:rsidR="00305E10">
            <w:rPr>
              <w:rFonts w:cs="Arial"/>
              <w:sz w:val="16"/>
            </w:rPr>
            <w:t>789</w:t>
          </w:r>
          <w:r w:rsidRPr="002D4CFF">
            <w:rPr>
              <w:rFonts w:cs="Arial"/>
              <w:sz w:val="16"/>
            </w:rPr>
            <w:t xml:space="preserve"> </w:t>
          </w:r>
          <w:r w:rsidR="00305E10">
            <w:rPr>
              <w:rFonts w:cs="Arial"/>
              <w:sz w:val="16"/>
            </w:rPr>
            <w:t>000</w:t>
          </w:r>
          <w:r w:rsidRPr="002D4CFF">
            <w:rPr>
              <w:rFonts w:cs="Arial"/>
              <w:sz w:val="16"/>
            </w:rPr>
            <w:t xml:space="preserve"> </w:t>
          </w:r>
          <w:r>
            <w:rPr>
              <w:rFonts w:cs="Arial"/>
              <w:sz w:val="16"/>
            </w:rPr>
            <w:t>123</w:t>
          </w:r>
          <w:r w:rsidRPr="002D4CFF">
            <w:rPr>
              <w:rFonts w:cs="Arial"/>
              <w:sz w:val="16"/>
            </w:rPr>
            <w:t xml:space="preserve"> </w:t>
          </w:r>
          <w:r w:rsidR="00305E10">
            <w:rPr>
              <w:rFonts w:cs="Arial"/>
              <w:sz w:val="16"/>
            </w:rPr>
            <w:t>456</w:t>
          </w:r>
          <w:r w:rsidRPr="002D4CFF">
            <w:rPr>
              <w:rFonts w:cs="Arial"/>
              <w:sz w:val="16"/>
            </w:rPr>
            <w:t xml:space="preserve"> </w:t>
          </w:r>
          <w:r w:rsidR="00305E10">
            <w:rPr>
              <w:rFonts w:cs="Arial"/>
              <w:sz w:val="16"/>
            </w:rPr>
            <w:t>78</w:t>
          </w:r>
        </w:p>
        <w:p w:rsidR="00582F30" w:rsidRDefault="00582F30">
          <w:pPr>
            <w:jc w:val="right"/>
            <w:rPr>
              <w:sz w:val="14"/>
            </w:rPr>
          </w:pPr>
        </w:p>
        <w:p w:rsidR="00582F30" w:rsidRDefault="00582F30">
          <w:pPr>
            <w:jc w:val="right"/>
            <w:rPr>
              <w:sz w:val="14"/>
            </w:rPr>
          </w:pPr>
        </w:p>
        <w:p w:rsidR="00582F30" w:rsidRDefault="00582F30">
          <w:pPr>
            <w:jc w:val="right"/>
            <w:rPr>
              <w:sz w:val="14"/>
            </w:rPr>
          </w:pPr>
        </w:p>
        <w:p w:rsidR="00582F30" w:rsidRDefault="00582F30">
          <w:pPr>
            <w:pStyle w:val="Fuzeile"/>
            <w:jc w:val="right"/>
            <w:rPr>
              <w:sz w:val="14"/>
            </w:rPr>
          </w:pPr>
          <w:r>
            <w:rPr>
              <w:sz w:val="14"/>
            </w:rPr>
            <w:t>Eine Stiftung</w:t>
          </w:r>
        </w:p>
        <w:p w:rsidR="00582F30" w:rsidRDefault="00582F30" w:rsidP="00305E10">
          <w:pPr>
            <w:jc w:val="right"/>
            <w:rPr>
              <w:noProof/>
              <w:sz w:val="14"/>
            </w:rPr>
          </w:pPr>
          <w:r>
            <w:rPr>
              <w:sz w:val="14"/>
            </w:rPr>
            <w:t xml:space="preserve">der </w:t>
          </w:r>
          <w:r w:rsidR="00305E10">
            <w:rPr>
              <w:sz w:val="14"/>
            </w:rPr>
            <w:t>contoso AG</w:t>
          </w:r>
        </w:p>
      </w:tc>
      <w:tc>
        <w:tcPr>
          <w:tcW w:w="256" w:type="dxa"/>
        </w:tcPr>
        <w:p w:rsidR="00582F30" w:rsidRDefault="00A958D4">
          <w:pPr>
            <w:rPr>
              <w:rFonts w:ascii="Times New Roman" w:hAnsi="Times New Roman"/>
              <w:noProof/>
            </w:rPr>
          </w:pPr>
          <w:r>
            <w:rPr>
              <w:noProof/>
              <w:lang w:eastAsia="ja-JP"/>
            </w:rPr>
            <mc:AlternateContent>
              <mc:Choice Requires="wps">
                <w:drawing>
                  <wp:anchor distT="0" distB="0" distL="114300" distR="114300" simplePos="0" relativeHeight="251656704" behindDoc="0" locked="0" layoutInCell="0" allowOverlap="1">
                    <wp:simplePos x="0" y="0"/>
                    <wp:positionH relativeFrom="column">
                      <wp:posOffset>4723765</wp:posOffset>
                    </wp:positionH>
                    <wp:positionV relativeFrom="paragraph">
                      <wp:posOffset>22860</wp:posOffset>
                    </wp:positionV>
                    <wp:extent cx="90170" cy="90170"/>
                    <wp:effectExtent l="0" t="0" r="0" b="0"/>
                    <wp:wrapNone/>
                    <wp:docPr id="2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170" cy="9017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0D5DF1AD" id="Rectangle 1" o:spid="_x0000_s1026" style="position:absolute;margin-left:371.95pt;margin-top:1.8pt;width:7.1pt;height:7.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" o:allowincell="f" fillcolor="black" strokecolor="white"/>
                </w:pict>
              </mc:Fallback>
            </mc:AlternateContent>
          </w:r>
        </w:p>
      </w:tc>
      <w:tc>
        <w:tcPr>
          <w:tcW w:w="2296" w:type="dxa"/>
        </w:tcPr>
        <w:p w:rsidR="00582F30" w:rsidRDefault="00305E10">
          <w:pPr>
            <w:pStyle w:val="Fuzeile"/>
            <w:spacing w:before="40"/>
            <w:rPr>
              <w:sz w:val="14"/>
            </w:rPr>
          </w:pPr>
          <w:r>
            <w:rPr>
              <w:sz w:val="14"/>
            </w:rPr>
            <w:t>Contoso</w:t>
          </w:r>
          <w:r w:rsidR="00582F30">
            <w:rPr>
              <w:sz w:val="14"/>
            </w:rPr>
            <w:t xml:space="preserve"> </w:t>
          </w:r>
          <w:r w:rsidR="002D4CFF">
            <w:rPr>
              <w:sz w:val="14"/>
            </w:rPr>
            <w:t>München</w:t>
          </w:r>
        </w:p>
        <w:p w:rsidR="00582F30" w:rsidRDefault="002D4CFF">
          <w:pPr>
            <w:pStyle w:val="Fuzeile"/>
            <w:rPr>
              <w:sz w:val="14"/>
            </w:rPr>
          </w:pPr>
          <w:r>
            <w:rPr>
              <w:sz w:val="14"/>
            </w:rPr>
            <w:t>Grasserstr. 12</w:t>
          </w:r>
        </w:p>
        <w:p w:rsidR="00582F30" w:rsidRDefault="00582F30">
          <w:pPr>
            <w:pStyle w:val="Fuzeile"/>
            <w:rPr>
              <w:sz w:val="14"/>
            </w:rPr>
          </w:pPr>
          <w:r>
            <w:rPr>
              <w:sz w:val="14"/>
            </w:rPr>
            <w:t>D-</w:t>
          </w:r>
          <w:r w:rsidR="002D4CFF">
            <w:rPr>
              <w:sz w:val="14"/>
            </w:rPr>
            <w:t>80339</w:t>
          </w:r>
          <w:r>
            <w:rPr>
              <w:sz w:val="14"/>
            </w:rPr>
            <w:t xml:space="preserve"> </w:t>
          </w:r>
          <w:r w:rsidR="002D4CFF">
            <w:rPr>
              <w:sz w:val="14"/>
            </w:rPr>
            <w:t>München</w:t>
          </w:r>
        </w:p>
        <w:p w:rsidR="00582F30" w:rsidRDefault="00582F30">
          <w:pPr>
            <w:pStyle w:val="Fuzeile"/>
            <w:rPr>
              <w:sz w:val="14"/>
            </w:rPr>
          </w:pPr>
          <w:r>
            <w:rPr>
              <w:sz w:val="14"/>
            </w:rPr>
            <w:t xml:space="preserve">Telefon </w:t>
          </w:r>
          <w:r w:rsidR="002D4CFF">
            <w:rPr>
              <w:sz w:val="14"/>
            </w:rPr>
            <w:t>089</w:t>
          </w:r>
          <w:r>
            <w:rPr>
              <w:sz w:val="14"/>
            </w:rPr>
            <w:t xml:space="preserve"> </w:t>
          </w:r>
          <w:r w:rsidR="002D4CFF">
            <w:rPr>
              <w:sz w:val="14"/>
            </w:rPr>
            <w:t>–</w:t>
          </w:r>
          <w:r>
            <w:rPr>
              <w:sz w:val="14"/>
            </w:rPr>
            <w:t xml:space="preserve"> </w:t>
          </w:r>
          <w:r w:rsidR="002D4CFF">
            <w:rPr>
              <w:sz w:val="14"/>
            </w:rPr>
            <w:t>544 044 16</w:t>
          </w:r>
        </w:p>
        <w:p w:rsidR="00582F30" w:rsidRDefault="00582F30">
          <w:pPr>
            <w:rPr>
              <w:sz w:val="14"/>
            </w:rPr>
          </w:pPr>
          <w:r>
            <w:rPr>
              <w:sz w:val="14"/>
            </w:rPr>
            <w:t xml:space="preserve">Telefax </w:t>
          </w:r>
          <w:r w:rsidR="002D4CFF">
            <w:rPr>
              <w:sz w:val="14"/>
            </w:rPr>
            <w:t>089 – 544 044 17</w:t>
          </w:r>
        </w:p>
        <w:p w:rsidR="00582F30" w:rsidRDefault="00582F30">
          <w:pPr>
            <w:ind w:left="-85"/>
            <w:rPr>
              <w:noProof/>
            </w:rPr>
          </w:pPr>
        </w:p>
      </w:tc>
    </w:tr>
  </w:tbl>
  <w:p w:rsidR="00582F30" w:rsidRDefault="00582F30">
    <w:pPr>
      <w:pStyle w:val="Fuzeile"/>
    </w:pPr>
    <w:r>
      <w:fldChar w:fldCharType="begin"/>
    </w:r>
    <w:r>
      <w:instrText xml:space="preserve"> DATE \@ "dd.MM.yy" </w:instrText>
    </w:r>
    <w:r>
      <w:fldChar w:fldCharType="separate"/>
    </w:r>
    <w:r w:rsidR="00B647BB">
      <w:rPr>
        <w:noProof/>
      </w:rPr>
      <w:t>07.06.16</w:t>
    </w:r>
    <w:r>
      <w:fldChar w:fldCharType="end"/>
    </w:r>
    <w:r>
      <w:t>\</w:t>
    </w:r>
    <w:r>
      <w:tab/>
    </w:r>
    <w:r>
      <w:rPr>
        <w:snapToGrid w:val="0"/>
      </w:rPr>
      <w:t xml:space="preserve">Seite </w:t>
    </w:r>
    <w:r>
      <w:rPr>
        <w:snapToGrid w:val="0"/>
      </w:rPr>
      <w:fldChar w:fldCharType="begin"/>
    </w:r>
    <w:r>
      <w:rPr>
        <w:snapToGrid w:val="0"/>
      </w:rPr>
      <w:instrText xml:space="preserve"> PAGE </w:instrText>
    </w:r>
    <w:r>
      <w:rPr>
        <w:snapToGrid w:val="0"/>
      </w:rPr>
      <w:fldChar w:fldCharType="separate"/>
    </w:r>
    <w:r w:rsidR="00B647BB">
      <w:rPr>
        <w:noProof/>
        <w:snapToGrid w:val="0"/>
      </w:rPr>
      <w:t>1</w:t>
    </w:r>
    <w:r>
      <w:rPr>
        <w:snapToGrid w:val="0"/>
      </w:rPr>
      <w:fldChar w:fldCharType="end"/>
    </w:r>
    <w:r>
      <w:rPr>
        <w:snapToGrid w:val="0"/>
      </w:rPr>
      <w:t xml:space="preserve"> von </w:t>
    </w:r>
    <w:r>
      <w:rPr>
        <w:snapToGrid w:val="0"/>
      </w:rPr>
      <w:fldChar w:fldCharType="begin"/>
    </w:r>
    <w:r>
      <w:rPr>
        <w:snapToGrid w:val="0"/>
      </w:rPr>
      <w:instrText xml:space="preserve"> NUMPAGES </w:instrText>
    </w:r>
    <w:r>
      <w:rPr>
        <w:snapToGrid w:val="0"/>
      </w:rPr>
      <w:fldChar w:fldCharType="separate"/>
    </w:r>
    <w:r w:rsidR="00B647BB">
      <w:rPr>
        <w:noProof/>
        <w:snapToGrid w:val="0"/>
      </w:rPr>
      <w:t>1</w:t>
    </w:r>
    <w:r>
      <w:rPr>
        <w:snapToGrid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7CD0" w:rsidRDefault="00AD7CD0">
      <w:r>
        <w:separator/>
      </w:r>
    </w:p>
  </w:footnote>
  <w:footnote w:type="continuationSeparator" w:id="0">
    <w:p w:rsidR="00AD7CD0" w:rsidRDefault="00AD7C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F30" w:rsidRDefault="00582F30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582F30" w:rsidRDefault="00582F30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F30" w:rsidRDefault="002D4CFF">
    <w:pPr>
      <w:tabs>
        <w:tab w:val="right" w:pos="9923"/>
      </w:tabs>
      <w:ind w:right="-228"/>
    </w:pPr>
    <w:r>
      <w:rPr>
        <w:noProof/>
        <w:lang w:eastAsia="ja-JP"/>
      </w:rPr>
      <w:drawing>
        <wp:anchor distT="0" distB="0" distL="114300" distR="114300" simplePos="0" relativeHeight="251659264" behindDoc="0" locked="0" layoutInCell="1" allowOverlap="1" wp14:anchorId="40208545" wp14:editId="3AA58401">
          <wp:simplePos x="0" y="0"/>
          <wp:positionH relativeFrom="column">
            <wp:posOffset>5500048</wp:posOffset>
          </wp:positionH>
          <wp:positionV relativeFrom="paragraph">
            <wp:posOffset>-320978</wp:posOffset>
          </wp:positionV>
          <wp:extent cx="694690" cy="687705"/>
          <wp:effectExtent l="0" t="0" r="0" b="0"/>
          <wp:wrapSquare wrapText="bothSides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schemeClr val="accent3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82F30" w:rsidRDefault="00582F30">
    <w:pPr>
      <w:tabs>
        <w:tab w:val="right" w:pos="9923"/>
      </w:tabs>
      <w:ind w:right="-228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E7D67F3A"/>
    <w:lvl w:ilvl="0">
      <w:start w:val="1"/>
      <w:numFmt w:val="decimal"/>
      <w:pStyle w:val="berschrift1"/>
      <w:lvlText w:val="%1"/>
      <w:legacy w:legacy="1" w:legacySpace="144" w:legacyIndent="907"/>
      <w:lvlJc w:val="left"/>
      <w:pPr>
        <w:ind w:left="1134" w:hanging="907"/>
      </w:pPr>
    </w:lvl>
    <w:lvl w:ilvl="1">
      <w:start w:val="1"/>
      <w:numFmt w:val="decimal"/>
      <w:pStyle w:val="berschrift2"/>
      <w:lvlText w:val="%1.%2"/>
      <w:legacy w:legacy="1" w:legacySpace="144" w:legacyIndent="0"/>
      <w:lvlJc w:val="left"/>
    </w:lvl>
    <w:lvl w:ilvl="2">
      <w:start w:val="1"/>
      <w:numFmt w:val="decimal"/>
      <w:pStyle w:val="berschrift3"/>
      <w:lvlText w:val="%1.%2.%3"/>
      <w:legacy w:legacy="1" w:legacySpace="144" w:legacyIndent="0"/>
      <w:lvlJc w:val="left"/>
    </w:lvl>
    <w:lvl w:ilvl="3">
      <w:start w:val="1"/>
      <w:numFmt w:val="decimal"/>
      <w:pStyle w:val="berschrift4"/>
      <w:lvlText w:val="%1.%2.%3.%4"/>
      <w:legacy w:legacy="1" w:legacySpace="144" w:legacyIndent="0"/>
      <w:lvlJc w:val="left"/>
    </w:lvl>
    <w:lvl w:ilvl="4">
      <w:start w:val="1"/>
      <w:numFmt w:val="decimal"/>
      <w:pStyle w:val="berschrift5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DDC57B8"/>
    <w:multiLevelType w:val="singleLevel"/>
    <w:tmpl w:val="AC2A7DA0"/>
    <w:lvl w:ilvl="0">
      <w:start w:val="1"/>
      <w:numFmt w:val="bullet"/>
      <w:pStyle w:val="Bullet3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2044A72"/>
    <w:multiLevelType w:val="singleLevel"/>
    <w:tmpl w:val="26783B0A"/>
    <w:lvl w:ilvl="0">
      <w:start w:val="1"/>
      <w:numFmt w:val="bullet"/>
      <w:pStyle w:val="Bullet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318463A3"/>
    <w:multiLevelType w:val="singleLevel"/>
    <w:tmpl w:val="234A5336"/>
    <w:lvl w:ilvl="0">
      <w:start w:val="1"/>
      <w:numFmt w:val="bullet"/>
      <w:pStyle w:val="Bullet2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763115EB"/>
    <w:multiLevelType w:val="singleLevel"/>
    <w:tmpl w:val="ECBCA234"/>
    <w:lvl w:ilvl="0">
      <w:start w:val="1"/>
      <w:numFmt w:val="bullet"/>
      <w:pStyle w:val="Bullet4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5" w15:restartNumberingAfterBreak="0">
    <w:nsid w:val="7BE300B1"/>
    <w:multiLevelType w:val="singleLevel"/>
    <w:tmpl w:val="98A44B38"/>
    <w:lvl w:ilvl="0">
      <w:start w:val="1"/>
      <w:numFmt w:val="bullet"/>
      <w:pStyle w:val="Bulle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activeWritingStyle w:appName="MSWord" w:lang="de-DE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8D4"/>
    <w:rsid w:val="002D1E41"/>
    <w:rsid w:val="002D4CFF"/>
    <w:rsid w:val="00305E10"/>
    <w:rsid w:val="003567E4"/>
    <w:rsid w:val="00426DD4"/>
    <w:rsid w:val="00582F30"/>
    <w:rsid w:val="00A958D4"/>
    <w:rsid w:val="00AD7CD0"/>
    <w:rsid w:val="00B647BB"/>
    <w:rsid w:val="00BB34E4"/>
    <w:rsid w:val="00E04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02F9299-2422-42A5-89C1-468A0BF5A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 (W1)" w:eastAsia="Times New Roman" w:hAnsi="CG Times (W1)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tabs>
        <w:tab w:val="right" w:pos="9639"/>
      </w:tabs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numPr>
        <w:numId w:val="6"/>
      </w:numPr>
      <w:spacing w:before="113" w:after="113"/>
      <w:ind w:hanging="1134"/>
      <w:outlineLvl w:val="0"/>
    </w:pPr>
    <w:rPr>
      <w:b/>
      <w:kern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7"/>
      </w:numPr>
      <w:spacing w:before="113" w:after="113"/>
      <w:ind w:left="1134" w:hanging="1134"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8"/>
      </w:numPr>
      <w:spacing w:before="113" w:after="113"/>
      <w:ind w:left="1134" w:hanging="1134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9"/>
      </w:numPr>
      <w:spacing w:before="113" w:after="113"/>
      <w:ind w:left="1134" w:hanging="1134"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numPr>
        <w:ilvl w:val="4"/>
        <w:numId w:val="10"/>
      </w:numPr>
      <w:spacing w:before="113" w:after="113"/>
      <w:ind w:left="1134" w:hanging="1134"/>
      <w:outlineLvl w:val="4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zhlNum">
    <w:name w:val="Aufzähl.Num"/>
    <w:pPr>
      <w:ind w:left="283" w:hanging="283"/>
    </w:pPr>
    <w:rPr>
      <w:rFonts w:ascii="Arial" w:hAnsi="Arial"/>
      <w:color w:val="000000"/>
      <w:sz w:val="24"/>
    </w:rPr>
  </w:style>
  <w:style w:type="paragraph" w:customStyle="1" w:styleId="AufzhlNum1">
    <w:name w:val="Aufzähl.Num1"/>
    <w:pPr>
      <w:tabs>
        <w:tab w:val="left" w:pos="283"/>
      </w:tabs>
      <w:ind w:left="454" w:hanging="284"/>
    </w:pPr>
    <w:rPr>
      <w:rFonts w:ascii="Arial" w:hAnsi="Arial"/>
      <w:color w:val="000000"/>
      <w:sz w:val="24"/>
    </w:rPr>
  </w:style>
  <w:style w:type="paragraph" w:customStyle="1" w:styleId="Betreff">
    <w:name w:val="Betreff"/>
    <w:rPr>
      <w:rFonts w:ascii="Arial" w:hAnsi="Arial"/>
      <w:b/>
      <w:color w:val="000000"/>
      <w:sz w:val="24"/>
    </w:rPr>
  </w:style>
  <w:style w:type="paragraph" w:customStyle="1" w:styleId="Bullet1">
    <w:name w:val="Bullet 1"/>
    <w:basedOn w:val="Standard"/>
    <w:pPr>
      <w:numPr>
        <w:numId w:val="1"/>
      </w:numPr>
    </w:pPr>
  </w:style>
  <w:style w:type="paragraph" w:customStyle="1" w:styleId="Bullet2">
    <w:name w:val="Bullet 2"/>
    <w:basedOn w:val="Bullet1"/>
    <w:pPr>
      <w:numPr>
        <w:numId w:val="2"/>
      </w:numPr>
    </w:pPr>
  </w:style>
  <w:style w:type="paragraph" w:customStyle="1" w:styleId="Bullet3">
    <w:name w:val="Bullet 3"/>
    <w:basedOn w:val="Bullet2"/>
    <w:pPr>
      <w:numPr>
        <w:numId w:val="3"/>
      </w:numPr>
    </w:pPr>
  </w:style>
  <w:style w:type="paragraph" w:customStyle="1" w:styleId="Bullet4">
    <w:name w:val="Bullet 4"/>
    <w:basedOn w:val="Bullet3"/>
    <w:pPr>
      <w:numPr>
        <w:numId w:val="4"/>
      </w:numPr>
    </w:pPr>
  </w:style>
  <w:style w:type="paragraph" w:customStyle="1" w:styleId="Bullet5">
    <w:name w:val="Bullet 5"/>
    <w:basedOn w:val="Bullet4"/>
    <w:pPr>
      <w:numPr>
        <w:numId w:val="5"/>
      </w:numPr>
    </w:pPr>
  </w:style>
  <w:style w:type="paragraph" w:styleId="Fuzeile">
    <w:name w:val="footer"/>
    <w:basedOn w:val="Standard"/>
    <w:rPr>
      <w:sz w:val="16"/>
    </w:rPr>
  </w:style>
  <w:style w:type="paragraph" w:customStyle="1" w:styleId="TabellenText">
    <w:name w:val="Tabellen Text"/>
    <w:pPr>
      <w:tabs>
        <w:tab w:val="left" w:pos="283"/>
        <w:tab w:val="left" w:pos="850"/>
      </w:tabs>
      <w:spacing w:before="20" w:after="40"/>
      <w:ind w:left="57"/>
    </w:pPr>
    <w:rPr>
      <w:rFonts w:ascii="Arial" w:hAnsi="Arial"/>
      <w:color w:val="000000"/>
    </w:rPr>
  </w:style>
  <w:style w:type="paragraph" w:customStyle="1" w:styleId="Text8">
    <w:name w:val="Text 8"/>
    <w:rPr>
      <w:rFonts w:ascii="Arial" w:hAnsi="Arial"/>
      <w:color w:val="000000"/>
      <w:sz w:val="16"/>
    </w:rPr>
  </w:style>
  <w:style w:type="paragraph" w:styleId="Kopfzeile">
    <w:name w:val="header"/>
    <w:basedOn w:val="Standard"/>
    <w:pPr>
      <w:tabs>
        <w:tab w:val="clear" w:pos="9639"/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Eigene%20Dateien\Wacker_Vorlagen\BBiW\BBiW%20%20%20%20%20%20%20Telefa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BBiW       Telefax</Template>
  <TotalTime>0</TotalTime>
  <Pages>1</Pages>
  <Words>64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Telefax</vt:lpstr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Telefax</dc:title>
  <dc:subject/>
  <dc:creator>Rene Martin</dc:creator>
  <cp:keywords/>
  <dc:description/>
  <cp:lastModifiedBy>Trainer Trainer</cp:lastModifiedBy>
  <cp:revision>5</cp:revision>
  <cp:lastPrinted>1997-09-16T09:36:00Z</cp:lastPrinted>
  <dcterms:created xsi:type="dcterms:W3CDTF">2015-01-16T09:53:00Z</dcterms:created>
  <dcterms:modified xsi:type="dcterms:W3CDTF">2016-06-07T12:03:00Z</dcterms:modified>
</cp:coreProperties>
</file>