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3" w:type="dxa"/>
        <w:tblLayout w:type="fixed"/>
        <w:tblCellMar>
          <w:left w:w="43" w:type="dxa"/>
          <w:right w:w="43" w:type="dxa"/>
        </w:tblCellMar>
        <w:tblLook w:val="0000" w:firstRow="0" w:lastRow="0" w:firstColumn="0" w:lastColumn="0" w:noHBand="0" w:noVBand="0"/>
      </w:tblPr>
      <w:tblGrid>
        <w:gridCol w:w="6521"/>
        <w:gridCol w:w="2835"/>
      </w:tblGrid>
      <w:tr w:rsidR="00A72BCE" w:rsidRPr="00D75B4D" w:rsidTr="0067535C">
        <w:trPr>
          <w:cantSplit/>
          <w:trHeight w:val="2317"/>
        </w:trPr>
        <w:tc>
          <w:tcPr>
            <w:tcW w:w="6521" w:type="dxa"/>
          </w:tcPr>
          <w:p w:rsidR="00A72BCE" w:rsidRDefault="00A72BCE" w:rsidP="0067535C">
            <w:pPr>
              <w:spacing w:line="141" w:lineRule="atLeast"/>
            </w:pPr>
          </w:p>
        </w:tc>
        <w:tc>
          <w:tcPr>
            <w:tcW w:w="2835" w:type="dxa"/>
            <w:vMerge w:val="restart"/>
            <w:tcBorders>
              <w:bottom w:val="nil"/>
            </w:tcBorders>
          </w:tcPr>
          <w:p w:rsidR="00A72BCE" w:rsidRDefault="0027569C" w:rsidP="0067535C">
            <w:pPr>
              <w:spacing w:line="141" w:lineRule="atLeast"/>
              <w:rPr>
                <w:b/>
                <w:caps/>
                <w:color w:val="000000"/>
                <w:sz w:val="15"/>
              </w:rPr>
            </w:pPr>
            <w:r>
              <w:rPr>
                <w:b/>
                <w:caps/>
                <w:color w:val="000000"/>
                <w:sz w:val="15"/>
              </w:rPr>
              <w:fldChar w:fldCharType="begin">
                <w:ffData>
                  <w:name w:val="Name"/>
                  <w:enabled/>
                  <w:calcOnExit w:val="0"/>
                  <w:textInput>
                    <w:default w:val="VORNAME NAME"/>
                  </w:textInput>
                </w:ffData>
              </w:fldChar>
            </w:r>
            <w:bookmarkStart w:id="0" w:name="Name"/>
            <w:r>
              <w:rPr>
                <w:b/>
                <w:caps/>
                <w:color w:val="000000"/>
                <w:sz w:val="15"/>
              </w:rPr>
              <w:instrText xml:space="preserve"> FORMTEXT </w:instrText>
            </w:r>
            <w:r>
              <w:rPr>
                <w:b/>
                <w:caps/>
                <w:color w:val="000000"/>
                <w:sz w:val="15"/>
              </w:rPr>
            </w:r>
            <w:r>
              <w:rPr>
                <w:b/>
                <w:caps/>
                <w:color w:val="000000"/>
                <w:sz w:val="15"/>
              </w:rPr>
              <w:fldChar w:fldCharType="separate"/>
            </w:r>
            <w:r>
              <w:rPr>
                <w:b/>
                <w:caps/>
                <w:noProof/>
                <w:color w:val="000000"/>
                <w:sz w:val="15"/>
              </w:rPr>
              <w:t>VORNAME NAME</w:t>
            </w:r>
            <w:r>
              <w:rPr>
                <w:b/>
                <w:caps/>
                <w:color w:val="000000"/>
                <w:sz w:val="15"/>
              </w:rPr>
              <w:fldChar w:fldCharType="end"/>
            </w:r>
            <w:bookmarkEnd w:id="0"/>
          </w:p>
          <w:p w:rsidR="00A72BCE" w:rsidRDefault="0027569C" w:rsidP="0067535C">
            <w:pPr>
              <w:spacing w:line="141" w:lineRule="atLeast"/>
              <w:rPr>
                <w:caps/>
                <w:color w:val="000000"/>
                <w:sz w:val="15"/>
              </w:rPr>
            </w:pPr>
            <w:r>
              <w:rPr>
                <w:caps/>
                <w:color w:val="000000"/>
                <w:sz w:val="15"/>
              </w:rPr>
              <w:fldChar w:fldCharType="begin">
                <w:ffData>
                  <w:name w:val="Bereich"/>
                  <w:enabled/>
                  <w:calcOnExit w:val="0"/>
                  <w:textInput>
                    <w:default w:val="BEREICH"/>
                  </w:textInput>
                </w:ffData>
              </w:fldChar>
            </w:r>
            <w:bookmarkStart w:id="1" w:name="Bereich"/>
            <w:r>
              <w:rPr>
                <w:caps/>
                <w:color w:val="000000"/>
                <w:sz w:val="15"/>
              </w:rPr>
              <w:instrText xml:space="preserve"> FORMTEXT </w:instrText>
            </w:r>
            <w:r>
              <w:rPr>
                <w:caps/>
                <w:color w:val="000000"/>
                <w:sz w:val="15"/>
              </w:rPr>
            </w:r>
            <w:r>
              <w:rPr>
                <w:caps/>
                <w:color w:val="000000"/>
                <w:sz w:val="15"/>
              </w:rPr>
              <w:fldChar w:fldCharType="separate"/>
            </w:r>
            <w:r>
              <w:rPr>
                <w:caps/>
                <w:noProof/>
                <w:color w:val="000000"/>
                <w:sz w:val="15"/>
              </w:rPr>
              <w:t>BEREICH</w:t>
            </w:r>
            <w:r>
              <w:rPr>
                <w:caps/>
                <w:color w:val="000000"/>
                <w:sz w:val="15"/>
              </w:rPr>
              <w:fldChar w:fldCharType="end"/>
            </w:r>
            <w:bookmarkEnd w:id="1"/>
          </w:p>
          <w:p w:rsidR="00A72BCE" w:rsidRDefault="00A72BCE" w:rsidP="0067535C">
            <w:pPr>
              <w:spacing w:line="141" w:lineRule="atLeast"/>
              <w:rPr>
                <w:sz w:val="14"/>
              </w:rPr>
            </w:pPr>
          </w:p>
          <w:p w:rsidR="00A72BCE" w:rsidRPr="00DD64B3" w:rsidRDefault="00A72BCE" w:rsidP="0067535C">
            <w:pPr>
              <w:spacing w:line="141" w:lineRule="atLeast"/>
              <w:rPr>
                <w:b/>
                <w:sz w:val="15"/>
              </w:rPr>
            </w:pPr>
            <w:bookmarkStart w:id="2" w:name="standort"/>
            <w:bookmarkStart w:id="3" w:name="tel"/>
            <w:bookmarkStart w:id="4" w:name="Wacker"/>
            <w:bookmarkEnd w:id="2"/>
            <w:bookmarkEnd w:id="3"/>
            <w:bookmarkEnd w:id="4"/>
            <w:r>
              <w:rPr>
                <w:b/>
                <w:sz w:val="15"/>
              </w:rPr>
              <w:t>contoso</w:t>
            </w:r>
            <w:r w:rsidRPr="00DD64B3">
              <w:rPr>
                <w:b/>
                <w:sz w:val="15"/>
              </w:rPr>
              <w:t xml:space="preserve"> AG</w:t>
            </w:r>
          </w:p>
          <w:p w:rsidR="00A72BCE" w:rsidRDefault="00A72BCE" w:rsidP="0067535C">
            <w:pPr>
              <w:spacing w:line="141" w:lineRule="atLeast"/>
              <w:rPr>
                <w:sz w:val="15"/>
              </w:rPr>
            </w:pPr>
            <w:r>
              <w:rPr>
                <w:sz w:val="15"/>
              </w:rPr>
              <w:t>Entenstraße 24</w:t>
            </w:r>
          </w:p>
          <w:p w:rsidR="00A72BCE" w:rsidRDefault="00A72BCE" w:rsidP="0067535C">
            <w:pPr>
              <w:spacing w:line="141" w:lineRule="atLeast"/>
              <w:rPr>
                <w:sz w:val="15"/>
              </w:rPr>
            </w:pPr>
            <w:r>
              <w:rPr>
                <w:sz w:val="15"/>
              </w:rPr>
              <w:t>12345 Entenhausen, Germany</w:t>
            </w:r>
          </w:p>
          <w:p w:rsidR="00A72BCE" w:rsidRDefault="00A72BCE" w:rsidP="0067535C">
            <w:pPr>
              <w:spacing w:line="141" w:lineRule="atLeast"/>
              <w:rPr>
                <w:sz w:val="15"/>
              </w:rPr>
            </w:pPr>
            <w:r>
              <w:rPr>
                <w:sz w:val="15"/>
              </w:rPr>
              <w:t>Tel. +49 89 12 345678</w:t>
            </w:r>
          </w:p>
          <w:p w:rsidR="00A72BCE" w:rsidRPr="00D75B4D" w:rsidRDefault="00A72BCE" w:rsidP="0027569C">
            <w:pPr>
              <w:spacing w:line="141" w:lineRule="atLeast"/>
              <w:rPr>
                <w:sz w:val="15"/>
                <w:lang w:val="fr-FR"/>
              </w:rPr>
            </w:pPr>
            <w:r w:rsidRPr="00D75B4D">
              <w:rPr>
                <w:sz w:val="15"/>
                <w:lang w:val="fr-FR"/>
              </w:rPr>
              <w:t xml:space="preserve">Fax </w:t>
            </w:r>
            <w:r w:rsidR="0027569C">
              <w:rPr>
                <w:sz w:val="15"/>
              </w:rPr>
              <w:fldChar w:fldCharType="begin">
                <w:ffData>
                  <w:name w:val="Fax"/>
                  <w:enabled/>
                  <w:calcOnExit w:val="0"/>
                  <w:textInput>
                    <w:default w:val="FAX"/>
                  </w:textInput>
                </w:ffData>
              </w:fldChar>
            </w:r>
            <w:bookmarkStart w:id="5" w:name="Fax"/>
            <w:r w:rsidR="0027569C" w:rsidRPr="00D75B4D">
              <w:rPr>
                <w:sz w:val="15"/>
                <w:lang w:val="fr-FR"/>
              </w:rPr>
              <w:instrText xml:space="preserve"> FORMTEXT </w:instrText>
            </w:r>
            <w:r w:rsidR="0027569C">
              <w:rPr>
                <w:sz w:val="15"/>
              </w:rPr>
            </w:r>
            <w:r w:rsidR="0027569C">
              <w:rPr>
                <w:sz w:val="15"/>
              </w:rPr>
              <w:fldChar w:fldCharType="separate"/>
            </w:r>
            <w:r w:rsidR="0027569C" w:rsidRPr="00D75B4D">
              <w:rPr>
                <w:noProof/>
                <w:sz w:val="15"/>
                <w:lang w:val="fr-FR"/>
              </w:rPr>
              <w:t>FAX</w:t>
            </w:r>
            <w:r w:rsidR="0027569C">
              <w:rPr>
                <w:sz w:val="15"/>
              </w:rPr>
              <w:fldChar w:fldCharType="end"/>
            </w:r>
            <w:bookmarkEnd w:id="5"/>
          </w:p>
          <w:p w:rsidR="00A72BCE" w:rsidRPr="00D75B4D" w:rsidRDefault="0027569C" w:rsidP="0067535C">
            <w:pPr>
              <w:spacing w:line="141" w:lineRule="atLeast"/>
              <w:rPr>
                <w:sz w:val="15"/>
                <w:lang w:val="fr-FR"/>
              </w:rPr>
            </w:pPr>
            <w:r>
              <w:rPr>
                <w:sz w:val="15"/>
              </w:rPr>
              <w:fldChar w:fldCharType="begin">
                <w:ffData>
                  <w:name w:val="mail"/>
                  <w:enabled/>
                  <w:calcOnExit w:val="0"/>
                  <w:textInput>
                    <w:default w:val="vorname.name@contoso.com"/>
                    <w:format w:val="LOWERCASE"/>
                  </w:textInput>
                </w:ffData>
              </w:fldChar>
            </w:r>
            <w:bookmarkStart w:id="6" w:name="mail"/>
            <w:r w:rsidRPr="00D75B4D">
              <w:rPr>
                <w:sz w:val="15"/>
                <w:lang w:val="fr-FR"/>
              </w:rPr>
              <w:instrText xml:space="preserve"> FORMTEXT </w:instrText>
            </w:r>
            <w:r>
              <w:rPr>
                <w:sz w:val="15"/>
              </w:rPr>
            </w:r>
            <w:r>
              <w:rPr>
                <w:sz w:val="15"/>
              </w:rPr>
              <w:fldChar w:fldCharType="separate"/>
            </w:r>
            <w:r w:rsidRPr="00D75B4D">
              <w:rPr>
                <w:noProof/>
                <w:sz w:val="15"/>
                <w:lang w:val="fr-FR"/>
              </w:rPr>
              <w:t>vorname.name@contoso.com</w:t>
            </w:r>
            <w:r>
              <w:rPr>
                <w:sz w:val="15"/>
              </w:rPr>
              <w:fldChar w:fldCharType="end"/>
            </w:r>
            <w:bookmarkEnd w:id="6"/>
          </w:p>
          <w:p w:rsidR="00A72BCE" w:rsidRPr="00D75B4D" w:rsidRDefault="00A72BCE" w:rsidP="0067535C">
            <w:pPr>
              <w:spacing w:line="141" w:lineRule="atLeast"/>
              <w:rPr>
                <w:color w:val="000000"/>
                <w:sz w:val="15"/>
                <w:lang w:val="fr-FR"/>
              </w:rPr>
            </w:pPr>
            <w:bookmarkStart w:id="7" w:name="standort1"/>
            <w:bookmarkEnd w:id="7"/>
          </w:p>
        </w:tc>
      </w:tr>
      <w:tr w:rsidR="00A72BCE" w:rsidTr="0067535C">
        <w:trPr>
          <w:cantSplit/>
          <w:trHeight w:val="2240"/>
        </w:trPr>
        <w:tc>
          <w:tcPr>
            <w:tcW w:w="6521" w:type="dxa"/>
          </w:tcPr>
          <w:p w:rsidR="00A72BCE" w:rsidRDefault="00A72BCE" w:rsidP="0067535C">
            <w:pPr>
              <w:spacing w:before="20"/>
              <w:rPr>
                <w:sz w:val="15"/>
              </w:rPr>
            </w:pPr>
            <w:bookmarkStart w:id="8" w:name="Standort2"/>
            <w:bookmarkEnd w:id="8"/>
            <w:r>
              <w:rPr>
                <w:sz w:val="15"/>
              </w:rPr>
              <w:t>contoso AG</w:t>
            </w:r>
          </w:p>
          <w:p w:rsidR="00A72BCE" w:rsidRDefault="00A72BCE" w:rsidP="0067535C">
            <w:pPr>
              <w:spacing w:before="20"/>
              <w:rPr>
                <w:sz w:val="15"/>
              </w:rPr>
            </w:pPr>
            <w:bookmarkStart w:id="9" w:name="Standort2a"/>
            <w:bookmarkEnd w:id="9"/>
            <w:r>
              <w:rPr>
                <w:sz w:val="15"/>
              </w:rPr>
              <w:t>Postfach 1234, 12345 Entenhausen, Germany</w:t>
            </w:r>
          </w:p>
          <w:p w:rsidR="00A72BCE" w:rsidRDefault="00A72BCE" w:rsidP="0067535C">
            <w:pPr>
              <w:rPr>
                <w:sz w:val="24"/>
              </w:rPr>
            </w:pPr>
          </w:p>
          <w:p w:rsidR="00A72BCE" w:rsidRPr="00EB7800" w:rsidRDefault="00A72BCE" w:rsidP="0067535C">
            <w:pPr>
              <w:rPr>
                <w:szCs w:val="22"/>
              </w:rPr>
            </w:pPr>
          </w:p>
          <w:p w:rsidR="00A72BCE" w:rsidRPr="00EB7800" w:rsidRDefault="0027569C" w:rsidP="0027569C">
            <w:pPr>
              <w:rPr>
                <w:szCs w:val="22"/>
              </w:rPr>
            </w:pPr>
            <w:r>
              <w:rPr>
                <w:szCs w:val="22"/>
              </w:rPr>
              <w:fldChar w:fldCharType="begin">
                <w:ffData>
                  <w:name w:val="Vorname"/>
                  <w:enabled/>
                  <w:calcOnExit w:val="0"/>
                  <w:textInput/>
                </w:ffData>
              </w:fldChar>
            </w:r>
            <w:bookmarkStart w:id="10" w:name="Vornam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0"/>
            <w:r w:rsidR="00A72BCE" w:rsidRPr="00EB7800">
              <w:rPr>
                <w:szCs w:val="22"/>
              </w:rPr>
              <w:t xml:space="preserve"> </w:t>
            </w:r>
            <w:r>
              <w:rPr>
                <w:szCs w:val="22"/>
              </w:rPr>
              <w:fldChar w:fldCharType="begin">
                <w:ffData>
                  <w:name w:val="Familienname"/>
                  <w:enabled/>
                  <w:calcOnExit/>
                  <w:textInput/>
                </w:ffData>
              </w:fldChar>
            </w:r>
            <w:bookmarkStart w:id="11" w:name="Familiennam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1"/>
          </w:p>
          <w:p w:rsidR="00A72BCE" w:rsidRPr="00EB7800" w:rsidRDefault="0027569C" w:rsidP="0067535C">
            <w:pPr>
              <w:rPr>
                <w:szCs w:val="22"/>
              </w:rPr>
            </w:pPr>
            <w:r>
              <w:rPr>
                <w:szCs w:val="22"/>
              </w:rPr>
              <w:fldChar w:fldCharType="begin">
                <w:ffData>
                  <w:name w:val="Strasse"/>
                  <w:enabled/>
                  <w:calcOnExit/>
                  <w:textInput/>
                </w:ffData>
              </w:fldChar>
            </w:r>
            <w:bookmarkStart w:id="12" w:name="Strasse"/>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2"/>
          </w:p>
          <w:p w:rsidR="00A72BCE" w:rsidRPr="00EB7800" w:rsidRDefault="0027569C" w:rsidP="0027569C">
            <w:pPr>
              <w:rPr>
                <w:szCs w:val="22"/>
              </w:rPr>
            </w:pPr>
            <w:r>
              <w:rPr>
                <w:szCs w:val="22"/>
              </w:rPr>
              <w:fldChar w:fldCharType="begin">
                <w:ffData>
                  <w:name w:val="PLZ"/>
                  <w:enabled/>
                  <w:calcOnExit/>
                  <w:textInput/>
                </w:ffData>
              </w:fldChar>
            </w:r>
            <w:bookmarkStart w:id="13" w:name="PLZ"/>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3"/>
            <w:r w:rsidR="00A72BCE" w:rsidRPr="00EB7800">
              <w:rPr>
                <w:szCs w:val="22"/>
              </w:rPr>
              <w:t xml:space="preserve"> </w:t>
            </w:r>
            <w:r>
              <w:rPr>
                <w:szCs w:val="22"/>
              </w:rPr>
              <w:fldChar w:fldCharType="begin">
                <w:ffData>
                  <w:name w:val="Ort"/>
                  <w:enabled/>
                  <w:calcOnExit/>
                  <w:textInput/>
                </w:ffData>
              </w:fldChar>
            </w:r>
            <w:bookmarkStart w:id="14" w:name="Ort"/>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4"/>
          </w:p>
          <w:p w:rsidR="00A72BCE" w:rsidRDefault="0027569C" w:rsidP="0067535C">
            <w:pPr>
              <w:rPr>
                <w:sz w:val="24"/>
              </w:rPr>
            </w:pPr>
            <w:r>
              <w:rPr>
                <w:szCs w:val="22"/>
              </w:rPr>
              <w:fldChar w:fldCharType="begin">
                <w:ffData>
                  <w:name w:val="Land"/>
                  <w:enabled/>
                  <w:calcOnExit/>
                  <w:textInput/>
                </w:ffData>
              </w:fldChar>
            </w:r>
            <w:bookmarkStart w:id="15" w:name="Land"/>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15"/>
          </w:p>
          <w:p w:rsidR="00A72BCE" w:rsidRDefault="00A72BCE" w:rsidP="0067535C"/>
        </w:tc>
        <w:tc>
          <w:tcPr>
            <w:tcW w:w="2835" w:type="dxa"/>
            <w:vMerge/>
          </w:tcPr>
          <w:p w:rsidR="00A72BCE" w:rsidRDefault="00A72BCE" w:rsidP="0067535C">
            <w:pPr>
              <w:spacing w:line="141" w:lineRule="atLeast"/>
              <w:rPr>
                <w:color w:val="000000"/>
              </w:rPr>
            </w:pPr>
          </w:p>
        </w:tc>
      </w:tr>
      <w:tr w:rsidR="00A72BCE" w:rsidTr="0067535C">
        <w:trPr>
          <w:cantSplit/>
        </w:trPr>
        <w:tc>
          <w:tcPr>
            <w:tcW w:w="6521" w:type="dxa"/>
          </w:tcPr>
          <w:p w:rsidR="00A72BCE" w:rsidRDefault="00A72BCE" w:rsidP="0067535C">
            <w:pPr>
              <w:spacing w:line="141" w:lineRule="atLeast"/>
              <w:rPr>
                <w:color w:val="000000"/>
                <w:sz w:val="24"/>
              </w:rPr>
            </w:pPr>
          </w:p>
        </w:tc>
        <w:tc>
          <w:tcPr>
            <w:tcW w:w="2835" w:type="dxa"/>
            <w:vAlign w:val="bottom"/>
          </w:tcPr>
          <w:p w:rsidR="00A72BCE" w:rsidRDefault="00A72BCE" w:rsidP="0067535C">
            <w:pPr>
              <w:spacing w:line="141" w:lineRule="atLeast"/>
              <w:rPr>
                <w:color w:val="000000"/>
                <w:sz w:val="15"/>
              </w:rPr>
            </w:pPr>
            <w:r>
              <w:rPr>
                <w:color w:val="000000"/>
                <w:sz w:val="15"/>
              </w:rPr>
              <w:t>Unsere Zeichen</w:t>
            </w:r>
          </w:p>
        </w:tc>
      </w:tr>
      <w:tr w:rsidR="00A72BCE" w:rsidRPr="00EB7800" w:rsidTr="0067535C">
        <w:trPr>
          <w:cantSplit/>
        </w:trPr>
        <w:tc>
          <w:tcPr>
            <w:tcW w:w="6521" w:type="dxa"/>
          </w:tcPr>
          <w:p w:rsidR="00A72BCE" w:rsidRPr="00EB7800" w:rsidRDefault="0027569C" w:rsidP="0067535C">
            <w:pPr>
              <w:spacing w:line="141" w:lineRule="atLeast"/>
              <w:rPr>
                <w:color w:val="000000"/>
                <w:szCs w:val="22"/>
              </w:rPr>
            </w:pPr>
            <w:r>
              <w:rPr>
                <w:color w:val="000000"/>
                <w:szCs w:val="22"/>
              </w:rPr>
              <w:fldChar w:fldCharType="begin">
                <w:ffData>
                  <w:name w:val="datum"/>
                  <w:enabled/>
                  <w:calcOnExit/>
                  <w:textInput>
                    <w:default w:val="Datum"/>
                  </w:textInput>
                </w:ffData>
              </w:fldChar>
            </w:r>
            <w:bookmarkStart w:id="16" w:name="datum"/>
            <w:r>
              <w:rPr>
                <w:color w:val="000000"/>
                <w:szCs w:val="22"/>
              </w:rPr>
              <w:instrText xml:space="preserve"> FORMTEXT </w:instrText>
            </w:r>
            <w:r>
              <w:rPr>
                <w:color w:val="000000"/>
                <w:szCs w:val="22"/>
              </w:rPr>
            </w:r>
            <w:r>
              <w:rPr>
                <w:color w:val="000000"/>
                <w:szCs w:val="22"/>
              </w:rPr>
              <w:fldChar w:fldCharType="separate"/>
            </w:r>
            <w:r>
              <w:rPr>
                <w:noProof/>
                <w:color w:val="000000"/>
                <w:szCs w:val="22"/>
              </w:rPr>
              <w:t>Datum</w:t>
            </w:r>
            <w:r>
              <w:rPr>
                <w:color w:val="000000"/>
                <w:szCs w:val="22"/>
              </w:rPr>
              <w:fldChar w:fldCharType="end"/>
            </w:r>
            <w:bookmarkEnd w:id="16"/>
            <w:r w:rsidR="00A72BCE" w:rsidRPr="00EB7800">
              <w:rPr>
                <w:color w:val="000000"/>
                <w:szCs w:val="22"/>
              </w:rPr>
              <w:t xml:space="preserve"> </w:t>
            </w:r>
          </w:p>
        </w:tc>
        <w:tc>
          <w:tcPr>
            <w:tcW w:w="2835" w:type="dxa"/>
          </w:tcPr>
          <w:p w:rsidR="00A72BCE" w:rsidRPr="00EB7800" w:rsidRDefault="0027569C" w:rsidP="0067535C">
            <w:pPr>
              <w:spacing w:line="141" w:lineRule="atLeast"/>
              <w:rPr>
                <w:color w:val="000000"/>
                <w:szCs w:val="22"/>
              </w:rPr>
            </w:pPr>
            <w:r>
              <w:rPr>
                <w:color w:val="000000"/>
                <w:szCs w:val="22"/>
              </w:rPr>
              <w:fldChar w:fldCharType="begin">
                <w:ffData>
                  <w:name w:val="Zeichen"/>
                  <w:enabled/>
                  <w:calcOnExit w:val="0"/>
                  <w:textInput/>
                </w:ffData>
              </w:fldChar>
            </w:r>
            <w:bookmarkStart w:id="17" w:name="Zeichen"/>
            <w:r>
              <w:rPr>
                <w:color w:val="000000"/>
                <w:szCs w:val="22"/>
              </w:rPr>
              <w:instrText xml:space="preserve"> FORMTEXT </w:instrText>
            </w:r>
            <w:r>
              <w:rPr>
                <w:color w:val="000000"/>
                <w:szCs w:val="22"/>
              </w:rPr>
            </w:r>
            <w:r>
              <w:rPr>
                <w:color w:val="000000"/>
                <w:szCs w:val="22"/>
              </w:rPr>
              <w:fldChar w:fldCharType="separate"/>
            </w:r>
            <w:r>
              <w:rPr>
                <w:noProof/>
                <w:color w:val="000000"/>
                <w:szCs w:val="22"/>
              </w:rPr>
              <w:t> </w:t>
            </w:r>
            <w:r>
              <w:rPr>
                <w:noProof/>
                <w:color w:val="000000"/>
                <w:szCs w:val="22"/>
              </w:rPr>
              <w:t> </w:t>
            </w:r>
            <w:r>
              <w:rPr>
                <w:noProof/>
                <w:color w:val="000000"/>
                <w:szCs w:val="22"/>
              </w:rPr>
              <w:t> </w:t>
            </w:r>
            <w:r>
              <w:rPr>
                <w:noProof/>
                <w:color w:val="000000"/>
                <w:szCs w:val="22"/>
              </w:rPr>
              <w:t> </w:t>
            </w:r>
            <w:r>
              <w:rPr>
                <w:noProof/>
                <w:color w:val="000000"/>
                <w:szCs w:val="22"/>
              </w:rPr>
              <w:t> </w:t>
            </w:r>
            <w:r>
              <w:rPr>
                <w:color w:val="000000"/>
                <w:szCs w:val="22"/>
              </w:rPr>
              <w:fldChar w:fldCharType="end"/>
            </w:r>
            <w:bookmarkEnd w:id="17"/>
          </w:p>
        </w:tc>
      </w:tr>
      <w:tr w:rsidR="00A72BCE" w:rsidRPr="00EB7800" w:rsidTr="0067535C">
        <w:trPr>
          <w:cantSplit/>
          <w:trHeight w:val="375"/>
        </w:trPr>
        <w:tc>
          <w:tcPr>
            <w:tcW w:w="9356" w:type="dxa"/>
            <w:gridSpan w:val="2"/>
          </w:tcPr>
          <w:p w:rsidR="00A72BCE" w:rsidRPr="00EB7800" w:rsidRDefault="00A72BCE" w:rsidP="0067535C">
            <w:pPr>
              <w:spacing w:line="141" w:lineRule="atLeast"/>
              <w:rPr>
                <w:color w:val="000000"/>
                <w:szCs w:val="22"/>
              </w:rPr>
            </w:pPr>
          </w:p>
        </w:tc>
      </w:tr>
      <w:tr w:rsidR="00A72BCE" w:rsidRPr="00EB7800" w:rsidTr="0067535C">
        <w:trPr>
          <w:cantSplit/>
        </w:trPr>
        <w:tc>
          <w:tcPr>
            <w:tcW w:w="9356" w:type="dxa"/>
            <w:gridSpan w:val="2"/>
          </w:tcPr>
          <w:p w:rsidR="00A72BCE" w:rsidRPr="00EB7800" w:rsidRDefault="00A72BCE" w:rsidP="0067535C">
            <w:pPr>
              <w:pStyle w:val="Betreff"/>
              <w:rPr>
                <w:szCs w:val="22"/>
              </w:rPr>
            </w:pPr>
            <w:r>
              <w:rPr>
                <w:szCs w:val="22"/>
              </w:rPr>
              <w:t>Entgelt</w:t>
            </w:r>
          </w:p>
        </w:tc>
      </w:tr>
      <w:tr w:rsidR="00A72BCE" w:rsidRPr="00EB7800" w:rsidTr="0067535C">
        <w:trPr>
          <w:cantSplit/>
        </w:trPr>
        <w:tc>
          <w:tcPr>
            <w:tcW w:w="9356" w:type="dxa"/>
            <w:gridSpan w:val="2"/>
          </w:tcPr>
          <w:p w:rsidR="00A72BCE" w:rsidRPr="00EB7800" w:rsidRDefault="00A72BCE" w:rsidP="0067535C">
            <w:pPr>
              <w:pStyle w:val="Betreff"/>
              <w:rPr>
                <w:b w:val="0"/>
                <w:szCs w:val="22"/>
              </w:rPr>
            </w:pPr>
          </w:p>
        </w:tc>
      </w:tr>
    </w:tbl>
    <w:p w:rsidR="007F45F7" w:rsidRDefault="007F45F7" w:rsidP="00A72BCE"/>
    <w:bookmarkStart w:id="18" w:name="Anrede2"/>
    <w:bookmarkEnd w:id="18"/>
    <w:p w:rsidR="00A72BCE" w:rsidRPr="0099212C" w:rsidRDefault="0027569C" w:rsidP="0027569C">
      <w:pPr>
        <w:pStyle w:val="Formatvorlage2"/>
        <w:rPr>
          <w:b w:val="0"/>
        </w:rPr>
      </w:pPr>
      <w:r>
        <w:rPr>
          <w:b w:val="0"/>
        </w:rPr>
        <w:fldChar w:fldCharType="begin">
          <w:ffData>
            <w:name w:val="Anrede"/>
            <w:enabled/>
            <w:calcOnExit w:val="0"/>
            <w:ddList>
              <w:listEntry w:val="Sehr geehrter Herr"/>
              <w:listEntry w:val="Sehr geehrte Frau"/>
            </w:ddList>
          </w:ffData>
        </w:fldChar>
      </w:r>
      <w:bookmarkStart w:id="19" w:name="Anrede"/>
      <w:r>
        <w:rPr>
          <w:b w:val="0"/>
        </w:rPr>
        <w:instrText xml:space="preserve"> FORMDROPDOWN </w:instrText>
      </w:r>
      <w:r w:rsidR="004D1764">
        <w:rPr>
          <w:b w:val="0"/>
        </w:rPr>
      </w:r>
      <w:r w:rsidR="004D1764">
        <w:rPr>
          <w:b w:val="0"/>
        </w:rPr>
        <w:fldChar w:fldCharType="separate"/>
      </w:r>
      <w:r>
        <w:rPr>
          <w:b w:val="0"/>
        </w:rPr>
        <w:fldChar w:fldCharType="end"/>
      </w:r>
      <w:bookmarkEnd w:id="19"/>
      <w:r w:rsidR="00A72BCE">
        <w:rPr>
          <w:b w:val="0"/>
        </w:rPr>
        <w:t xml:space="preserve"> </w:t>
      </w:r>
      <w:r>
        <w:rPr>
          <w:b w:val="0"/>
        </w:rPr>
        <w:fldChar w:fldCharType="begin">
          <w:ffData>
            <w:name w:val="Text1"/>
            <w:enabled/>
            <w:calcOnExit w:val="0"/>
            <w:textInput/>
          </w:ffData>
        </w:fldChar>
      </w:r>
      <w:bookmarkStart w:id="20" w:name="Text1"/>
      <w:r>
        <w:rPr>
          <w:b w:val="0"/>
        </w:rPr>
        <w:instrText xml:space="preserve"> FORMTEXT </w:instrText>
      </w:r>
      <w:r>
        <w:rPr>
          <w:b w:val="0"/>
        </w:rPr>
      </w:r>
      <w:r>
        <w:rPr>
          <w:b w:val="0"/>
        </w:rPr>
        <w:fldChar w:fldCharType="separate"/>
      </w:r>
      <w:r>
        <w:rPr>
          <w:b w:val="0"/>
          <w:noProof/>
        </w:rPr>
        <w:t> </w:t>
      </w:r>
      <w:r>
        <w:rPr>
          <w:b w:val="0"/>
          <w:noProof/>
        </w:rPr>
        <w:t> </w:t>
      </w:r>
      <w:r>
        <w:rPr>
          <w:b w:val="0"/>
          <w:noProof/>
        </w:rPr>
        <w:t> </w:t>
      </w:r>
      <w:r>
        <w:rPr>
          <w:b w:val="0"/>
          <w:noProof/>
        </w:rPr>
        <w:t> </w:t>
      </w:r>
      <w:r>
        <w:rPr>
          <w:b w:val="0"/>
          <w:noProof/>
        </w:rPr>
        <w:t> </w:t>
      </w:r>
      <w:r>
        <w:rPr>
          <w:b w:val="0"/>
        </w:rPr>
        <w:fldChar w:fldCharType="end"/>
      </w:r>
      <w:bookmarkEnd w:id="20"/>
      <w:r w:rsidR="00A72BCE" w:rsidRPr="0099212C">
        <w:rPr>
          <w:b w:val="0"/>
        </w:rPr>
        <w:t>,</w:t>
      </w:r>
    </w:p>
    <w:p w:rsidR="007F45F7" w:rsidRDefault="007F45F7" w:rsidP="00A72BCE"/>
    <w:p w:rsidR="00494439" w:rsidRDefault="00494439" w:rsidP="0027569C">
      <w:r>
        <w:t xml:space="preserve">wir freuen uns, Ihnen mitteilen zu können, dass wir Sie </w:t>
      </w:r>
      <w:r w:rsidR="0027569C">
        <w:fldChar w:fldCharType="begin">
          <w:ffData>
            <w:name w:val="Wirkung"/>
            <w:enabled/>
            <w:calcOnExit w:val="0"/>
            <w:ddList>
              <w:listEntry w:val="mit Wirkung vom"/>
              <w:listEntry w:val="rückwirkend zum"/>
            </w:ddList>
          </w:ffData>
        </w:fldChar>
      </w:r>
      <w:bookmarkStart w:id="21" w:name="Wirkung"/>
      <w:r w:rsidR="0027569C">
        <w:instrText xml:space="preserve"> FORMDROPDOWN </w:instrText>
      </w:r>
      <w:r w:rsidR="004D1764">
        <w:fldChar w:fldCharType="separate"/>
      </w:r>
      <w:r w:rsidR="0027569C">
        <w:fldChar w:fldCharType="end"/>
      </w:r>
      <w:bookmarkEnd w:id="21"/>
      <w:r>
        <w:t xml:space="preserve"> </w:t>
      </w:r>
      <w:r w:rsidR="0027569C">
        <w:fldChar w:fldCharType="begin">
          <w:ffData>
            <w:name w:val="DatumVom"/>
            <w:enabled/>
            <w:calcOnExit w:val="0"/>
            <w:textInput>
              <w:type w:val="date"/>
              <w:format w:val="dd.MM.yyyy"/>
            </w:textInput>
          </w:ffData>
        </w:fldChar>
      </w:r>
      <w:bookmarkStart w:id="22" w:name="DatumVom"/>
      <w:r w:rsidR="0027569C">
        <w:instrText xml:space="preserve"> FORMTEXT </w:instrText>
      </w:r>
      <w:r w:rsidR="0027569C">
        <w:fldChar w:fldCharType="separate"/>
      </w:r>
      <w:r w:rsidR="0027569C">
        <w:rPr>
          <w:noProof/>
        </w:rPr>
        <w:t> </w:t>
      </w:r>
      <w:r w:rsidR="0027569C">
        <w:rPr>
          <w:noProof/>
        </w:rPr>
        <w:t> </w:t>
      </w:r>
      <w:r w:rsidR="0027569C">
        <w:rPr>
          <w:noProof/>
        </w:rPr>
        <w:t> </w:t>
      </w:r>
      <w:r w:rsidR="0027569C">
        <w:rPr>
          <w:noProof/>
        </w:rPr>
        <w:t> </w:t>
      </w:r>
      <w:r w:rsidR="0027569C">
        <w:rPr>
          <w:noProof/>
        </w:rPr>
        <w:t> </w:t>
      </w:r>
      <w:r w:rsidR="0027569C">
        <w:fldChar w:fldCharType="end"/>
      </w:r>
      <w:bookmarkEnd w:id="22"/>
      <w:r>
        <w:t xml:space="preserve"> in die Entgeltgruppe E </w:t>
      </w:r>
      <w:r w:rsidR="00D75B4D">
        <w:fldChar w:fldCharType="begin">
          <w:ffData>
            <w:name w:val="Entgeltgruppe"/>
            <w:enabled/>
            <w:calcOnExit/>
            <w:textInput>
              <w:maxLength w:val="2"/>
            </w:textInput>
          </w:ffData>
        </w:fldChar>
      </w:r>
      <w:bookmarkStart w:id="23" w:name="Entgeltgruppe"/>
      <w:r w:rsidR="00D75B4D">
        <w:instrText xml:space="preserve"> FORMTEXT </w:instrText>
      </w:r>
      <w:r w:rsidR="00D75B4D">
        <w:fldChar w:fldCharType="separate"/>
      </w:r>
      <w:r w:rsidR="00D75B4D">
        <w:rPr>
          <w:noProof/>
        </w:rPr>
        <w:t> </w:t>
      </w:r>
      <w:r w:rsidR="00D75B4D">
        <w:rPr>
          <w:noProof/>
        </w:rPr>
        <w:t> </w:t>
      </w:r>
      <w:r w:rsidR="00D75B4D">
        <w:fldChar w:fldCharType="end"/>
      </w:r>
      <w:bookmarkEnd w:id="23"/>
      <w:r>
        <w:fldChar w:fldCharType="begin">
          <w:ffData>
            <w:name w:val="Kz1"/>
            <w:enabled w:val="0"/>
            <w:calcOnExit w:val="0"/>
            <w:textInput/>
          </w:ffData>
        </w:fldChar>
      </w:r>
      <w:r>
        <w:instrText xml:space="preserve"> FORMTEXT </w:instrText>
      </w:r>
      <w:r>
        <w:fldChar w:fldCharType="separate"/>
      </w:r>
      <w:r w:rsidR="00A72BCE">
        <w:rPr>
          <w:noProof/>
        </w:rPr>
        <w:t xml:space="preserve"> </w:t>
      </w:r>
      <w:r>
        <w:fldChar w:fldCharType="end"/>
      </w:r>
      <w:r>
        <w:t>umstufen werden. Ihr Monatsentgelt (brutto</w:t>
      </w:r>
      <w:r w:rsidR="00712D4E">
        <w:t>/</w:t>
      </w:r>
      <w:bookmarkStart w:id="24" w:name="AZ"/>
      <w:bookmarkEnd w:id="24"/>
      <w:r w:rsidR="00A72BCE">
        <w:t>Vollzeit</w:t>
      </w:r>
      <w:r>
        <w:t>) errechnet sich ab diesem Zeitpunkt wie folgt:</w:t>
      </w:r>
    </w:p>
    <w:p w:rsidR="00494439" w:rsidRDefault="00494439" w:rsidP="00A72BCE"/>
    <w:tbl>
      <w:tblPr>
        <w:tblW w:w="0" w:type="auto"/>
        <w:jc w:val="center"/>
        <w:tblLayout w:type="fixed"/>
        <w:tblCellMar>
          <w:left w:w="70" w:type="dxa"/>
          <w:right w:w="70" w:type="dxa"/>
        </w:tblCellMar>
        <w:tblLook w:val="0000" w:firstRow="0" w:lastRow="0" w:firstColumn="0" w:lastColumn="0" w:noHBand="0" w:noVBand="0"/>
      </w:tblPr>
      <w:tblGrid>
        <w:gridCol w:w="4585"/>
        <w:gridCol w:w="286"/>
        <w:gridCol w:w="991"/>
      </w:tblGrid>
      <w:tr w:rsidR="00494439">
        <w:trPr>
          <w:trHeight w:hRule="exact" w:val="300"/>
          <w:jc w:val="center"/>
        </w:trPr>
        <w:tc>
          <w:tcPr>
            <w:tcW w:w="4585" w:type="dxa"/>
          </w:tcPr>
          <w:p w:rsidR="00494439" w:rsidRDefault="00494439" w:rsidP="00D75B4D">
            <w:r>
              <w:t xml:space="preserve">Tarifentgelt E </w:t>
            </w:r>
            <w:fldSimple w:instr=" REF  Entgeltgruppe ">
              <w:r w:rsidR="00D75B4D">
                <w:rPr>
                  <w:noProof/>
                </w:rPr>
                <w:t xml:space="preserve">  </w:t>
              </w:r>
            </w:fldSimple>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
                  <w:enabled/>
                  <w:calcOnExit/>
                  <w:textInput>
                    <w:type w:val="number"/>
                    <w:format w:val="#.##0,00"/>
                  </w:textInput>
                </w:ffData>
              </w:fldChar>
            </w:r>
            <w:bookmarkStart w:id="25" w:name="b_1"/>
            <w:r>
              <w:instrText xml:space="preserve"> FORMTEXT </w:instrText>
            </w:r>
            <w:r>
              <w:fldChar w:fldCharType="separate"/>
            </w:r>
            <w:bookmarkStart w:id="26" w:name="_GoBack"/>
            <w:r>
              <w:rPr>
                <w:noProof/>
              </w:rPr>
              <w:t> </w:t>
            </w:r>
            <w:r>
              <w:rPr>
                <w:noProof/>
              </w:rPr>
              <w:t> </w:t>
            </w:r>
            <w:r>
              <w:rPr>
                <w:noProof/>
              </w:rPr>
              <w:t> </w:t>
            </w:r>
            <w:r>
              <w:rPr>
                <w:noProof/>
              </w:rPr>
              <w:t> </w:t>
            </w:r>
            <w:r>
              <w:rPr>
                <w:noProof/>
              </w:rPr>
              <w:t> </w:t>
            </w:r>
            <w:bookmarkEnd w:id="26"/>
            <w:r>
              <w:fldChar w:fldCharType="end"/>
            </w:r>
            <w:bookmarkEnd w:id="25"/>
          </w:p>
        </w:tc>
      </w:tr>
      <w:tr w:rsidR="00494439">
        <w:trPr>
          <w:trHeight w:hRule="exact" w:val="300"/>
          <w:jc w:val="center"/>
        </w:trPr>
        <w:tc>
          <w:tcPr>
            <w:tcW w:w="4585" w:type="dxa"/>
          </w:tcPr>
          <w:p w:rsidR="00494439" w:rsidRDefault="00494439" w:rsidP="00A72BCE">
            <w:r>
              <w:t>übertarifliche 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3"/>
                  <w:enabled/>
                  <w:calcOnExit/>
                  <w:textInput>
                    <w:type w:val="number"/>
                    <w:format w:val="#.##0,00"/>
                  </w:textInput>
                </w:ffData>
              </w:fldChar>
            </w:r>
            <w:bookmarkStart w:id="27" w:name="b_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r>
      <w:tr w:rsidR="00494439">
        <w:trPr>
          <w:trHeight w:hRule="exact" w:val="300"/>
          <w:jc w:val="center"/>
        </w:trPr>
        <w:tc>
          <w:tcPr>
            <w:tcW w:w="4585" w:type="dxa"/>
          </w:tcPr>
          <w:p w:rsidR="00494439" w:rsidRDefault="00494439" w:rsidP="00A72BCE">
            <w:r>
              <w:t>Funktionszulage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4"/>
                  <w:enabled/>
                  <w:calcOnExit/>
                  <w:textInput>
                    <w:type w:val="number"/>
                    <w:format w:val="#.##0,00"/>
                  </w:textInput>
                </w:ffData>
              </w:fldChar>
            </w:r>
            <w:bookmarkStart w:id="28" w:name="b_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r>
      <w:tr w:rsidR="00494439">
        <w:trPr>
          <w:trHeight w:hRule="exact" w:val="300"/>
          <w:jc w:val="center"/>
        </w:trPr>
        <w:tc>
          <w:tcPr>
            <w:tcW w:w="4585" w:type="dxa"/>
          </w:tcPr>
          <w:p w:rsidR="00494439" w:rsidRDefault="00494439" w:rsidP="00A72BCE">
            <w:r>
              <w:t>Schichtzulage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5"/>
                  <w:enabled/>
                  <w:calcOnExit/>
                  <w:textInput>
                    <w:type w:val="number"/>
                    <w:format w:val="#.##0,00"/>
                  </w:textInput>
                </w:ffData>
              </w:fldChar>
            </w:r>
            <w:bookmarkStart w:id="29" w:name="b_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r>
      <w:tr w:rsidR="00494439">
        <w:trPr>
          <w:trHeight w:hRule="exact" w:val="300"/>
          <w:jc w:val="center"/>
        </w:trPr>
        <w:tc>
          <w:tcPr>
            <w:tcW w:w="4585" w:type="dxa"/>
          </w:tcPr>
          <w:p w:rsidR="00494439" w:rsidRDefault="00494439" w:rsidP="00A72BCE">
            <w:r>
              <w:t>tarifliche Ausgleichszulage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6"/>
                  <w:enabled/>
                  <w:calcOnExit/>
                  <w:textInput>
                    <w:type w:val="number"/>
                    <w:format w:val="#.##0,00"/>
                  </w:textInput>
                </w:ffData>
              </w:fldChar>
            </w:r>
            <w:bookmarkStart w:id="30" w:name="b_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r>
      <w:tr w:rsidR="00494439">
        <w:trPr>
          <w:trHeight w:hRule="exact" w:val="300"/>
          <w:jc w:val="center"/>
        </w:trPr>
        <w:tc>
          <w:tcPr>
            <w:tcW w:w="4585" w:type="dxa"/>
          </w:tcPr>
          <w:p w:rsidR="00494439" w:rsidRDefault="00494439" w:rsidP="00A72BCE">
            <w:r>
              <w:t>freiwillige Ausgleichszulage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7"/>
                  <w:enabled/>
                  <w:calcOnExit/>
                  <w:textInput>
                    <w:type w:val="number"/>
                    <w:format w:val="#.##0,00"/>
                  </w:textInput>
                </w:ffData>
              </w:fldChar>
            </w:r>
            <w:bookmarkStart w:id="31" w:name="b_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r>
      <w:tr w:rsidR="00494439">
        <w:trPr>
          <w:trHeight w:hRule="exact" w:val="300"/>
          <w:jc w:val="center"/>
        </w:trPr>
        <w:tc>
          <w:tcPr>
            <w:tcW w:w="4585" w:type="dxa"/>
          </w:tcPr>
          <w:p w:rsidR="00494439" w:rsidRDefault="00494439" w:rsidP="00A72BCE">
            <w:r>
              <w:t>Meisterprüfungszulage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8"/>
                  <w:enabled/>
                  <w:calcOnExit/>
                  <w:textInput>
                    <w:type w:val="number"/>
                    <w:format w:val="#.##0,00"/>
                  </w:textInput>
                </w:ffData>
              </w:fldChar>
            </w:r>
            <w:bookmarkStart w:id="32" w:name="b_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tr>
      <w:tr w:rsidR="00494439">
        <w:trPr>
          <w:trHeight w:hRule="exact" w:val="300"/>
          <w:jc w:val="center"/>
        </w:trPr>
        <w:tc>
          <w:tcPr>
            <w:tcW w:w="4585" w:type="dxa"/>
          </w:tcPr>
          <w:p w:rsidR="00494439" w:rsidRDefault="00494439" w:rsidP="00A72BCE">
            <w:r>
              <w:t>Erschwerniszulage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9"/>
                  <w:enabled/>
                  <w:calcOnExit/>
                  <w:textInput>
                    <w:type w:val="number"/>
                    <w:format w:val="#.##0,00"/>
                  </w:textInput>
                </w:ffData>
              </w:fldChar>
            </w:r>
            <w:bookmarkStart w:id="33" w:name="b_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r>
      <w:tr w:rsidR="00494439">
        <w:trPr>
          <w:trHeight w:hRule="exact" w:val="300"/>
          <w:jc w:val="center"/>
        </w:trPr>
        <w:tc>
          <w:tcPr>
            <w:tcW w:w="4585" w:type="dxa"/>
          </w:tcPr>
          <w:p w:rsidR="00494439" w:rsidRDefault="00620C5C" w:rsidP="00A72BCE">
            <w:r>
              <w:t>Schichtwechsel-Pauschale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0"/>
                  <w:enabled/>
                  <w:calcOnExit/>
                  <w:textInput>
                    <w:type w:val="number"/>
                    <w:format w:val="#.##0,00"/>
                  </w:textInput>
                </w:ffData>
              </w:fldChar>
            </w:r>
            <w:bookmarkStart w:id="34" w:name="b_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r>
      <w:tr w:rsidR="00494439">
        <w:trPr>
          <w:trHeight w:hRule="exact" w:val="300"/>
          <w:jc w:val="center"/>
        </w:trPr>
        <w:tc>
          <w:tcPr>
            <w:tcW w:w="4585" w:type="dxa"/>
          </w:tcPr>
          <w:p w:rsidR="00494439" w:rsidRDefault="00494439" w:rsidP="00A72BCE">
            <w:r>
              <w:t>Schweißerzulage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1"/>
                  <w:enabled/>
                  <w:calcOnExit/>
                  <w:textInput>
                    <w:type w:val="number"/>
                    <w:format w:val="#.##0,00"/>
                  </w:textInput>
                </w:ffData>
              </w:fldChar>
            </w:r>
            <w:bookmarkStart w:id="35" w:name="b_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r>
      <w:tr w:rsidR="00494439">
        <w:trPr>
          <w:trHeight w:hRule="exact" w:val="300"/>
          <w:jc w:val="center"/>
        </w:trPr>
        <w:tc>
          <w:tcPr>
            <w:tcW w:w="4585" w:type="dxa"/>
          </w:tcPr>
          <w:p w:rsidR="00494439" w:rsidRDefault="00494439" w:rsidP="00A72BCE">
            <w:r>
              <w:t>Partieführerzulage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2"/>
                  <w:enabled/>
                  <w:calcOnExit/>
                  <w:textInput>
                    <w:type w:val="number"/>
                    <w:format w:val="#.##0,00"/>
                  </w:textInput>
                </w:ffData>
              </w:fldChar>
            </w:r>
            <w:bookmarkStart w:id="36" w:name="b_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r>
      <w:tr w:rsidR="00494439">
        <w:trPr>
          <w:trHeight w:hRule="exact" w:val="300"/>
          <w:jc w:val="center"/>
        </w:trPr>
        <w:tc>
          <w:tcPr>
            <w:tcW w:w="4585" w:type="dxa"/>
          </w:tcPr>
          <w:p w:rsidR="00494439" w:rsidRDefault="00494439" w:rsidP="00A72BCE">
            <w:r>
              <w:t>Partieführer - Vertreterzulage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3"/>
                  <w:enabled/>
                  <w:calcOnExit/>
                  <w:textInput>
                    <w:type w:val="number"/>
                    <w:format w:val="#.##0,00"/>
                  </w:textInput>
                </w:ffData>
              </w:fldChar>
            </w:r>
            <w:bookmarkStart w:id="37" w:name="b_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494439">
        <w:trPr>
          <w:trHeight w:hRule="exact" w:val="300"/>
          <w:jc w:val="center"/>
        </w:trPr>
        <w:tc>
          <w:tcPr>
            <w:tcW w:w="4585" w:type="dxa"/>
          </w:tcPr>
          <w:p w:rsidR="00494439" w:rsidRDefault="00494439" w:rsidP="00A72BCE">
            <w:r>
              <w:t>Vorarbeiterzulage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4"/>
                  <w:enabled/>
                  <w:calcOnExit/>
                  <w:textInput>
                    <w:type w:val="number"/>
                    <w:format w:val="#.##0,00"/>
                  </w:textInput>
                </w:ffData>
              </w:fldChar>
            </w:r>
            <w:bookmarkStart w:id="38" w:name="b_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8"/>
          </w:p>
        </w:tc>
      </w:tr>
      <w:tr w:rsidR="00494439">
        <w:trPr>
          <w:trHeight w:hRule="exact" w:val="300"/>
          <w:jc w:val="center"/>
        </w:trPr>
        <w:tc>
          <w:tcPr>
            <w:tcW w:w="4585" w:type="dxa"/>
          </w:tcPr>
          <w:p w:rsidR="00494439" w:rsidRDefault="00494439" w:rsidP="00A72BCE">
            <w:r>
              <w:t>Vorarbeiter - Vertreterzulage</w:t>
            </w:r>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5"/>
                  <w:enabled/>
                  <w:calcOnExit/>
                  <w:textInput>
                    <w:type w:val="number"/>
                    <w:format w:val="#.##0,00"/>
                  </w:textInput>
                </w:ffData>
              </w:fldChar>
            </w:r>
            <w:bookmarkStart w:id="39" w:name="b_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9"/>
          </w:p>
        </w:tc>
      </w:tr>
      <w:tr w:rsidR="00494439">
        <w:trPr>
          <w:trHeight w:hRule="exact" w:val="300"/>
          <w:jc w:val="center"/>
        </w:trPr>
        <w:tc>
          <w:tcPr>
            <w:tcW w:w="4585" w:type="dxa"/>
          </w:tcPr>
          <w:p w:rsidR="00494439" w:rsidRDefault="0027569C" w:rsidP="00A72BCE">
            <w:r>
              <w:fldChar w:fldCharType="begin">
                <w:ffData>
                  <w:name w:val="t_12"/>
                  <w:enabled/>
                  <w:calcOnExit w:val="0"/>
                  <w:textInput/>
                </w:ffData>
              </w:fldChar>
            </w:r>
            <w:bookmarkStart w:id="40" w:name="t_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tc>
        <w:tc>
          <w:tcPr>
            <w:tcW w:w="286" w:type="dxa"/>
          </w:tcPr>
          <w:p w:rsidR="00494439" w:rsidRDefault="00494439" w:rsidP="00A72BCE">
            <w:r>
              <w:t>€</w:t>
            </w:r>
          </w:p>
        </w:tc>
        <w:tc>
          <w:tcPr>
            <w:tcW w:w="991" w:type="dxa"/>
          </w:tcPr>
          <w:p w:rsidR="00494439" w:rsidRDefault="00A72BCE" w:rsidP="00A72BCE">
            <w:pPr>
              <w:jc w:val="right"/>
            </w:pPr>
            <w:r>
              <w:fldChar w:fldCharType="begin">
                <w:ffData>
                  <w:name w:val="b_16"/>
                  <w:enabled/>
                  <w:calcOnExit/>
                  <w:textInput>
                    <w:type w:val="number"/>
                    <w:format w:val="#.##0,00"/>
                  </w:textInput>
                </w:ffData>
              </w:fldChar>
            </w:r>
            <w:bookmarkStart w:id="41" w:name="b_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r>
      <w:tr w:rsidR="00494439" w:rsidRPr="00A72BCE">
        <w:trPr>
          <w:trHeight w:hRule="exact" w:val="300"/>
          <w:jc w:val="center"/>
        </w:trPr>
        <w:tc>
          <w:tcPr>
            <w:tcW w:w="4585" w:type="dxa"/>
          </w:tcPr>
          <w:p w:rsidR="00494439" w:rsidRPr="00A72BCE" w:rsidRDefault="00494439" w:rsidP="00A72BCE">
            <w:pPr>
              <w:rPr>
                <w:b/>
              </w:rPr>
            </w:pPr>
            <w:r w:rsidRPr="00A72BCE">
              <w:rPr>
                <w:b/>
              </w:rPr>
              <w:t>gesamt:</w:t>
            </w:r>
          </w:p>
        </w:tc>
        <w:tc>
          <w:tcPr>
            <w:tcW w:w="286" w:type="dxa"/>
            <w:tcBorders>
              <w:top w:val="single" w:sz="8" w:space="0" w:color="auto"/>
              <w:bottom w:val="double" w:sz="4" w:space="0" w:color="auto"/>
            </w:tcBorders>
          </w:tcPr>
          <w:p w:rsidR="00494439" w:rsidRPr="00A72BCE" w:rsidRDefault="00494439" w:rsidP="00A72BCE">
            <w:pPr>
              <w:rPr>
                <w:b/>
              </w:rPr>
            </w:pPr>
            <w:r w:rsidRPr="00A72BCE">
              <w:rPr>
                <w:b/>
              </w:rPr>
              <w:t>€</w:t>
            </w:r>
          </w:p>
        </w:tc>
        <w:tc>
          <w:tcPr>
            <w:tcW w:w="991" w:type="dxa"/>
            <w:tcBorders>
              <w:top w:val="single" w:sz="8" w:space="0" w:color="auto"/>
              <w:bottom w:val="double" w:sz="4" w:space="0" w:color="auto"/>
            </w:tcBorders>
          </w:tcPr>
          <w:p w:rsidR="00494439" w:rsidRPr="00A72BCE" w:rsidRDefault="00A72BCE" w:rsidP="00A72BCE">
            <w:pPr>
              <w:jc w:val="right"/>
              <w:rPr>
                <w:b/>
              </w:rPr>
            </w:pPr>
            <w:r>
              <w:rPr>
                <w:b/>
              </w:rPr>
              <w:fldChar w:fldCharType="begin">
                <w:ffData>
                  <w:name w:val="b_17"/>
                  <w:enabled w:val="0"/>
                  <w:calcOnExit/>
                  <w:textInput>
                    <w:type w:val="calculated"/>
                    <w:default w:val="=sum(above)"/>
                    <w:format w:val="#.##0,00"/>
                  </w:textInput>
                </w:ffData>
              </w:fldChar>
            </w:r>
            <w:bookmarkStart w:id="42" w:name="b_17"/>
            <w:r>
              <w:rPr>
                <w:b/>
              </w:rPr>
              <w:instrText xml:space="preserve"> FORMTEXT </w:instrText>
            </w:r>
            <w:r>
              <w:rPr>
                <w:b/>
              </w:rPr>
              <w:fldChar w:fldCharType="begin"/>
            </w:r>
            <w:r>
              <w:rPr>
                <w:b/>
              </w:rPr>
              <w:instrText xml:space="preserve"> =sum(above) </w:instrText>
            </w:r>
            <w:r>
              <w:rPr>
                <w:b/>
              </w:rPr>
              <w:fldChar w:fldCharType="separate"/>
            </w:r>
            <w:r w:rsidR="0027569C">
              <w:rPr>
                <w:b/>
                <w:noProof/>
              </w:rPr>
              <w:instrText>0</w:instrText>
            </w:r>
            <w:r>
              <w:rPr>
                <w:b/>
              </w:rPr>
              <w:fldChar w:fldCharType="end"/>
            </w:r>
            <w:r>
              <w:rPr>
                <w:b/>
              </w:rPr>
            </w:r>
            <w:r>
              <w:rPr>
                <w:b/>
              </w:rPr>
              <w:fldChar w:fldCharType="separate"/>
            </w:r>
            <w:r w:rsidR="0027569C">
              <w:rPr>
                <w:b/>
                <w:noProof/>
              </w:rPr>
              <w:t>0,00</w:t>
            </w:r>
            <w:r>
              <w:rPr>
                <w:b/>
              </w:rPr>
              <w:fldChar w:fldCharType="end"/>
            </w:r>
            <w:bookmarkEnd w:id="42"/>
          </w:p>
        </w:tc>
      </w:tr>
    </w:tbl>
    <w:p w:rsidR="00494439" w:rsidRDefault="00494439" w:rsidP="00A72BCE"/>
    <w:tbl>
      <w:tblPr>
        <w:tblW w:w="0" w:type="auto"/>
        <w:tblLayout w:type="fixed"/>
        <w:tblCellMar>
          <w:left w:w="70" w:type="dxa"/>
          <w:right w:w="70" w:type="dxa"/>
        </w:tblCellMar>
        <w:tblLook w:val="0000" w:firstRow="0" w:lastRow="0" w:firstColumn="0" w:lastColumn="0" w:noHBand="0" w:noVBand="0"/>
      </w:tblPr>
      <w:tblGrid>
        <w:gridCol w:w="9284"/>
      </w:tblGrid>
      <w:tr w:rsidR="00494439">
        <w:trPr>
          <w:trHeight w:val="238"/>
        </w:trPr>
        <w:tc>
          <w:tcPr>
            <w:tcW w:w="9284" w:type="dxa"/>
          </w:tcPr>
          <w:p w:rsidR="00494439" w:rsidRDefault="00494439" w:rsidP="0027569C">
            <w:r>
              <w:t xml:space="preserve">Als Stufungsdatum wurde aufgrund der tariflichen Regelung der </w:t>
            </w:r>
            <w:r w:rsidR="0027569C">
              <w:fldChar w:fldCharType="begin">
                <w:ffData>
                  <w:name w:val="DatumTariflicheRegel"/>
                  <w:enabled/>
                  <w:calcOnExit w:val="0"/>
                  <w:textInput>
                    <w:type w:val="date"/>
                    <w:format w:val="dd.MM.yyyy"/>
                  </w:textInput>
                </w:ffData>
              </w:fldChar>
            </w:r>
            <w:bookmarkStart w:id="43" w:name="DatumTariflicheRegel"/>
            <w:r w:rsidR="0027569C">
              <w:instrText xml:space="preserve"> FORMTEXT </w:instrText>
            </w:r>
            <w:r w:rsidR="0027569C">
              <w:fldChar w:fldCharType="separate"/>
            </w:r>
            <w:r w:rsidR="0027569C">
              <w:rPr>
                <w:noProof/>
              </w:rPr>
              <w:t> </w:t>
            </w:r>
            <w:r w:rsidR="0027569C">
              <w:rPr>
                <w:noProof/>
              </w:rPr>
              <w:t> </w:t>
            </w:r>
            <w:r w:rsidR="0027569C">
              <w:rPr>
                <w:noProof/>
              </w:rPr>
              <w:t> </w:t>
            </w:r>
            <w:r w:rsidR="0027569C">
              <w:rPr>
                <w:noProof/>
              </w:rPr>
              <w:t> </w:t>
            </w:r>
            <w:r w:rsidR="0027569C">
              <w:rPr>
                <w:noProof/>
              </w:rPr>
              <w:t> </w:t>
            </w:r>
            <w:r w:rsidR="0027569C">
              <w:fldChar w:fldCharType="end"/>
            </w:r>
            <w:bookmarkEnd w:id="43"/>
            <w:r>
              <w:t xml:space="preserve"> festgelegt.</w:t>
            </w:r>
          </w:p>
        </w:tc>
      </w:tr>
      <w:tr w:rsidR="00494439">
        <w:trPr>
          <w:trHeight w:val="238"/>
        </w:trPr>
        <w:tc>
          <w:tcPr>
            <w:tcW w:w="9284" w:type="dxa"/>
          </w:tcPr>
          <w:p w:rsidR="00494439" w:rsidRDefault="00494439" w:rsidP="00A72BCE"/>
        </w:tc>
      </w:tr>
      <w:tr w:rsidR="00494439">
        <w:trPr>
          <w:trHeight w:val="238"/>
        </w:trPr>
        <w:tc>
          <w:tcPr>
            <w:tcW w:w="9284" w:type="dxa"/>
          </w:tcPr>
          <w:p w:rsidR="00494439" w:rsidRDefault="00A72BCE" w:rsidP="00A72BCE">
            <w:bookmarkStart w:id="44" w:name="uetz"/>
            <w:bookmarkEnd w:id="44"/>
            <w:r w:rsidRPr="00A72BCE">
              <w:lastRenderedPageBreak/>
              <w:t>Bei übertariflichen Entgeltbestandteilen handelt es sich um freiwillige Leistungen, auf die auch bei wiederholter Gewährung kein Rechtsanspruch für die Zukunft besteht. Diese Leistungen sind ganz oder teilweise bei Umgruppierungen, Gruppenjahressprüngen sowie bei Tarifänderungen anrechenbar.</w:t>
            </w:r>
          </w:p>
        </w:tc>
      </w:tr>
      <w:tr w:rsidR="00494439">
        <w:trPr>
          <w:trHeight w:val="238"/>
        </w:trPr>
        <w:tc>
          <w:tcPr>
            <w:tcW w:w="9284" w:type="dxa"/>
          </w:tcPr>
          <w:p w:rsidR="00494439" w:rsidRDefault="00494439" w:rsidP="00A72BCE"/>
        </w:tc>
      </w:tr>
      <w:tr w:rsidR="00494439">
        <w:trPr>
          <w:trHeight w:val="238"/>
        </w:trPr>
        <w:tc>
          <w:tcPr>
            <w:tcW w:w="9284" w:type="dxa"/>
          </w:tcPr>
          <w:p w:rsidR="00494439" w:rsidRDefault="00494439" w:rsidP="00A72BCE">
            <w:r>
              <w:t>Wir wünschen Ihnen weiterhin beruflich viel Erfolg sowie persönlich alles Gute.</w:t>
            </w:r>
          </w:p>
        </w:tc>
      </w:tr>
    </w:tbl>
    <w:p w:rsidR="00494439" w:rsidRDefault="00494439" w:rsidP="00A72BCE"/>
    <w:p w:rsidR="00494439" w:rsidRDefault="00494439" w:rsidP="00A72BCE">
      <w:r>
        <w:t>Mit freundlichen Grüßen</w:t>
      </w:r>
    </w:p>
    <w:p w:rsidR="00494439" w:rsidRDefault="00494439" w:rsidP="00A72BCE"/>
    <w:p w:rsidR="00494439" w:rsidRDefault="00A72BCE" w:rsidP="00A72BCE">
      <w:bookmarkStart w:id="45" w:name="Standort3"/>
      <w:bookmarkEnd w:id="45"/>
      <w:r>
        <w:t>contoso AG</w:t>
      </w:r>
    </w:p>
    <w:p w:rsidR="00494439" w:rsidRDefault="00494439" w:rsidP="00A72BCE"/>
    <w:p w:rsidR="00A72BCE" w:rsidRPr="00EB7800" w:rsidRDefault="00A72BCE" w:rsidP="00A72BCE">
      <w:pPr>
        <w:ind w:left="28"/>
        <w:rPr>
          <w:szCs w:val="22"/>
        </w:rPr>
      </w:pPr>
    </w:p>
    <w:p w:rsidR="00A72BCE" w:rsidRPr="00EB7800" w:rsidRDefault="00A72BCE" w:rsidP="00A72BCE">
      <w:pPr>
        <w:ind w:left="28"/>
        <w:rPr>
          <w:szCs w:val="22"/>
        </w:rPr>
      </w:pPr>
    </w:p>
    <w:tbl>
      <w:tblPr>
        <w:tblW w:w="0" w:type="auto"/>
        <w:tblLayout w:type="fixed"/>
        <w:tblCellMar>
          <w:left w:w="70" w:type="dxa"/>
          <w:right w:w="70" w:type="dxa"/>
        </w:tblCellMar>
        <w:tblLook w:val="0000" w:firstRow="0" w:lastRow="0" w:firstColumn="0" w:lastColumn="0" w:noHBand="0" w:noVBand="0"/>
      </w:tblPr>
      <w:tblGrid>
        <w:gridCol w:w="3969"/>
        <w:gridCol w:w="160"/>
        <w:gridCol w:w="4305"/>
      </w:tblGrid>
      <w:tr w:rsidR="00A72BCE" w:rsidRPr="00EB7800" w:rsidTr="0067535C">
        <w:trPr>
          <w:cantSplit/>
        </w:trPr>
        <w:tc>
          <w:tcPr>
            <w:tcW w:w="3969" w:type="dxa"/>
          </w:tcPr>
          <w:p w:rsidR="00A72BCE" w:rsidRPr="00EB7800" w:rsidRDefault="0027569C" w:rsidP="0067535C">
            <w:pPr>
              <w:tabs>
                <w:tab w:val="left" w:pos="7797"/>
              </w:tabs>
              <w:ind w:left="28"/>
              <w:rPr>
                <w:szCs w:val="22"/>
              </w:rPr>
            </w:pPr>
            <w:r>
              <w:rPr>
                <w:szCs w:val="22"/>
              </w:rPr>
              <w:fldChar w:fldCharType="begin">
                <w:ffData>
                  <w:name w:val="Name1"/>
                  <w:enabled/>
                  <w:calcOnExit/>
                  <w:statusText w:type="text" w:val="Vorgesetzter"/>
                  <w:textInput/>
                </w:ffData>
              </w:fldChar>
            </w:r>
            <w:bookmarkStart w:id="46" w:name="Name1"/>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46"/>
          </w:p>
        </w:tc>
        <w:tc>
          <w:tcPr>
            <w:tcW w:w="160" w:type="dxa"/>
          </w:tcPr>
          <w:p w:rsidR="00A72BCE" w:rsidRPr="00EB7800" w:rsidRDefault="00A72BCE" w:rsidP="0067535C">
            <w:pPr>
              <w:tabs>
                <w:tab w:val="left" w:pos="7797"/>
              </w:tabs>
              <w:ind w:left="28"/>
              <w:rPr>
                <w:szCs w:val="22"/>
              </w:rPr>
            </w:pPr>
          </w:p>
        </w:tc>
        <w:tc>
          <w:tcPr>
            <w:tcW w:w="4305" w:type="dxa"/>
          </w:tcPr>
          <w:p w:rsidR="00A72BCE" w:rsidRPr="00EB7800" w:rsidRDefault="0027569C" w:rsidP="0067535C">
            <w:pPr>
              <w:tabs>
                <w:tab w:val="left" w:pos="7797"/>
              </w:tabs>
              <w:ind w:left="28"/>
              <w:rPr>
                <w:szCs w:val="22"/>
              </w:rPr>
            </w:pPr>
            <w:r>
              <w:rPr>
                <w:szCs w:val="22"/>
              </w:rPr>
              <w:fldChar w:fldCharType="begin">
                <w:ffData>
                  <w:name w:val="Name2"/>
                  <w:enabled/>
                  <w:calcOnExit/>
                  <w:statusText w:type="text" w:val="Personalleiter"/>
                  <w:textInput/>
                </w:ffData>
              </w:fldChar>
            </w:r>
            <w:bookmarkStart w:id="47" w:name="Name2"/>
            <w:r>
              <w:rPr>
                <w:szCs w:val="22"/>
              </w:rPr>
              <w:instrText xml:space="preserve"> FORMTEXT </w:instrText>
            </w:r>
            <w:r>
              <w:rPr>
                <w:szCs w:val="22"/>
              </w:rPr>
            </w:r>
            <w:r>
              <w:rPr>
                <w:szCs w:val="22"/>
              </w:rPr>
              <w:fldChar w:fldCharType="separate"/>
            </w:r>
            <w:r>
              <w:rPr>
                <w:noProof/>
                <w:szCs w:val="22"/>
              </w:rPr>
              <w:t> </w:t>
            </w:r>
            <w:r>
              <w:rPr>
                <w:noProof/>
                <w:szCs w:val="22"/>
              </w:rPr>
              <w:t> </w:t>
            </w:r>
            <w:r>
              <w:rPr>
                <w:noProof/>
                <w:szCs w:val="22"/>
              </w:rPr>
              <w:t> </w:t>
            </w:r>
            <w:r>
              <w:rPr>
                <w:noProof/>
                <w:szCs w:val="22"/>
              </w:rPr>
              <w:t> </w:t>
            </w:r>
            <w:r>
              <w:rPr>
                <w:noProof/>
                <w:szCs w:val="22"/>
              </w:rPr>
              <w:t> </w:t>
            </w:r>
            <w:r>
              <w:rPr>
                <w:szCs w:val="22"/>
              </w:rPr>
              <w:fldChar w:fldCharType="end"/>
            </w:r>
            <w:bookmarkEnd w:id="47"/>
          </w:p>
        </w:tc>
      </w:tr>
      <w:tr w:rsidR="00A72BCE" w:rsidRPr="00EB7800" w:rsidTr="0067535C">
        <w:trPr>
          <w:cantSplit/>
        </w:trPr>
        <w:tc>
          <w:tcPr>
            <w:tcW w:w="3969" w:type="dxa"/>
          </w:tcPr>
          <w:p w:rsidR="00A72BCE" w:rsidRPr="00EB7800" w:rsidRDefault="00A72BCE" w:rsidP="0067535C">
            <w:pPr>
              <w:tabs>
                <w:tab w:val="left" w:pos="7797"/>
              </w:tabs>
              <w:ind w:left="28"/>
              <w:rPr>
                <w:szCs w:val="22"/>
              </w:rPr>
            </w:pPr>
            <w:bookmarkStart w:id="48" w:name="Funktion"/>
            <w:bookmarkEnd w:id="48"/>
            <w:r>
              <w:rPr>
                <w:szCs w:val="22"/>
              </w:rPr>
              <w:t>Leiter Personalbetreuung</w:t>
            </w:r>
          </w:p>
        </w:tc>
        <w:tc>
          <w:tcPr>
            <w:tcW w:w="160" w:type="dxa"/>
          </w:tcPr>
          <w:p w:rsidR="00A72BCE" w:rsidRPr="00EB7800" w:rsidRDefault="00A72BCE" w:rsidP="0067535C">
            <w:pPr>
              <w:tabs>
                <w:tab w:val="left" w:pos="7797"/>
              </w:tabs>
              <w:ind w:left="28"/>
              <w:rPr>
                <w:szCs w:val="22"/>
              </w:rPr>
            </w:pPr>
          </w:p>
        </w:tc>
        <w:tc>
          <w:tcPr>
            <w:tcW w:w="4305" w:type="dxa"/>
          </w:tcPr>
          <w:p w:rsidR="00A72BCE" w:rsidRPr="00EB7800" w:rsidRDefault="00A72BCE" w:rsidP="0067535C">
            <w:pPr>
              <w:tabs>
                <w:tab w:val="left" w:pos="7797"/>
              </w:tabs>
              <w:ind w:left="28"/>
              <w:rPr>
                <w:szCs w:val="22"/>
              </w:rPr>
            </w:pPr>
            <w:bookmarkStart w:id="49" w:name="betreuung"/>
            <w:bookmarkEnd w:id="49"/>
            <w:r>
              <w:rPr>
                <w:szCs w:val="22"/>
              </w:rPr>
              <w:t>Personalbetreuung</w:t>
            </w:r>
          </w:p>
        </w:tc>
      </w:tr>
      <w:tr w:rsidR="00A72BCE" w:rsidRPr="00EB7800" w:rsidTr="0067535C">
        <w:trPr>
          <w:cantSplit/>
        </w:trPr>
        <w:tc>
          <w:tcPr>
            <w:tcW w:w="3969" w:type="dxa"/>
          </w:tcPr>
          <w:p w:rsidR="00A72BCE" w:rsidRPr="00EB7800" w:rsidRDefault="00A72BCE" w:rsidP="0067535C">
            <w:pPr>
              <w:tabs>
                <w:tab w:val="left" w:pos="7797"/>
              </w:tabs>
              <w:ind w:left="28"/>
              <w:rPr>
                <w:szCs w:val="22"/>
              </w:rPr>
            </w:pPr>
            <w:bookmarkStart w:id="50" w:name="GB1"/>
            <w:bookmarkEnd w:id="50"/>
            <w:r>
              <w:rPr>
                <w:szCs w:val="22"/>
              </w:rPr>
              <w:t>contoso</w:t>
            </w:r>
          </w:p>
        </w:tc>
        <w:tc>
          <w:tcPr>
            <w:tcW w:w="160" w:type="dxa"/>
          </w:tcPr>
          <w:p w:rsidR="00A72BCE" w:rsidRPr="00EB7800" w:rsidRDefault="00A72BCE" w:rsidP="0067535C">
            <w:pPr>
              <w:tabs>
                <w:tab w:val="left" w:pos="7797"/>
              </w:tabs>
              <w:ind w:left="28"/>
              <w:rPr>
                <w:szCs w:val="22"/>
              </w:rPr>
            </w:pPr>
          </w:p>
        </w:tc>
        <w:tc>
          <w:tcPr>
            <w:tcW w:w="4305" w:type="dxa"/>
          </w:tcPr>
          <w:p w:rsidR="00A72BCE" w:rsidRPr="00EB7800" w:rsidRDefault="00A72BCE" w:rsidP="0067535C">
            <w:pPr>
              <w:tabs>
                <w:tab w:val="left" w:pos="7797"/>
              </w:tabs>
              <w:ind w:left="28"/>
              <w:rPr>
                <w:szCs w:val="22"/>
              </w:rPr>
            </w:pPr>
            <w:bookmarkStart w:id="51" w:name="GB"/>
            <w:bookmarkEnd w:id="51"/>
            <w:r>
              <w:rPr>
                <w:szCs w:val="22"/>
              </w:rPr>
              <w:t>contoso</w:t>
            </w:r>
          </w:p>
        </w:tc>
      </w:tr>
    </w:tbl>
    <w:p w:rsidR="00A72BCE" w:rsidRPr="00EB7800" w:rsidRDefault="00A72BCE" w:rsidP="00A72BCE">
      <w:pPr>
        <w:ind w:left="28"/>
        <w:rPr>
          <w:szCs w:val="22"/>
        </w:rPr>
      </w:pPr>
    </w:p>
    <w:p w:rsidR="00A72BCE" w:rsidRDefault="00A72BCE" w:rsidP="00A72BCE">
      <w:pPr>
        <w:rPr>
          <w:szCs w:val="22"/>
        </w:rPr>
      </w:pPr>
    </w:p>
    <w:p w:rsidR="00494439" w:rsidRDefault="00494439" w:rsidP="00A72BCE">
      <w:pPr>
        <w:rPr>
          <w:sz w:val="2"/>
        </w:rPr>
      </w:pPr>
    </w:p>
    <w:sectPr w:rsidR="00494439">
      <w:footerReference w:type="first" r:id="rId10"/>
      <w:type w:val="continuous"/>
      <w:pgSz w:w="11906" w:h="16838" w:code="9"/>
      <w:pgMar w:top="567" w:right="851" w:bottom="567" w:left="1701" w:header="284" w:footer="964"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764" w:rsidRDefault="004D1764">
      <w:r>
        <w:separator/>
      </w:r>
    </w:p>
  </w:endnote>
  <w:endnote w:type="continuationSeparator" w:id="0">
    <w:p w:rsidR="004D1764" w:rsidRDefault="004D1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6592"/>
      <w:gridCol w:w="2835"/>
    </w:tblGrid>
    <w:tr w:rsidR="00E92518">
      <w:trPr>
        <w:cantSplit/>
      </w:trPr>
      <w:tc>
        <w:tcPr>
          <w:tcW w:w="6592" w:type="dxa"/>
        </w:tcPr>
        <w:p w:rsidR="00E92518" w:rsidRDefault="00E92518">
          <w:pPr>
            <w:pStyle w:val="Fuzeile"/>
          </w:pPr>
        </w:p>
      </w:tc>
      <w:tc>
        <w:tcPr>
          <w:tcW w:w="2835" w:type="dxa"/>
        </w:tcPr>
        <w:p w:rsidR="00A72BCE" w:rsidRPr="00DD64B3" w:rsidRDefault="00A72BCE" w:rsidP="00A72BCE">
          <w:pPr>
            <w:spacing w:line="141" w:lineRule="atLeast"/>
            <w:rPr>
              <w:sz w:val="15"/>
            </w:rPr>
          </w:pPr>
          <w:bookmarkStart w:id="52" w:name="Standort4"/>
          <w:bookmarkEnd w:id="52"/>
          <w:r w:rsidRPr="00DD64B3">
            <w:rPr>
              <w:sz w:val="15"/>
            </w:rPr>
            <w:t xml:space="preserve">Sitz </w:t>
          </w:r>
          <w:r>
            <w:rPr>
              <w:sz w:val="15"/>
            </w:rPr>
            <w:t>Entenhausen</w:t>
          </w:r>
        </w:p>
        <w:p w:rsidR="00A72BCE" w:rsidRPr="00DD64B3" w:rsidRDefault="00A72BCE" w:rsidP="00A72BCE">
          <w:pPr>
            <w:spacing w:line="141" w:lineRule="atLeast"/>
            <w:rPr>
              <w:sz w:val="15"/>
            </w:rPr>
          </w:pPr>
          <w:r w:rsidRPr="00DD64B3">
            <w:rPr>
              <w:sz w:val="15"/>
            </w:rPr>
            <w:t xml:space="preserve">Amtsgericht </w:t>
          </w:r>
          <w:r>
            <w:rPr>
              <w:sz w:val="15"/>
            </w:rPr>
            <w:t>Entenhausen</w:t>
          </w:r>
          <w:r w:rsidRPr="00DD64B3">
            <w:rPr>
              <w:sz w:val="15"/>
            </w:rPr>
            <w:t xml:space="preserve"> HRB 19</w:t>
          </w:r>
          <w:r>
            <w:rPr>
              <w:sz w:val="15"/>
            </w:rPr>
            <w:t>5</w:t>
          </w:r>
          <w:r w:rsidRPr="00DD64B3">
            <w:rPr>
              <w:sz w:val="15"/>
            </w:rPr>
            <w:t>7</w:t>
          </w:r>
          <w:r>
            <w:rPr>
              <w:sz w:val="15"/>
            </w:rPr>
            <w:t>1</w:t>
          </w:r>
          <w:r w:rsidRPr="00DD64B3">
            <w:rPr>
              <w:sz w:val="15"/>
            </w:rPr>
            <w:t>5</w:t>
          </w:r>
        </w:p>
        <w:p w:rsidR="00A72BCE" w:rsidRPr="00DD64B3" w:rsidRDefault="00A72BCE" w:rsidP="00A72BCE">
          <w:pPr>
            <w:spacing w:line="141" w:lineRule="atLeast"/>
            <w:rPr>
              <w:b/>
              <w:sz w:val="15"/>
            </w:rPr>
          </w:pPr>
          <w:r w:rsidRPr="00DD64B3">
            <w:rPr>
              <w:b/>
              <w:sz w:val="15"/>
            </w:rPr>
            <w:t>Vorstand:</w:t>
          </w:r>
        </w:p>
        <w:p w:rsidR="00A72BCE" w:rsidRPr="00DD64B3" w:rsidRDefault="00A72BCE" w:rsidP="00A72BCE">
          <w:pPr>
            <w:spacing w:line="141" w:lineRule="atLeast"/>
            <w:rPr>
              <w:sz w:val="15"/>
            </w:rPr>
          </w:pPr>
          <w:r>
            <w:rPr>
              <w:sz w:val="15"/>
            </w:rPr>
            <w:t>Dagobert Duck</w:t>
          </w:r>
          <w:r w:rsidRPr="00DD64B3">
            <w:rPr>
              <w:sz w:val="15"/>
            </w:rPr>
            <w:t xml:space="preserve"> (Vorsitzender)</w:t>
          </w:r>
        </w:p>
        <w:p w:rsidR="00A72BCE" w:rsidRPr="00DD64B3" w:rsidRDefault="00A72BCE" w:rsidP="00A72BCE">
          <w:pPr>
            <w:spacing w:line="141" w:lineRule="atLeast"/>
            <w:rPr>
              <w:sz w:val="15"/>
            </w:rPr>
          </w:pPr>
          <w:r>
            <w:rPr>
              <w:sz w:val="15"/>
            </w:rPr>
            <w:t>Donald Duck</w:t>
          </w:r>
        </w:p>
        <w:p w:rsidR="00A72BCE" w:rsidRPr="00DD64B3" w:rsidRDefault="00A72BCE" w:rsidP="00A72BCE">
          <w:pPr>
            <w:spacing w:line="141" w:lineRule="atLeast"/>
            <w:rPr>
              <w:sz w:val="15"/>
            </w:rPr>
          </w:pPr>
          <w:r>
            <w:rPr>
              <w:sz w:val="15"/>
            </w:rPr>
            <w:t>Daniel Düsentrieb</w:t>
          </w:r>
        </w:p>
        <w:p w:rsidR="00A72BCE" w:rsidRPr="00DD64B3" w:rsidRDefault="00A72BCE" w:rsidP="00A72BCE">
          <w:pPr>
            <w:spacing w:line="141" w:lineRule="atLeast"/>
            <w:rPr>
              <w:sz w:val="15"/>
            </w:rPr>
          </w:pPr>
          <w:r>
            <w:rPr>
              <w:sz w:val="15"/>
            </w:rPr>
            <w:t>Gundel Gaukeley</w:t>
          </w:r>
        </w:p>
        <w:p w:rsidR="00A72BCE" w:rsidRPr="00DD64B3" w:rsidRDefault="00A72BCE" w:rsidP="00A72BCE">
          <w:pPr>
            <w:spacing w:line="141" w:lineRule="atLeast"/>
            <w:rPr>
              <w:b/>
              <w:sz w:val="15"/>
            </w:rPr>
          </w:pPr>
          <w:r w:rsidRPr="00DD64B3">
            <w:rPr>
              <w:b/>
              <w:sz w:val="15"/>
            </w:rPr>
            <w:t>Vorsitzender des Aufsichtsrats:</w:t>
          </w:r>
        </w:p>
        <w:p w:rsidR="00E92518" w:rsidRPr="00A72BCE" w:rsidRDefault="00A72BCE" w:rsidP="00A72BCE">
          <w:pPr>
            <w:pStyle w:val="Fuzeile"/>
            <w:rPr>
              <w:sz w:val="15"/>
            </w:rPr>
          </w:pPr>
          <w:r>
            <w:rPr>
              <w:sz w:val="15"/>
            </w:rPr>
            <w:t>Daisy Duck</w:t>
          </w:r>
        </w:p>
      </w:tc>
    </w:tr>
  </w:tbl>
  <w:p w:rsidR="00E92518" w:rsidRDefault="00E92518">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764" w:rsidRDefault="004D1764">
      <w:r>
        <w:separator/>
      </w:r>
    </w:p>
  </w:footnote>
  <w:footnote w:type="continuationSeparator" w:id="0">
    <w:p w:rsidR="004D1764" w:rsidRDefault="004D176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0E63670"/>
    <w:lvl w:ilvl="0">
      <w:start w:val="1"/>
      <w:numFmt w:val="decimal"/>
      <w:lvlText w:val="%1"/>
      <w:legacy w:legacy="1" w:legacySpace="144" w:legacyIndent="907"/>
      <w:lvlJc w:val="left"/>
      <w:pPr>
        <w:ind w:left="1134" w:hanging="907"/>
      </w:pPr>
    </w:lvl>
    <w:lvl w:ilvl="1">
      <w:start w:val="1"/>
      <w:numFmt w:val="decimal"/>
      <w:pStyle w:val="berschrift2"/>
      <w:lvlText w:val="%1.%2"/>
      <w:legacy w:legacy="1" w:legacySpace="144" w:legacyIndent="0"/>
      <w:lvlJc w:val="left"/>
    </w:lvl>
    <w:lvl w:ilvl="2">
      <w:start w:val="1"/>
      <w:numFmt w:val="decimal"/>
      <w:pStyle w:val="berschrift3"/>
      <w:lvlText w:val="%1.%2.%3"/>
      <w:legacy w:legacy="1" w:legacySpace="144" w:legacyIndent="0"/>
      <w:lvlJc w:val="left"/>
    </w:lvl>
    <w:lvl w:ilvl="3">
      <w:start w:val="1"/>
      <w:numFmt w:val="decimal"/>
      <w:pStyle w:val="berschrift4"/>
      <w:lvlText w:val="%1.%2.%3.%4"/>
      <w:legacy w:legacy="1" w:legacySpace="144" w:legacyIndent="0"/>
      <w:lvlJc w:val="left"/>
    </w:lvl>
    <w:lvl w:ilvl="4">
      <w:start w:val="1"/>
      <w:numFmt w:val="decimal"/>
      <w:pStyle w:val="berschrift5"/>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DDC57B8"/>
    <w:multiLevelType w:val="singleLevel"/>
    <w:tmpl w:val="4ACE285A"/>
    <w:lvl w:ilvl="0">
      <w:start w:val="1"/>
      <w:numFmt w:val="bullet"/>
      <w:pStyle w:val="Bullet4"/>
      <w:lvlText w:val=""/>
      <w:lvlJc w:val="left"/>
      <w:pPr>
        <w:tabs>
          <w:tab w:val="num" w:pos="360"/>
        </w:tabs>
        <w:ind w:left="360" w:hanging="360"/>
      </w:pPr>
      <w:rPr>
        <w:rFonts w:ascii="Symbol" w:hAnsi="Symbol" w:hint="default"/>
      </w:rPr>
    </w:lvl>
  </w:abstractNum>
  <w:abstractNum w:abstractNumId="2" w15:restartNumberingAfterBreak="0">
    <w:nsid w:val="12044A72"/>
    <w:multiLevelType w:val="singleLevel"/>
    <w:tmpl w:val="B70E39AE"/>
    <w:lvl w:ilvl="0">
      <w:start w:val="1"/>
      <w:numFmt w:val="bullet"/>
      <w:pStyle w:val="Bullet5"/>
      <w:lvlText w:val=""/>
      <w:lvlJc w:val="left"/>
      <w:pPr>
        <w:tabs>
          <w:tab w:val="num" w:pos="360"/>
        </w:tabs>
        <w:ind w:left="360" w:hanging="360"/>
      </w:pPr>
      <w:rPr>
        <w:rFonts w:ascii="Wingdings" w:hAnsi="Wingdings" w:hint="default"/>
      </w:rPr>
    </w:lvl>
  </w:abstractNum>
  <w:abstractNum w:abstractNumId="3" w15:restartNumberingAfterBreak="0">
    <w:nsid w:val="17F65D92"/>
    <w:multiLevelType w:val="singleLevel"/>
    <w:tmpl w:val="24ECB638"/>
    <w:lvl w:ilvl="0">
      <w:start w:val="1"/>
      <w:numFmt w:val="lowerLetter"/>
      <w:pStyle w:val="Aufzhlunga"/>
      <w:lvlText w:val="%1)"/>
      <w:lvlJc w:val="left"/>
      <w:pPr>
        <w:tabs>
          <w:tab w:val="num" w:pos="360"/>
        </w:tabs>
        <w:ind w:left="340" w:hanging="340"/>
      </w:pPr>
    </w:lvl>
  </w:abstractNum>
  <w:abstractNum w:abstractNumId="4" w15:restartNumberingAfterBreak="0">
    <w:nsid w:val="318463A3"/>
    <w:multiLevelType w:val="singleLevel"/>
    <w:tmpl w:val="7C7CFE96"/>
    <w:lvl w:ilvl="0">
      <w:start w:val="1"/>
      <w:numFmt w:val="bullet"/>
      <w:pStyle w:val="Bullet1"/>
      <w:lvlText w:val=""/>
      <w:lvlJc w:val="left"/>
      <w:pPr>
        <w:tabs>
          <w:tab w:val="num" w:pos="360"/>
        </w:tabs>
        <w:ind w:left="360" w:hanging="360"/>
      </w:pPr>
      <w:rPr>
        <w:rFonts w:ascii="Symbol" w:hAnsi="Symbol" w:hint="default"/>
      </w:rPr>
    </w:lvl>
  </w:abstractNum>
  <w:abstractNum w:abstractNumId="5" w15:restartNumberingAfterBreak="0">
    <w:nsid w:val="763115EB"/>
    <w:multiLevelType w:val="singleLevel"/>
    <w:tmpl w:val="5764F78E"/>
    <w:lvl w:ilvl="0">
      <w:start w:val="1"/>
      <w:numFmt w:val="bullet"/>
      <w:pStyle w:val="Bullet3"/>
      <w:lvlText w:val="-"/>
      <w:lvlJc w:val="left"/>
      <w:pPr>
        <w:tabs>
          <w:tab w:val="num" w:pos="360"/>
        </w:tabs>
        <w:ind w:left="360" w:hanging="360"/>
      </w:pPr>
      <w:rPr>
        <w:sz w:val="16"/>
      </w:rPr>
    </w:lvl>
  </w:abstractNum>
  <w:abstractNum w:abstractNumId="6" w15:restartNumberingAfterBreak="0">
    <w:nsid w:val="7BE300B1"/>
    <w:multiLevelType w:val="singleLevel"/>
    <w:tmpl w:val="C7CA4CC4"/>
    <w:lvl w:ilvl="0">
      <w:start w:val="1"/>
      <w:numFmt w:val="bullet"/>
      <w:pStyle w:val="Bullet2"/>
      <w:lvlText w:val=""/>
      <w:lvlJc w:val="left"/>
      <w:pPr>
        <w:tabs>
          <w:tab w:val="num" w:pos="360"/>
        </w:tabs>
        <w:ind w:left="360" w:hanging="360"/>
      </w:pPr>
      <w:rPr>
        <w:rFonts w:ascii="Symbol" w:hAnsi="Symbol" w:hint="default"/>
        <w:sz w:val="28"/>
      </w:r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BCE"/>
    <w:rsid w:val="00001E79"/>
    <w:rsid w:val="0001277E"/>
    <w:rsid w:val="00024D2D"/>
    <w:rsid w:val="0003542E"/>
    <w:rsid w:val="00046077"/>
    <w:rsid w:val="00046E0D"/>
    <w:rsid w:val="00051909"/>
    <w:rsid w:val="00052B64"/>
    <w:rsid w:val="000544B3"/>
    <w:rsid w:val="00060362"/>
    <w:rsid w:val="000603DD"/>
    <w:rsid w:val="00074AAB"/>
    <w:rsid w:val="00087C3F"/>
    <w:rsid w:val="000979E5"/>
    <w:rsid w:val="000A1D5B"/>
    <w:rsid w:val="000A416B"/>
    <w:rsid w:val="000B7EAA"/>
    <w:rsid w:val="000C564F"/>
    <w:rsid w:val="000E1F72"/>
    <w:rsid w:val="00112767"/>
    <w:rsid w:val="00116E89"/>
    <w:rsid w:val="00143FB1"/>
    <w:rsid w:val="0015037F"/>
    <w:rsid w:val="00153691"/>
    <w:rsid w:val="00166B46"/>
    <w:rsid w:val="0016791C"/>
    <w:rsid w:val="00195894"/>
    <w:rsid w:val="001A6529"/>
    <w:rsid w:val="001C05EA"/>
    <w:rsid w:val="001C3EB0"/>
    <w:rsid w:val="001C417F"/>
    <w:rsid w:val="001E044B"/>
    <w:rsid w:val="001F0614"/>
    <w:rsid w:val="0020245E"/>
    <w:rsid w:val="0023628F"/>
    <w:rsid w:val="00246BB6"/>
    <w:rsid w:val="00267E99"/>
    <w:rsid w:val="0027569C"/>
    <w:rsid w:val="0027592A"/>
    <w:rsid w:val="002947AB"/>
    <w:rsid w:val="002951F5"/>
    <w:rsid w:val="002A10BA"/>
    <w:rsid w:val="002B3C4D"/>
    <w:rsid w:val="002B617C"/>
    <w:rsid w:val="002C3CD7"/>
    <w:rsid w:val="00324148"/>
    <w:rsid w:val="00332628"/>
    <w:rsid w:val="003351A0"/>
    <w:rsid w:val="00371547"/>
    <w:rsid w:val="00371899"/>
    <w:rsid w:val="003A0632"/>
    <w:rsid w:val="003A4E32"/>
    <w:rsid w:val="003B200B"/>
    <w:rsid w:val="003E6ED6"/>
    <w:rsid w:val="003F5D4F"/>
    <w:rsid w:val="003F6557"/>
    <w:rsid w:val="004037AB"/>
    <w:rsid w:val="004043A0"/>
    <w:rsid w:val="0041321F"/>
    <w:rsid w:val="00417156"/>
    <w:rsid w:val="004251EE"/>
    <w:rsid w:val="00426B81"/>
    <w:rsid w:val="004316EE"/>
    <w:rsid w:val="0043543B"/>
    <w:rsid w:val="004420FE"/>
    <w:rsid w:val="00445074"/>
    <w:rsid w:val="004672A7"/>
    <w:rsid w:val="0049100E"/>
    <w:rsid w:val="00491AB3"/>
    <w:rsid w:val="00494439"/>
    <w:rsid w:val="004A27AE"/>
    <w:rsid w:val="004B6384"/>
    <w:rsid w:val="004D1764"/>
    <w:rsid w:val="004E0B07"/>
    <w:rsid w:val="00532D5C"/>
    <w:rsid w:val="005357FD"/>
    <w:rsid w:val="00556047"/>
    <w:rsid w:val="00570728"/>
    <w:rsid w:val="00573277"/>
    <w:rsid w:val="005B02E9"/>
    <w:rsid w:val="005B1C25"/>
    <w:rsid w:val="005C3041"/>
    <w:rsid w:val="005C6670"/>
    <w:rsid w:val="005F67B8"/>
    <w:rsid w:val="006034D6"/>
    <w:rsid w:val="00614E33"/>
    <w:rsid w:val="00620C5C"/>
    <w:rsid w:val="0064740F"/>
    <w:rsid w:val="0065433E"/>
    <w:rsid w:val="00660A0B"/>
    <w:rsid w:val="00671D64"/>
    <w:rsid w:val="00672761"/>
    <w:rsid w:val="006822A3"/>
    <w:rsid w:val="00682A7B"/>
    <w:rsid w:val="006908BB"/>
    <w:rsid w:val="00693502"/>
    <w:rsid w:val="006A0DD6"/>
    <w:rsid w:val="006A6F9F"/>
    <w:rsid w:val="006B5B65"/>
    <w:rsid w:val="006D6A0A"/>
    <w:rsid w:val="006F5254"/>
    <w:rsid w:val="00705ADA"/>
    <w:rsid w:val="00712D4E"/>
    <w:rsid w:val="007368E6"/>
    <w:rsid w:val="00736D84"/>
    <w:rsid w:val="007414EF"/>
    <w:rsid w:val="00743935"/>
    <w:rsid w:val="00752E99"/>
    <w:rsid w:val="00752F88"/>
    <w:rsid w:val="00796281"/>
    <w:rsid w:val="007A1229"/>
    <w:rsid w:val="007A6FB6"/>
    <w:rsid w:val="007B45A3"/>
    <w:rsid w:val="007E32FD"/>
    <w:rsid w:val="007F45F7"/>
    <w:rsid w:val="00804B6F"/>
    <w:rsid w:val="008138F0"/>
    <w:rsid w:val="00837A7C"/>
    <w:rsid w:val="0085090E"/>
    <w:rsid w:val="0086115F"/>
    <w:rsid w:val="00873ADC"/>
    <w:rsid w:val="00891F44"/>
    <w:rsid w:val="008A1C75"/>
    <w:rsid w:val="008C53BD"/>
    <w:rsid w:val="008D145A"/>
    <w:rsid w:val="0090471A"/>
    <w:rsid w:val="0090741A"/>
    <w:rsid w:val="0093139D"/>
    <w:rsid w:val="00953A17"/>
    <w:rsid w:val="00961580"/>
    <w:rsid w:val="009A0501"/>
    <w:rsid w:val="009A675C"/>
    <w:rsid w:val="009B3564"/>
    <w:rsid w:val="009C1645"/>
    <w:rsid w:val="009C31FC"/>
    <w:rsid w:val="009C57DC"/>
    <w:rsid w:val="009E48DB"/>
    <w:rsid w:val="00A20302"/>
    <w:rsid w:val="00A37E90"/>
    <w:rsid w:val="00A46B57"/>
    <w:rsid w:val="00A541F5"/>
    <w:rsid w:val="00A545C2"/>
    <w:rsid w:val="00A67E74"/>
    <w:rsid w:val="00A72BCE"/>
    <w:rsid w:val="00A81C94"/>
    <w:rsid w:val="00AB1808"/>
    <w:rsid w:val="00AC1164"/>
    <w:rsid w:val="00AD0FC2"/>
    <w:rsid w:val="00AE5BA4"/>
    <w:rsid w:val="00AF5383"/>
    <w:rsid w:val="00B03B23"/>
    <w:rsid w:val="00B059D6"/>
    <w:rsid w:val="00B56368"/>
    <w:rsid w:val="00B71574"/>
    <w:rsid w:val="00B93BDB"/>
    <w:rsid w:val="00B95B08"/>
    <w:rsid w:val="00BA4718"/>
    <w:rsid w:val="00BC7C73"/>
    <w:rsid w:val="00BD7EA9"/>
    <w:rsid w:val="00BE4D31"/>
    <w:rsid w:val="00BF3609"/>
    <w:rsid w:val="00BF75C8"/>
    <w:rsid w:val="00C17C59"/>
    <w:rsid w:val="00C25B23"/>
    <w:rsid w:val="00C32B79"/>
    <w:rsid w:val="00C60546"/>
    <w:rsid w:val="00C727DF"/>
    <w:rsid w:val="00C8030F"/>
    <w:rsid w:val="00C95810"/>
    <w:rsid w:val="00CA1BFC"/>
    <w:rsid w:val="00CA337D"/>
    <w:rsid w:val="00CB2FFA"/>
    <w:rsid w:val="00CB5E3F"/>
    <w:rsid w:val="00CC0378"/>
    <w:rsid w:val="00CC46B9"/>
    <w:rsid w:val="00CE1678"/>
    <w:rsid w:val="00D00D80"/>
    <w:rsid w:val="00D249E1"/>
    <w:rsid w:val="00D27594"/>
    <w:rsid w:val="00D40CBC"/>
    <w:rsid w:val="00D5393E"/>
    <w:rsid w:val="00D75B4D"/>
    <w:rsid w:val="00D91C5B"/>
    <w:rsid w:val="00DA2CA0"/>
    <w:rsid w:val="00DA56AC"/>
    <w:rsid w:val="00DA749B"/>
    <w:rsid w:val="00DB661E"/>
    <w:rsid w:val="00DC0A34"/>
    <w:rsid w:val="00DD43BA"/>
    <w:rsid w:val="00DF5DD7"/>
    <w:rsid w:val="00E0073D"/>
    <w:rsid w:val="00E1206F"/>
    <w:rsid w:val="00E20B6A"/>
    <w:rsid w:val="00E23B98"/>
    <w:rsid w:val="00E51985"/>
    <w:rsid w:val="00E538F2"/>
    <w:rsid w:val="00E66949"/>
    <w:rsid w:val="00E752BA"/>
    <w:rsid w:val="00E83CDD"/>
    <w:rsid w:val="00E92518"/>
    <w:rsid w:val="00EA4E7A"/>
    <w:rsid w:val="00ED6B1E"/>
    <w:rsid w:val="00ED7844"/>
    <w:rsid w:val="00EF4B76"/>
    <w:rsid w:val="00F01779"/>
    <w:rsid w:val="00F17CD2"/>
    <w:rsid w:val="00F22F36"/>
    <w:rsid w:val="00F37942"/>
    <w:rsid w:val="00F46703"/>
    <w:rsid w:val="00F52DEB"/>
    <w:rsid w:val="00F53436"/>
    <w:rsid w:val="00F725D6"/>
    <w:rsid w:val="00F95D67"/>
    <w:rsid w:val="00FB1DF2"/>
    <w:rsid w:val="00FB687E"/>
    <w:rsid w:val="00FD732C"/>
    <w:rsid w:val="00FF143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174F88"/>
  <w15:docId w15:val="{36F9C24A-50EB-4A55-BB51-6EB3EC697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lang w:eastAsia="en-US"/>
    </w:rPr>
  </w:style>
  <w:style w:type="paragraph" w:styleId="berschrift1">
    <w:name w:val="heading 1"/>
    <w:basedOn w:val="Standard"/>
    <w:next w:val="Standard"/>
    <w:qFormat/>
    <w:pPr>
      <w:keepNext/>
      <w:jc w:val="center"/>
      <w:outlineLvl w:val="0"/>
    </w:pPr>
    <w:rPr>
      <w:b/>
      <w:sz w:val="16"/>
    </w:rPr>
  </w:style>
  <w:style w:type="paragraph" w:styleId="berschrift2">
    <w:name w:val="heading 2"/>
    <w:basedOn w:val="Standard"/>
    <w:next w:val="Standard"/>
    <w:qFormat/>
    <w:pPr>
      <w:keepNext/>
      <w:numPr>
        <w:ilvl w:val="1"/>
        <w:numId w:val="7"/>
      </w:numPr>
      <w:spacing w:before="113" w:after="113"/>
      <w:ind w:left="1134" w:hanging="1134"/>
      <w:outlineLvl w:val="1"/>
    </w:pPr>
    <w:rPr>
      <w:b/>
      <w:sz w:val="22"/>
    </w:rPr>
  </w:style>
  <w:style w:type="paragraph" w:styleId="berschrift3">
    <w:name w:val="heading 3"/>
    <w:basedOn w:val="Standard"/>
    <w:next w:val="Standard"/>
    <w:qFormat/>
    <w:pPr>
      <w:keepNext/>
      <w:numPr>
        <w:ilvl w:val="2"/>
        <w:numId w:val="7"/>
      </w:numPr>
      <w:spacing w:before="113" w:after="113"/>
      <w:ind w:left="1134" w:hanging="1134"/>
      <w:outlineLvl w:val="2"/>
    </w:pPr>
    <w:rPr>
      <w:b/>
      <w:sz w:val="22"/>
    </w:rPr>
  </w:style>
  <w:style w:type="paragraph" w:styleId="berschrift4">
    <w:name w:val="heading 4"/>
    <w:basedOn w:val="Standard"/>
    <w:next w:val="Standard"/>
    <w:qFormat/>
    <w:pPr>
      <w:keepNext/>
      <w:numPr>
        <w:ilvl w:val="3"/>
        <w:numId w:val="7"/>
      </w:numPr>
      <w:spacing w:before="113" w:after="113"/>
      <w:ind w:left="1134" w:hanging="1134"/>
      <w:outlineLvl w:val="3"/>
    </w:pPr>
    <w:rPr>
      <w:b/>
      <w:sz w:val="22"/>
    </w:rPr>
  </w:style>
  <w:style w:type="paragraph" w:styleId="berschrift5">
    <w:name w:val="heading 5"/>
    <w:basedOn w:val="Standard"/>
    <w:next w:val="Standard"/>
    <w:qFormat/>
    <w:pPr>
      <w:numPr>
        <w:ilvl w:val="4"/>
        <w:numId w:val="7"/>
      </w:numPr>
      <w:spacing w:before="113" w:after="113"/>
      <w:ind w:left="1134" w:hanging="1134"/>
      <w:outlineLvl w:val="4"/>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right" w:pos="9072"/>
      </w:tabs>
    </w:pPr>
    <w:rPr>
      <w:sz w:val="16"/>
    </w:rPr>
  </w:style>
  <w:style w:type="character" w:styleId="Hyperlink">
    <w:name w:val="Hyperlink"/>
    <w:basedOn w:val="Absatz-Standardschriftart"/>
    <w:rPr>
      <w:rFonts w:ascii="Arial" w:hAnsi="Arial"/>
      <w:color w:val="0000FF"/>
      <w:sz w:val="24"/>
      <w:u w:val="single"/>
    </w:rPr>
  </w:style>
  <w:style w:type="character" w:styleId="BesuchterLink">
    <w:name w:val="FollowedHyperlink"/>
    <w:basedOn w:val="Absatz-Standardschriftart"/>
    <w:rPr>
      <w:rFonts w:ascii="Arial" w:hAnsi="Arial"/>
      <w:color w:val="800080"/>
      <w:sz w:val="24"/>
      <w:u w:val="single"/>
    </w:rPr>
  </w:style>
  <w:style w:type="paragraph" w:customStyle="1" w:styleId="Betreff">
    <w:name w:val="Betreff"/>
    <w:rPr>
      <w:rFonts w:ascii="Arial" w:hAnsi="Arial"/>
      <w:b/>
      <w:color w:val="000000"/>
      <w:sz w:val="24"/>
    </w:rPr>
  </w:style>
  <w:style w:type="paragraph" w:customStyle="1" w:styleId="Aufzhlunga">
    <w:name w:val="Aufzählung a)"/>
    <w:basedOn w:val="Standard"/>
    <w:pPr>
      <w:numPr>
        <w:numId w:val="1"/>
      </w:numPr>
    </w:pPr>
    <w:rPr>
      <w:color w:val="000000"/>
      <w:sz w:val="24"/>
    </w:rPr>
  </w:style>
  <w:style w:type="paragraph" w:customStyle="1" w:styleId="AufzhlNum1">
    <w:name w:val="Aufzähl.Num1"/>
    <w:pPr>
      <w:tabs>
        <w:tab w:val="left" w:pos="283"/>
      </w:tabs>
      <w:ind w:left="454" w:hanging="284"/>
    </w:pPr>
    <w:rPr>
      <w:rFonts w:ascii="Arial" w:hAnsi="Arial"/>
      <w:color w:val="000000"/>
      <w:sz w:val="24"/>
      <w:lang w:eastAsia="en-US"/>
    </w:rPr>
  </w:style>
  <w:style w:type="paragraph" w:customStyle="1" w:styleId="TabellenText">
    <w:name w:val="Tabellen Text"/>
    <w:pPr>
      <w:tabs>
        <w:tab w:val="left" w:pos="283"/>
        <w:tab w:val="left" w:pos="850"/>
      </w:tabs>
      <w:spacing w:before="20" w:after="40"/>
      <w:ind w:left="57"/>
    </w:pPr>
    <w:rPr>
      <w:rFonts w:ascii="Arial" w:hAnsi="Arial"/>
      <w:color w:val="000000"/>
      <w:lang w:eastAsia="en-US"/>
    </w:rPr>
  </w:style>
  <w:style w:type="paragraph" w:customStyle="1" w:styleId="Bullet1">
    <w:name w:val="Bullet 1"/>
    <w:basedOn w:val="Standard"/>
    <w:pPr>
      <w:numPr>
        <w:numId w:val="3"/>
      </w:numPr>
    </w:pPr>
    <w:rPr>
      <w:sz w:val="24"/>
    </w:rPr>
  </w:style>
  <w:style w:type="paragraph" w:customStyle="1" w:styleId="Bullet2">
    <w:name w:val="Bullet 2"/>
    <w:basedOn w:val="Bullet1"/>
    <w:pPr>
      <w:numPr>
        <w:numId w:val="2"/>
      </w:numPr>
    </w:pPr>
  </w:style>
  <w:style w:type="paragraph" w:customStyle="1" w:styleId="Bullet3">
    <w:name w:val="Bullet 3"/>
    <w:basedOn w:val="Bullet2"/>
    <w:pPr>
      <w:numPr>
        <w:numId w:val="5"/>
      </w:numPr>
    </w:pPr>
  </w:style>
  <w:style w:type="paragraph" w:customStyle="1" w:styleId="Bullet4">
    <w:name w:val="Bullet 4"/>
    <w:basedOn w:val="Bullet3"/>
    <w:pPr>
      <w:numPr>
        <w:numId w:val="4"/>
      </w:numPr>
    </w:pPr>
  </w:style>
  <w:style w:type="paragraph" w:customStyle="1" w:styleId="Bullet5">
    <w:name w:val="Bullet 5"/>
    <w:basedOn w:val="Bullet4"/>
    <w:pPr>
      <w:numPr>
        <w:numId w:val="6"/>
      </w:numPr>
    </w:pPr>
  </w:style>
  <w:style w:type="paragraph" w:styleId="Sprechblasentext">
    <w:name w:val="Balloon Text"/>
    <w:basedOn w:val="Standard"/>
    <w:semiHidden/>
    <w:rsid w:val="00494439"/>
    <w:rPr>
      <w:rFonts w:ascii="Tahoma" w:hAnsi="Tahoma" w:cs="Tahoma"/>
      <w:sz w:val="16"/>
      <w:szCs w:val="16"/>
    </w:rPr>
  </w:style>
  <w:style w:type="paragraph" w:customStyle="1" w:styleId="Formatvorlage1">
    <w:name w:val="Formatvorlage1"/>
    <w:basedOn w:val="Standard"/>
    <w:rPr>
      <w:sz w:val="15"/>
    </w:rPr>
  </w:style>
  <w:style w:type="table" w:styleId="Tabellenraster">
    <w:name w:val="Table Grid"/>
    <w:basedOn w:val="NormaleTabelle"/>
    <w:rsid w:val="00FF14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2">
    <w:name w:val="Formatvorlage2"/>
    <w:basedOn w:val="Standard"/>
    <w:rsid w:val="00A72BCE"/>
    <w:pPr>
      <w:ind w:left="28"/>
    </w:pPr>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Eigene%20Dateien\email\Wacker\Grabmeier\20150225\ENTGELT2.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49E3ACB7D1BD41BA4DA252905DD8E8" ma:contentTypeVersion="54" ma:contentTypeDescription="Ein neues Dokument erstellen." ma:contentTypeScope="" ma:versionID="0a0dac2f5aa6fa50069c6744798941d6">
  <xsd:schema xmlns:xsd="http://www.w3.org/2001/XMLSchema" xmlns:xs="http://www.w3.org/2001/XMLSchema" xmlns:p="http://schemas.microsoft.com/office/2006/metadata/properties" xmlns:ns1="http://schemas.microsoft.com/sharepoint/v3" xmlns:ns2="0b782732-d9cb-4fe1-b48f-5a80e4c7b457" xmlns:ns3="http://schemas.microsoft.com/sharepoint/v4" targetNamespace="http://schemas.microsoft.com/office/2006/metadata/properties" ma:root="true" ma:fieldsID="22c6de9fe6f40c1e74c44ba87092de41" ns1:_="" ns2:_="" ns3:_="">
    <xsd:import namespace="http://schemas.microsoft.com/sharepoint/v3"/>
    <xsd:import namespace="0b782732-d9cb-4fe1-b48f-5a80e4c7b457"/>
    <xsd:import namespace="http://schemas.microsoft.com/sharepoint/v4"/>
    <xsd:element name="properties">
      <xsd:complexType>
        <xsd:sequence>
          <xsd:element name="documentManagement">
            <xsd:complexType>
              <xsd:all>
                <xsd:element ref="ns2:Notizen" minOccurs="0"/>
                <xsd:element ref="ns2:Erlaeuterung" minOccurs="0"/>
                <xsd:element ref="ns2:Kategorie" minOccurs="0"/>
                <xsd:element ref="ns2:UnterKategorie" minOccurs="0"/>
                <xsd:element ref="ns2:DokThemenbereich" minOccurs="0"/>
                <xsd:element ref="ns1:URL" minOccurs="0"/>
                <xsd:element ref="ns2:Geltungsbereich" minOccurs="0"/>
                <xsd:element ref="ns2:Zielsystem" minOccurs="0"/>
                <xsd:element ref="ns2:Sprache" minOccurs="0"/>
                <xsd:element ref="ns2:Inhaltsverantwortlicher" minOccurs="0"/>
                <xsd:element ref="ns2:Inhaltskoordinator" minOccurs="0"/>
                <xsd:element ref="ns2:IMSBeauftragter" minOccurs="0"/>
                <xsd:element ref="ns2:Freigebender" minOccurs="0"/>
                <xsd:element ref="ns2:Freigabedatum"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URL" ma:index="7" nillable="true" ma:displayName="Hinweise" ma:format="Hyperlink" ma:internalName="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b782732-d9cb-4fe1-b48f-5a80e4c7b457" elementFormDefault="qualified">
    <xsd:import namespace="http://schemas.microsoft.com/office/2006/documentManagement/types"/>
    <xsd:import namespace="http://schemas.microsoft.com/office/infopath/2007/PartnerControls"/>
    <xsd:element name="Notizen" ma:index="2" nillable="true" ma:displayName="Dokument-Beschreibung" ma:description="kurze Beschreibung des Inhalts; keine zusätzlichen Hinweise" ma:internalName="Notizen">
      <xsd:simpleType>
        <xsd:restriction base="dms:Note">
          <xsd:maxLength value="255"/>
        </xsd:restriction>
      </xsd:simpleType>
    </xsd:element>
    <xsd:element name="Erlaeuterung" ma:index="3" nillable="true" ma:displayName="Erläuterung" ma:description="weitere Angaben zur Verwendung des Dokuments" ma:internalName="Erlaeuterung">
      <xsd:simpleType>
        <xsd:restriction base="dms:Note">
          <xsd:maxLength value="255"/>
        </xsd:restriction>
      </xsd:simpleType>
    </xsd:element>
    <xsd:element name="Kategorie" ma:index="4" nillable="true" ma:displayName="Dokument-Kategorie" ma:list="{b0e9cec1-fde8-45b1-bc24-3887ea67179a}" ma:internalName="Kategorie" ma:readOnly="false" ma:showField="Title">
      <xsd:simpleType>
        <xsd:restriction base="dms:Lookup"/>
      </xsd:simpleType>
    </xsd:element>
    <xsd:element name="UnterKategorie" ma:index="5" nillable="true" ma:displayName="Dokument-Unterkategorie" ma:list="{a769bdef-1538-48d6-b0f3-56cf6efe59c1}" ma:internalName="UnterKategorie" ma:readOnly="false" ma:showField="Title" ma:web="a6955a7d-f24a-4a6b-a3ff-2992ca78e7bb">
      <xsd:simpleType>
        <xsd:restriction base="dms:Lookup"/>
      </xsd:simpleType>
    </xsd:element>
    <xsd:element name="DokThemenbereich" ma:index="6" nillable="true" ma:displayName="Dokument-Themenbereich" ma:list="{7697f3f8-4ec9-4942-852a-cf5c0c4f211a}" ma:internalName="DokThemenbereich" ma:showField="Title" ma:web="a6955a7d-f24a-4a6b-a3ff-2992ca78e7bb">
      <xsd:simpleType>
        <xsd:restriction base="dms:Lookup"/>
      </xsd:simpleType>
    </xsd:element>
    <xsd:element name="Geltungsbereich" ma:index="8" nillable="true" ma:displayName="Geltungsbereich" ma:format="Dropdown" ma:internalName="Geltungsbereich">
      <xsd:simpleType>
        <xsd:restriction base="dms:Choice">
          <xsd:enumeration value="kein"/>
          <xsd:enumeration value="BGH"/>
          <xsd:enumeration value="CGN"/>
          <xsd:enumeration value="CON"/>
          <xsd:enumeration value="FBG"/>
          <xsd:enumeration value="HOL"/>
          <xsd:enumeration value="JEN"/>
          <xsd:enumeration value="MUC"/>
          <xsd:enumeration value="NUN"/>
          <xsd:enumeration value="WGER"/>
          <xsd:enumeration value="SAG"/>
          <xsd:enumeration value="WGER ohne NUN"/>
          <xsd:enumeration value="WGER ohne SAG"/>
          <xsd:enumeration value="BGH/MUC/CGN/JEN"/>
          <xsd:enumeration value="BGH/MUC"/>
        </xsd:restriction>
      </xsd:simpleType>
    </xsd:element>
    <xsd:element name="Zielsystem" ma:index="9" nillable="true" ma:displayName="Zielsystem" ma:description="IT-System, in dem das freigegebene Dokument zur Nutzung bereitgestellt wird." ma:format="Dropdown" ma:internalName="Zielsystem" ma:readOnly="false">
      <xsd:simpleType>
        <xsd:restriction base="dms:Choice">
          <xsd:enumeration value="AQDB (SAP)"/>
          <xsd:enumeration value="Docunize"/>
          <xsd:enumeration value="Escriba (SAP)"/>
          <xsd:enumeration value="HR-Teamsite"/>
          <xsd:enumeration value="WACKER GLOBE"/>
        </xsd:restriction>
      </xsd:simpleType>
    </xsd:element>
    <xsd:element name="Sprache" ma:index="10" nillable="true" ma:displayName="Sprache" ma:default="DE" ma:format="Dropdown" ma:internalName="Sprache">
      <xsd:simpleType>
        <xsd:restriction base="dms:Choice">
          <xsd:enumeration value="DE"/>
          <xsd:enumeration value="EN"/>
        </xsd:restriction>
      </xsd:simpleType>
    </xsd:element>
    <xsd:element name="Inhaltsverantwortlicher" ma:index="11" nillable="true" ma:displayName="Inhaltsverantwortlicher" ma:list="UserInfo" ma:SharePointGroup="19" ma:internalName="Inhaltsverantwortlich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haltskoordinator" ma:index="12" nillable="true" ma:displayName="Inhaltskoordinator" ma:list="UserInfo" ma:SharePointGroup="17" ma:internalName="Inhaltskoordin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SBeauftragter" ma:index="13" nillable="true" ma:displayName="IMS-Beauftragter" ma:list="UserInfo" ma:SharePointGroup="18" ma:internalName="IMSBeauftragt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reigebender" ma:index="14" nillable="true" ma:displayName="Freigebender" ma:description="HR-Arbeitsanweisungen: Leiter ZB HR,&#10;sonst Inhaltskoordinator" ma:list="UserInfo" ma:SharePointGroup="45" ma:internalName="Freigeben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reigabedatum" ma:index="15" nillable="true" ma:displayName="Freigabedatum" ma:format="DateOnly" ma:internalName="Freigab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Inhaltstyp"/>
        <xsd:element ref="dc:title" minOccurs="0" maxOccurs="1" ma:index="1" ma:displayName="Dokument-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Zielsystem xmlns="0b782732-d9cb-4fe1-b48f-5a80e4c7b457" xsi:nil="true"/>
    <Kategorie xmlns="0b782732-d9cb-4fe1-b48f-5a80e4c7b457">2</Kategorie>
    <DokThemenbereich xmlns="0b782732-d9cb-4fe1-b48f-5a80e4c7b457" xsi:nil="true"/>
    <Inhaltskoordinator xmlns="0b782732-d9cb-4fe1-b48f-5a80e4c7b457">
      <UserInfo>
        <DisplayName>Angermaier, Klaus</DisplayName>
        <AccountId>32</AccountId>
        <AccountType/>
      </UserInfo>
    </Inhaltskoordinator>
    <IconOverlay xmlns="http://schemas.microsoft.com/sharepoint/v4" xsi:nil="true"/>
    <Erlaeuterung xmlns="0b782732-d9cb-4fe1-b48f-5a80e4c7b457" xsi:nil="true"/>
    <UnterKategorie xmlns="0b782732-d9cb-4fe1-b48f-5a80e4c7b457">1</UnterKategorie>
    <URL xmlns="http://schemas.microsoft.com/sharepoint/v3">
      <Url xsi:nil="true"/>
      <Description xsi:nil="true"/>
    </URL>
    <Freigebender xmlns="0b782732-d9cb-4fe1-b48f-5a80e4c7b457">
      <UserInfo>
        <DisplayName>Angermaier, Klaus</DisplayName>
        <AccountId>32</AccountId>
        <AccountType/>
      </UserInfo>
    </Freigebender>
    <Freigabedatum xmlns="0b782732-d9cb-4fe1-b48f-5a80e4c7b457">2014-03-10T23:00:00+00:00</Freigabedatum>
    <IMSBeauftragter xmlns="0b782732-d9cb-4fe1-b48f-5a80e4c7b457">
      <UserInfo>
        <DisplayName>Wiesmeier, Christoph</DisplayName>
        <AccountId>13</AccountId>
        <AccountType/>
      </UserInfo>
    </IMSBeauftragter>
    <Inhaltsverantwortlicher xmlns="0b782732-d9cb-4fe1-b48f-5a80e4c7b457">
      <UserInfo>
        <DisplayName>Hetzer, Nicole</DisplayName>
        <AccountId>70</AccountId>
        <AccountType/>
      </UserInfo>
    </Inhaltsverantwortlicher>
    <Sprache xmlns="0b782732-d9cb-4fe1-b48f-5a80e4c7b457">DE</Sprache>
    <Geltungsbereich xmlns="0b782732-d9cb-4fe1-b48f-5a80e4c7b457" xsi:nil="true"/>
    <Notizen xmlns="0b782732-d9cb-4fe1-b48f-5a80e4c7b457">Entgeltänderungsbrief</Notizen>
  </documentManagement>
</p:properties>
</file>

<file path=customXml/itemProps1.xml><?xml version="1.0" encoding="utf-8"?>
<ds:datastoreItem xmlns:ds="http://schemas.openxmlformats.org/officeDocument/2006/customXml" ds:itemID="{D593DF4C-0AA6-474C-A271-54250D83D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b782732-d9cb-4fe1-b48f-5a80e4c7b45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E5EEAB-12E3-4A96-B4DA-E972888CD601}">
  <ds:schemaRefs>
    <ds:schemaRef ds:uri="http://schemas.microsoft.com/sharepoint/v3/contenttype/forms"/>
  </ds:schemaRefs>
</ds:datastoreItem>
</file>

<file path=customXml/itemProps3.xml><?xml version="1.0" encoding="utf-8"?>
<ds:datastoreItem xmlns:ds="http://schemas.openxmlformats.org/officeDocument/2006/customXml" ds:itemID="{A4A16C86-1773-4D30-A75E-09CC3C042920}">
  <ds:schemaRefs>
    <ds:schemaRef ds:uri="http://schemas.microsoft.com/office/2006/metadata/properties"/>
    <ds:schemaRef ds:uri="http://schemas.microsoft.com/office/infopath/2007/PartnerControls"/>
    <ds:schemaRef ds:uri="0b782732-d9cb-4fe1-b48f-5a80e4c7b457"/>
    <ds:schemaRef ds:uri="http://schemas.microsoft.com/sharepoint/v4"/>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ENTGELT2</Template>
  <TotalTime>0</TotalTime>
  <Pages>2</Pages>
  <Words>286</Words>
  <Characters>1808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Entgeltänderung</vt:lpstr>
    </vt:vector>
  </TitlesOfParts>
  <Company>I+K Informatik</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Entgeltänderung</dc:title>
  <dc:creator>Rene Martin</dc:creator>
  <cp:lastModifiedBy>Trainer Trainer</cp:lastModifiedBy>
  <cp:revision>6</cp:revision>
  <cp:lastPrinted>2001-07-30T21:04:00Z</cp:lastPrinted>
  <dcterms:created xsi:type="dcterms:W3CDTF">2016-03-09T10:24:00Z</dcterms:created>
  <dcterms:modified xsi:type="dcterms:W3CDTF">2016-06-07T11:44:00Z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0x010100F749E3ACB7D1BD41BA4DA252905DD8E8</vt:lpwstr>
  </property>
  <property fmtid="{D5CDD505-2E9C-101B-9397-08002B2CF9AE}" pid="3" name="Zielgruppe">
    <vt:lpwstr>;#HR;#</vt:lpwstr>
  </property>
</Properties>
</file>